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10AB59" w14:textId="77777777" w:rsidR="00083CDD" w:rsidRDefault="00083CDD" w:rsidP="009B3BA2"/>
    <w:p w14:paraId="428A4A60" w14:textId="77777777" w:rsidR="005554BE" w:rsidRDefault="005554BE" w:rsidP="009B3BA2"/>
    <w:p w14:paraId="4E5424EF" w14:textId="77777777" w:rsidR="005554BE" w:rsidRDefault="005554BE" w:rsidP="009B3BA2"/>
    <w:p w14:paraId="0D19B96C" w14:textId="77777777" w:rsidR="005554BE" w:rsidRDefault="005554BE" w:rsidP="009B3BA2"/>
    <w:p w14:paraId="2EEB1A7C" w14:textId="77777777" w:rsidR="005554BE" w:rsidRDefault="005554BE" w:rsidP="009B3BA2"/>
    <w:p w14:paraId="6BE2D6B9" w14:textId="77777777" w:rsidR="005554BE" w:rsidRDefault="005554BE" w:rsidP="009B3BA2"/>
    <w:p w14:paraId="785479A7" w14:textId="77777777" w:rsidR="005554BE" w:rsidRDefault="005554BE" w:rsidP="009B3BA2"/>
    <w:p w14:paraId="5BCC0503" w14:textId="77777777" w:rsidR="005554BE" w:rsidRDefault="005554BE" w:rsidP="009B3BA2"/>
    <w:p w14:paraId="3CE91BFB" w14:textId="77777777" w:rsidR="005554BE" w:rsidRDefault="005554BE" w:rsidP="009B3BA2"/>
    <w:p w14:paraId="55E3487F" w14:textId="77777777" w:rsidR="005554BE" w:rsidRDefault="005554BE" w:rsidP="009B3BA2"/>
    <w:p w14:paraId="0B610196" w14:textId="77777777" w:rsidR="005554BE" w:rsidRDefault="005554BE" w:rsidP="009B3BA2"/>
    <w:p w14:paraId="23869BFB" w14:textId="77777777" w:rsidR="005554BE" w:rsidRDefault="005554BE" w:rsidP="009B3BA2"/>
    <w:p w14:paraId="7E1AA068" w14:textId="77777777" w:rsidR="005554BE" w:rsidRDefault="005554BE" w:rsidP="009B3BA2"/>
    <w:p w14:paraId="5E88A6C6" w14:textId="77777777" w:rsidR="00217069" w:rsidRDefault="00217069" w:rsidP="009B3BA2"/>
    <w:p w14:paraId="3B72D079" w14:textId="77777777" w:rsidR="00217069" w:rsidRDefault="00217069" w:rsidP="009B3BA2"/>
    <w:p w14:paraId="3EB483EE" w14:textId="77777777" w:rsidR="005554BE" w:rsidRDefault="005554BE" w:rsidP="009B3BA2"/>
    <w:p w14:paraId="2E36105D" w14:textId="77777777" w:rsidR="00C81FAB" w:rsidRDefault="00C81FAB" w:rsidP="009B3BA2"/>
    <w:p w14:paraId="6B1E7D86" w14:textId="77777777" w:rsidR="001147C5" w:rsidRDefault="001147C5" w:rsidP="009B3BA2"/>
    <w:p w14:paraId="0BC2714C" w14:textId="77777777" w:rsidR="005554BE" w:rsidRDefault="005554BE" w:rsidP="009B3BA2"/>
    <w:p w14:paraId="3D812E93" w14:textId="77777777" w:rsidR="005554BE" w:rsidRDefault="005554BE" w:rsidP="009B3BA2"/>
    <w:p w14:paraId="1FE49F90" w14:textId="77777777" w:rsidR="005554BE" w:rsidRDefault="005554BE" w:rsidP="009B3BA2"/>
    <w:p w14:paraId="20CA08D8" w14:textId="77777777" w:rsidR="005554BE" w:rsidRDefault="005554BE" w:rsidP="009B3BA2"/>
    <w:p w14:paraId="01C1FC6C" w14:textId="77777777" w:rsidR="005554BE" w:rsidRDefault="005554BE" w:rsidP="009B3BA2"/>
    <w:tbl>
      <w:tblPr>
        <w:tblW w:w="9699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57" w:type="dxa"/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0"/>
        <w:gridCol w:w="511"/>
        <w:gridCol w:w="1871"/>
        <w:gridCol w:w="1361"/>
        <w:gridCol w:w="1871"/>
        <w:gridCol w:w="1361"/>
        <w:gridCol w:w="1418"/>
        <w:gridCol w:w="456"/>
      </w:tblGrid>
      <w:tr w:rsidR="005554BE" w:rsidRPr="005554BE" w14:paraId="4BCFCD34" w14:textId="77777777" w:rsidTr="00154293">
        <w:trPr>
          <w:cantSplit/>
          <w:trHeight w:hRule="exact" w:val="454"/>
          <w:jc w:val="center"/>
        </w:trPr>
        <w:tc>
          <w:tcPr>
            <w:tcW w:w="850" w:type="dxa"/>
            <w:noWrap/>
            <w:vAlign w:val="center"/>
          </w:tcPr>
          <w:p w14:paraId="09FD6652" w14:textId="77777777" w:rsidR="005554BE" w:rsidRPr="005554BE" w:rsidRDefault="005554BE" w:rsidP="005554BE">
            <w:pPr>
              <w:ind w:left="-42"/>
              <w:jc w:val="center"/>
              <w:rPr>
                <w:color w:val="000000" w:themeColor="text1"/>
                <w:sz w:val="14"/>
              </w:rPr>
            </w:pPr>
            <w:r w:rsidRPr="005554BE">
              <w:rPr>
                <w:color w:val="000000" w:themeColor="text1"/>
                <w:sz w:val="14"/>
              </w:rPr>
              <w:t>6</w:t>
            </w:r>
          </w:p>
        </w:tc>
        <w:sdt>
          <w:sdtPr>
            <w:rPr>
              <w:color w:val="000000" w:themeColor="text1"/>
              <w:sz w:val="14"/>
            </w:rPr>
            <w:alias w:val="Popis revize č.6"/>
            <w:tag w:val="Pz6"/>
            <w:id w:val="787498064"/>
            <w:placeholder>
              <w:docPart w:val="4455A44B058644D2A53573B7138F8EC1"/>
            </w:placeholder>
            <w:showingPlcHdr/>
            <w:text/>
          </w:sdtPr>
          <w:sdtEndPr/>
          <w:sdtContent>
            <w:tc>
              <w:tcPr>
                <w:tcW w:w="5614" w:type="dxa"/>
                <w:gridSpan w:val="4"/>
                <w:noWrap/>
                <w:vAlign w:val="center"/>
              </w:tcPr>
              <w:p w14:paraId="594B1C46" w14:textId="295186DE" w:rsidR="005554BE" w:rsidRPr="005554BE" w:rsidRDefault="000050CB" w:rsidP="005554BE">
                <w:pPr>
                  <w:rPr>
                    <w:color w:val="000000" w:themeColor="text1"/>
                    <w:sz w:val="14"/>
                  </w:rPr>
                </w:pPr>
                <w:r w:rsidRPr="0005706C">
                  <w:rPr>
                    <w:color w:val="000000" w:themeColor="text1"/>
                    <w:sz w:val="14"/>
                  </w:rPr>
                  <w:t xml:space="preserve"> </w:t>
                </w:r>
              </w:p>
            </w:tc>
          </w:sdtContent>
        </w:sdt>
        <w:sdt>
          <w:sdtPr>
            <w:rPr>
              <w:color w:val="000000" w:themeColor="text1"/>
              <w:sz w:val="14"/>
            </w:rPr>
            <w:alias w:val="Datum revize č.6"/>
            <w:tag w:val="Dz6"/>
            <w:id w:val="787498093"/>
            <w:placeholder>
              <w:docPart w:val="0DFCD2D10C0C4F45892D11C61214D8BD"/>
            </w:placeholder>
            <w:showingPlcHdr/>
            <w:text/>
          </w:sdtPr>
          <w:sdtEndPr/>
          <w:sdtContent>
            <w:tc>
              <w:tcPr>
                <w:tcW w:w="1361" w:type="dxa"/>
                <w:noWrap/>
                <w:vAlign w:val="center"/>
              </w:tcPr>
              <w:p w14:paraId="31889B03" w14:textId="792DFC42" w:rsidR="005554BE" w:rsidRPr="005554BE" w:rsidRDefault="000050CB" w:rsidP="005554BE">
                <w:pPr>
                  <w:rPr>
                    <w:color w:val="000000" w:themeColor="text1"/>
                    <w:sz w:val="14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tc>
          </w:sdtContent>
        </w:sdt>
        <w:sdt>
          <w:sdtPr>
            <w:rPr>
              <w:color w:val="000000" w:themeColor="text1"/>
              <w:sz w:val="14"/>
            </w:rPr>
            <w:alias w:val="Schválil revizi č.6"/>
            <w:tag w:val="Kz6"/>
            <w:id w:val="787498099"/>
            <w:placeholder>
              <w:docPart w:val="9D873DE55F594146AF036837467F0353"/>
            </w:placeholder>
            <w:showingPlcHdr/>
            <w:text/>
          </w:sdtPr>
          <w:sdtEndPr/>
          <w:sdtContent>
            <w:tc>
              <w:tcPr>
                <w:tcW w:w="1874" w:type="dxa"/>
                <w:gridSpan w:val="2"/>
                <w:noWrap/>
                <w:vAlign w:val="center"/>
              </w:tcPr>
              <w:p w14:paraId="60AF9ABA" w14:textId="6FF08654" w:rsidR="005554BE" w:rsidRPr="005554BE" w:rsidRDefault="000050CB" w:rsidP="005554BE">
                <w:pPr>
                  <w:tabs>
                    <w:tab w:val="right" w:pos="2992"/>
                  </w:tabs>
                  <w:rPr>
                    <w:color w:val="000000" w:themeColor="text1"/>
                    <w:sz w:val="14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tc>
          </w:sdtContent>
        </w:sdt>
      </w:tr>
      <w:tr w:rsidR="005554BE" w:rsidRPr="005554BE" w14:paraId="4504A004" w14:textId="77777777" w:rsidTr="00154293">
        <w:trPr>
          <w:cantSplit/>
          <w:trHeight w:hRule="exact" w:val="454"/>
          <w:jc w:val="center"/>
        </w:trPr>
        <w:tc>
          <w:tcPr>
            <w:tcW w:w="850" w:type="dxa"/>
            <w:noWrap/>
            <w:vAlign w:val="center"/>
          </w:tcPr>
          <w:p w14:paraId="7E00127D" w14:textId="77777777" w:rsidR="005554BE" w:rsidRPr="005554BE" w:rsidRDefault="005554BE" w:rsidP="005554BE">
            <w:pPr>
              <w:ind w:left="-42"/>
              <w:jc w:val="center"/>
              <w:rPr>
                <w:color w:val="000000" w:themeColor="text1"/>
                <w:sz w:val="14"/>
              </w:rPr>
            </w:pPr>
            <w:r w:rsidRPr="005554BE">
              <w:rPr>
                <w:color w:val="000000" w:themeColor="text1"/>
                <w:sz w:val="14"/>
              </w:rPr>
              <w:t>5</w:t>
            </w:r>
          </w:p>
        </w:tc>
        <w:sdt>
          <w:sdtPr>
            <w:rPr>
              <w:color w:val="000000" w:themeColor="text1"/>
              <w:sz w:val="14"/>
            </w:rPr>
            <w:alias w:val="Popis revize č.5"/>
            <w:tag w:val="Pz5"/>
            <w:id w:val="787498063"/>
            <w:placeholder>
              <w:docPart w:val="BB5140E1D2BB415595063D327FB48DA2"/>
            </w:placeholder>
            <w:showingPlcHdr/>
            <w:text/>
          </w:sdtPr>
          <w:sdtEndPr/>
          <w:sdtContent>
            <w:tc>
              <w:tcPr>
                <w:tcW w:w="5614" w:type="dxa"/>
                <w:gridSpan w:val="4"/>
                <w:noWrap/>
                <w:vAlign w:val="center"/>
              </w:tcPr>
              <w:p w14:paraId="63D23401" w14:textId="1EDF6C8E" w:rsidR="005554BE" w:rsidRPr="005554BE" w:rsidRDefault="000050CB" w:rsidP="005554BE">
                <w:pPr>
                  <w:rPr>
                    <w:color w:val="000000" w:themeColor="text1"/>
                    <w:sz w:val="14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tc>
          </w:sdtContent>
        </w:sdt>
        <w:sdt>
          <w:sdtPr>
            <w:rPr>
              <w:color w:val="000000" w:themeColor="text1"/>
              <w:sz w:val="14"/>
            </w:rPr>
            <w:alias w:val="Datum revize č.5"/>
            <w:tag w:val="Dz5"/>
            <w:id w:val="787498092"/>
            <w:placeholder>
              <w:docPart w:val="8CF145A31CE84D5FB5872EF400C52ADA"/>
            </w:placeholder>
            <w:showingPlcHdr/>
            <w:text/>
          </w:sdtPr>
          <w:sdtEndPr/>
          <w:sdtContent>
            <w:tc>
              <w:tcPr>
                <w:tcW w:w="1361" w:type="dxa"/>
                <w:noWrap/>
                <w:vAlign w:val="center"/>
              </w:tcPr>
              <w:p w14:paraId="1221E81A" w14:textId="03448840" w:rsidR="005554BE" w:rsidRPr="005554BE" w:rsidRDefault="000050CB" w:rsidP="005554BE">
                <w:pPr>
                  <w:rPr>
                    <w:color w:val="000000" w:themeColor="text1"/>
                    <w:sz w:val="14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tc>
          </w:sdtContent>
        </w:sdt>
        <w:sdt>
          <w:sdtPr>
            <w:rPr>
              <w:color w:val="000000" w:themeColor="text1"/>
              <w:sz w:val="14"/>
            </w:rPr>
            <w:alias w:val="Schválil revizi č.5"/>
            <w:tag w:val="Kz5"/>
            <w:id w:val="787498098"/>
            <w:placeholder>
              <w:docPart w:val="2DC4F3AF62B64394972D5BCD2CBCBB98"/>
            </w:placeholder>
            <w:showingPlcHdr/>
            <w:text/>
          </w:sdtPr>
          <w:sdtEndPr/>
          <w:sdtContent>
            <w:tc>
              <w:tcPr>
                <w:tcW w:w="1874" w:type="dxa"/>
                <w:gridSpan w:val="2"/>
                <w:noWrap/>
                <w:vAlign w:val="center"/>
              </w:tcPr>
              <w:p w14:paraId="39D1E9D7" w14:textId="4A219F60" w:rsidR="005554BE" w:rsidRPr="005554BE" w:rsidRDefault="000050CB" w:rsidP="005554BE">
                <w:pPr>
                  <w:tabs>
                    <w:tab w:val="right" w:pos="2992"/>
                  </w:tabs>
                  <w:rPr>
                    <w:color w:val="000000" w:themeColor="text1"/>
                    <w:sz w:val="14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tc>
          </w:sdtContent>
        </w:sdt>
      </w:tr>
      <w:tr w:rsidR="005554BE" w:rsidRPr="005554BE" w14:paraId="795311AB" w14:textId="77777777" w:rsidTr="00154293">
        <w:trPr>
          <w:cantSplit/>
          <w:trHeight w:hRule="exact" w:val="454"/>
          <w:jc w:val="center"/>
        </w:trPr>
        <w:tc>
          <w:tcPr>
            <w:tcW w:w="850" w:type="dxa"/>
            <w:noWrap/>
            <w:vAlign w:val="center"/>
          </w:tcPr>
          <w:p w14:paraId="5D7B9B28" w14:textId="77777777" w:rsidR="005554BE" w:rsidRPr="005554BE" w:rsidRDefault="005554BE" w:rsidP="005554BE">
            <w:pPr>
              <w:ind w:left="-42"/>
              <w:jc w:val="center"/>
              <w:rPr>
                <w:color w:val="000000" w:themeColor="text1"/>
                <w:sz w:val="14"/>
              </w:rPr>
            </w:pPr>
            <w:r w:rsidRPr="005554BE">
              <w:rPr>
                <w:color w:val="000000" w:themeColor="text1"/>
                <w:sz w:val="14"/>
              </w:rPr>
              <w:t>4</w:t>
            </w:r>
          </w:p>
        </w:tc>
        <w:sdt>
          <w:sdtPr>
            <w:rPr>
              <w:color w:val="000000" w:themeColor="text1"/>
              <w:sz w:val="14"/>
            </w:rPr>
            <w:alias w:val="Popis revize č.4"/>
            <w:tag w:val="Pz4"/>
            <w:id w:val="787498062"/>
            <w:placeholder>
              <w:docPart w:val="A8A0D4CD5BEC4B0D92761194ED8D3621"/>
            </w:placeholder>
            <w:showingPlcHdr/>
            <w:text/>
          </w:sdtPr>
          <w:sdtEndPr/>
          <w:sdtContent>
            <w:tc>
              <w:tcPr>
                <w:tcW w:w="5614" w:type="dxa"/>
                <w:gridSpan w:val="4"/>
                <w:noWrap/>
                <w:vAlign w:val="center"/>
              </w:tcPr>
              <w:p w14:paraId="69FC4856" w14:textId="1BE8C774" w:rsidR="005554BE" w:rsidRPr="005554BE" w:rsidRDefault="000050CB" w:rsidP="005554BE">
                <w:pPr>
                  <w:rPr>
                    <w:color w:val="000000" w:themeColor="text1"/>
                    <w:sz w:val="14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tc>
          </w:sdtContent>
        </w:sdt>
        <w:sdt>
          <w:sdtPr>
            <w:rPr>
              <w:color w:val="000000" w:themeColor="text1"/>
              <w:sz w:val="14"/>
            </w:rPr>
            <w:alias w:val="Datum revize č.4"/>
            <w:tag w:val="Dz4"/>
            <w:id w:val="787498091"/>
            <w:placeholder>
              <w:docPart w:val="4ED01243361B45EBA4ACA7825CE7AC55"/>
            </w:placeholder>
            <w:showingPlcHdr/>
            <w:text/>
          </w:sdtPr>
          <w:sdtEndPr/>
          <w:sdtContent>
            <w:tc>
              <w:tcPr>
                <w:tcW w:w="1361" w:type="dxa"/>
                <w:noWrap/>
                <w:vAlign w:val="center"/>
              </w:tcPr>
              <w:p w14:paraId="0E700049" w14:textId="5089C6B7" w:rsidR="005554BE" w:rsidRPr="005554BE" w:rsidRDefault="000050CB" w:rsidP="005554BE">
                <w:pPr>
                  <w:rPr>
                    <w:color w:val="000000" w:themeColor="text1"/>
                    <w:sz w:val="14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tc>
          </w:sdtContent>
        </w:sdt>
        <w:sdt>
          <w:sdtPr>
            <w:rPr>
              <w:color w:val="000000" w:themeColor="text1"/>
              <w:sz w:val="14"/>
            </w:rPr>
            <w:alias w:val="Schválil revizi č.4"/>
            <w:tag w:val="Kz4"/>
            <w:id w:val="787498097"/>
            <w:placeholder>
              <w:docPart w:val="325AC45C362E49618859C7A5C3DBA529"/>
            </w:placeholder>
            <w:showingPlcHdr/>
            <w:text/>
          </w:sdtPr>
          <w:sdtEndPr/>
          <w:sdtContent>
            <w:tc>
              <w:tcPr>
                <w:tcW w:w="1874" w:type="dxa"/>
                <w:gridSpan w:val="2"/>
                <w:noWrap/>
                <w:vAlign w:val="center"/>
              </w:tcPr>
              <w:p w14:paraId="79C7995A" w14:textId="775D8420" w:rsidR="005554BE" w:rsidRPr="005554BE" w:rsidRDefault="000050CB" w:rsidP="005554BE">
                <w:pPr>
                  <w:tabs>
                    <w:tab w:val="right" w:pos="2992"/>
                  </w:tabs>
                  <w:rPr>
                    <w:color w:val="000000" w:themeColor="text1"/>
                    <w:sz w:val="14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tc>
          </w:sdtContent>
        </w:sdt>
      </w:tr>
      <w:tr w:rsidR="005554BE" w:rsidRPr="005554BE" w14:paraId="6E4B4E95" w14:textId="77777777" w:rsidTr="00154293">
        <w:trPr>
          <w:cantSplit/>
          <w:trHeight w:hRule="exact" w:val="454"/>
          <w:jc w:val="center"/>
        </w:trPr>
        <w:tc>
          <w:tcPr>
            <w:tcW w:w="850" w:type="dxa"/>
            <w:noWrap/>
            <w:vAlign w:val="center"/>
          </w:tcPr>
          <w:p w14:paraId="02D9D69E" w14:textId="77777777" w:rsidR="005554BE" w:rsidRPr="005554BE" w:rsidRDefault="005554BE" w:rsidP="005554BE">
            <w:pPr>
              <w:ind w:left="-42"/>
              <w:jc w:val="center"/>
              <w:rPr>
                <w:color w:val="000000" w:themeColor="text1"/>
                <w:sz w:val="14"/>
              </w:rPr>
            </w:pPr>
            <w:r w:rsidRPr="005554BE">
              <w:rPr>
                <w:color w:val="000000" w:themeColor="text1"/>
                <w:sz w:val="14"/>
              </w:rPr>
              <w:t>3</w:t>
            </w:r>
          </w:p>
        </w:tc>
        <w:sdt>
          <w:sdtPr>
            <w:rPr>
              <w:color w:val="000000" w:themeColor="text1"/>
              <w:sz w:val="14"/>
            </w:rPr>
            <w:alias w:val="Popis revize č.3"/>
            <w:tag w:val="Pz3"/>
            <w:id w:val="787498061"/>
            <w:placeholder>
              <w:docPart w:val="D86FB1FD1B6A4447B8D835C6CA67D1AF"/>
            </w:placeholder>
            <w:showingPlcHdr/>
            <w:text/>
          </w:sdtPr>
          <w:sdtEndPr/>
          <w:sdtContent>
            <w:tc>
              <w:tcPr>
                <w:tcW w:w="5614" w:type="dxa"/>
                <w:gridSpan w:val="4"/>
                <w:noWrap/>
                <w:vAlign w:val="center"/>
              </w:tcPr>
              <w:p w14:paraId="7A0B2ADC" w14:textId="2F324B79" w:rsidR="005554BE" w:rsidRPr="005554BE" w:rsidRDefault="000050CB" w:rsidP="005554BE">
                <w:pPr>
                  <w:rPr>
                    <w:color w:val="000000" w:themeColor="text1"/>
                    <w:sz w:val="14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tc>
          </w:sdtContent>
        </w:sdt>
        <w:sdt>
          <w:sdtPr>
            <w:rPr>
              <w:color w:val="000000" w:themeColor="text1"/>
              <w:sz w:val="14"/>
            </w:rPr>
            <w:alias w:val="Datum revize č.3"/>
            <w:tag w:val="Dz3"/>
            <w:id w:val="787498090"/>
            <w:placeholder>
              <w:docPart w:val="C5ADEDC169C042E58045EEBBC7B64888"/>
            </w:placeholder>
            <w:showingPlcHdr/>
            <w:text/>
          </w:sdtPr>
          <w:sdtEndPr/>
          <w:sdtContent>
            <w:tc>
              <w:tcPr>
                <w:tcW w:w="1361" w:type="dxa"/>
                <w:noWrap/>
                <w:vAlign w:val="center"/>
              </w:tcPr>
              <w:p w14:paraId="1978345C" w14:textId="3417B320" w:rsidR="005554BE" w:rsidRPr="005554BE" w:rsidRDefault="000050CB" w:rsidP="005554BE">
                <w:pPr>
                  <w:rPr>
                    <w:color w:val="000000" w:themeColor="text1"/>
                    <w:sz w:val="14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tc>
          </w:sdtContent>
        </w:sdt>
        <w:sdt>
          <w:sdtPr>
            <w:rPr>
              <w:color w:val="000000" w:themeColor="text1"/>
              <w:sz w:val="14"/>
            </w:rPr>
            <w:alias w:val="Schválil revizi č.3"/>
            <w:tag w:val="Kz3"/>
            <w:id w:val="787498096"/>
            <w:placeholder>
              <w:docPart w:val="4CF8D92AFC1D4C658603E21C73231395"/>
            </w:placeholder>
            <w:showingPlcHdr/>
            <w:text/>
          </w:sdtPr>
          <w:sdtEndPr/>
          <w:sdtContent>
            <w:tc>
              <w:tcPr>
                <w:tcW w:w="1874" w:type="dxa"/>
                <w:gridSpan w:val="2"/>
                <w:noWrap/>
                <w:vAlign w:val="center"/>
              </w:tcPr>
              <w:p w14:paraId="337D7055" w14:textId="530C7948" w:rsidR="005554BE" w:rsidRPr="005554BE" w:rsidRDefault="000050CB" w:rsidP="005554BE">
                <w:pPr>
                  <w:tabs>
                    <w:tab w:val="right" w:pos="2992"/>
                  </w:tabs>
                  <w:rPr>
                    <w:color w:val="000000" w:themeColor="text1"/>
                    <w:sz w:val="14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tc>
          </w:sdtContent>
        </w:sdt>
      </w:tr>
      <w:tr w:rsidR="005554BE" w:rsidRPr="005554BE" w14:paraId="3F494EBA" w14:textId="77777777" w:rsidTr="00154293">
        <w:trPr>
          <w:cantSplit/>
          <w:trHeight w:hRule="exact" w:val="454"/>
          <w:jc w:val="center"/>
        </w:trPr>
        <w:tc>
          <w:tcPr>
            <w:tcW w:w="850" w:type="dxa"/>
            <w:noWrap/>
            <w:vAlign w:val="center"/>
          </w:tcPr>
          <w:p w14:paraId="5A12A4EF" w14:textId="77777777" w:rsidR="005554BE" w:rsidRPr="005554BE" w:rsidRDefault="005554BE" w:rsidP="005554BE">
            <w:pPr>
              <w:ind w:left="-42"/>
              <w:jc w:val="center"/>
              <w:rPr>
                <w:color w:val="000000" w:themeColor="text1"/>
                <w:sz w:val="14"/>
              </w:rPr>
            </w:pPr>
            <w:r w:rsidRPr="005554BE">
              <w:rPr>
                <w:color w:val="000000" w:themeColor="text1"/>
                <w:sz w:val="14"/>
              </w:rPr>
              <w:t>2</w:t>
            </w:r>
          </w:p>
        </w:tc>
        <w:sdt>
          <w:sdtPr>
            <w:rPr>
              <w:color w:val="000000" w:themeColor="text1"/>
              <w:sz w:val="14"/>
            </w:rPr>
            <w:alias w:val="Popis revize č.2"/>
            <w:tag w:val="Pz2"/>
            <w:id w:val="787498060"/>
            <w:placeholder>
              <w:docPart w:val="CFE7886D83204BA7B5F62B39EFF40EFE"/>
            </w:placeholder>
            <w:text/>
          </w:sdtPr>
          <w:sdtEndPr/>
          <w:sdtContent>
            <w:tc>
              <w:tcPr>
                <w:tcW w:w="5614" w:type="dxa"/>
                <w:gridSpan w:val="4"/>
                <w:noWrap/>
                <w:vAlign w:val="center"/>
              </w:tcPr>
              <w:p w14:paraId="184E59F1" w14:textId="0909EF40" w:rsidR="005554BE" w:rsidRPr="005554BE" w:rsidRDefault="00FC212A" w:rsidP="005554BE">
                <w:pPr>
                  <w:rPr>
                    <w:color w:val="000000" w:themeColor="text1"/>
                    <w:sz w:val="14"/>
                  </w:rPr>
                </w:pPr>
                <w:r>
                  <w:rPr>
                    <w:color w:val="000000" w:themeColor="text1"/>
                    <w:sz w:val="14"/>
                  </w:rPr>
                  <w:t>ČISTOPIS</w:t>
                </w:r>
              </w:p>
            </w:tc>
          </w:sdtContent>
        </w:sdt>
        <w:sdt>
          <w:sdtPr>
            <w:rPr>
              <w:color w:val="000000" w:themeColor="text1"/>
              <w:sz w:val="14"/>
            </w:rPr>
            <w:alias w:val="Datum revize č.2"/>
            <w:tag w:val="Dz2"/>
            <w:id w:val="787498067"/>
            <w:placeholder>
              <w:docPart w:val="BF458BDF49D043ADB8D41591C98DE8E4"/>
            </w:placeholder>
            <w:text/>
          </w:sdtPr>
          <w:sdtEndPr/>
          <w:sdtContent>
            <w:tc>
              <w:tcPr>
                <w:tcW w:w="1361" w:type="dxa"/>
                <w:noWrap/>
                <w:vAlign w:val="center"/>
              </w:tcPr>
              <w:p w14:paraId="10DD225C" w14:textId="3DAF0E89" w:rsidR="005554BE" w:rsidRPr="005554BE" w:rsidRDefault="00FC212A" w:rsidP="005554BE">
                <w:pPr>
                  <w:rPr>
                    <w:color w:val="000000" w:themeColor="text1"/>
                    <w:sz w:val="14"/>
                  </w:rPr>
                </w:pPr>
                <w:r>
                  <w:rPr>
                    <w:color w:val="000000" w:themeColor="text1"/>
                    <w:sz w:val="14"/>
                  </w:rPr>
                  <w:t>06.01.2023</w:t>
                </w:r>
              </w:p>
            </w:tc>
          </w:sdtContent>
        </w:sdt>
        <w:tc>
          <w:tcPr>
            <w:tcW w:w="1874" w:type="dxa"/>
            <w:gridSpan w:val="2"/>
            <w:noWrap/>
            <w:vAlign w:val="center"/>
          </w:tcPr>
          <w:p w14:paraId="0E7BD28E" w14:textId="1B881E0A" w:rsidR="005554BE" w:rsidRPr="005554BE" w:rsidRDefault="00E477C4" w:rsidP="00916646">
            <w:pPr>
              <w:tabs>
                <w:tab w:val="right" w:pos="2992"/>
              </w:tabs>
              <w:rPr>
                <w:color w:val="000000" w:themeColor="text1"/>
                <w:sz w:val="14"/>
              </w:rPr>
            </w:pPr>
            <w:sdt>
              <w:sdtPr>
                <w:rPr>
                  <w:color w:val="000000" w:themeColor="text1"/>
                  <w:sz w:val="14"/>
                </w:rPr>
                <w:alias w:val="Schválil revizi č.2"/>
                <w:tag w:val="Kz2"/>
                <w:id w:val="787498095"/>
                <w:placeholder>
                  <w:docPart w:val="55D440A4923647E195FBD81C20F05660"/>
                </w:placeholder>
                <w:text/>
              </w:sdtPr>
              <w:sdtEndPr/>
              <w:sdtContent>
                <w:r w:rsidR="00FC212A" w:rsidRPr="009133BA">
                  <w:rPr>
                    <w:color w:val="000000" w:themeColor="text1"/>
                    <w:sz w:val="14"/>
                  </w:rPr>
                  <w:t>Ing. Kuba, Ph.D.</w:t>
                </w:r>
              </w:sdtContent>
            </w:sdt>
          </w:p>
        </w:tc>
      </w:tr>
      <w:tr w:rsidR="005554BE" w:rsidRPr="005554BE" w14:paraId="1BDD2F88" w14:textId="77777777" w:rsidTr="00154293">
        <w:trPr>
          <w:cantSplit/>
          <w:trHeight w:hRule="exact" w:val="454"/>
          <w:jc w:val="center"/>
        </w:trPr>
        <w:tc>
          <w:tcPr>
            <w:tcW w:w="850" w:type="dxa"/>
            <w:noWrap/>
            <w:vAlign w:val="center"/>
          </w:tcPr>
          <w:p w14:paraId="7A5E17CC" w14:textId="77777777" w:rsidR="005554BE" w:rsidRPr="005554BE" w:rsidRDefault="005554BE" w:rsidP="005554BE">
            <w:pPr>
              <w:ind w:left="-42"/>
              <w:jc w:val="center"/>
              <w:rPr>
                <w:color w:val="000000" w:themeColor="text1"/>
                <w:sz w:val="14"/>
              </w:rPr>
            </w:pPr>
            <w:r w:rsidRPr="005554BE">
              <w:rPr>
                <w:color w:val="000000" w:themeColor="text1"/>
                <w:sz w:val="14"/>
              </w:rPr>
              <w:t>1</w:t>
            </w:r>
          </w:p>
        </w:tc>
        <w:sdt>
          <w:sdtPr>
            <w:rPr>
              <w:color w:val="000000" w:themeColor="text1"/>
              <w:sz w:val="14"/>
            </w:rPr>
            <w:alias w:val="Popis revize č.1"/>
            <w:tag w:val="Pz1"/>
            <w:id w:val="787498059"/>
            <w:placeholder>
              <w:docPart w:val="9B31CFBF72D0433A9687AA8F38FF2D17"/>
            </w:placeholder>
            <w:text/>
          </w:sdtPr>
          <w:sdtEndPr/>
          <w:sdtContent>
            <w:tc>
              <w:tcPr>
                <w:tcW w:w="5614" w:type="dxa"/>
                <w:gridSpan w:val="4"/>
                <w:noWrap/>
                <w:vAlign w:val="center"/>
              </w:tcPr>
              <w:p w14:paraId="06C3F256" w14:textId="7E59E682" w:rsidR="005554BE" w:rsidRPr="005554BE" w:rsidRDefault="003E6582" w:rsidP="00C81FAB">
                <w:pPr>
                  <w:rPr>
                    <w:color w:val="000000" w:themeColor="text1"/>
                    <w:sz w:val="14"/>
                  </w:rPr>
                </w:pPr>
                <w:r>
                  <w:rPr>
                    <w:color w:val="000000" w:themeColor="text1"/>
                    <w:sz w:val="14"/>
                  </w:rPr>
                  <w:t>VERZE KE KONTROLE</w:t>
                </w:r>
              </w:p>
            </w:tc>
          </w:sdtContent>
        </w:sdt>
        <w:tc>
          <w:tcPr>
            <w:tcW w:w="1361" w:type="dxa"/>
            <w:noWrap/>
            <w:vAlign w:val="center"/>
          </w:tcPr>
          <w:sdt>
            <w:sdtPr>
              <w:rPr>
                <w:color w:val="000000" w:themeColor="text1"/>
                <w:sz w:val="14"/>
              </w:rPr>
              <w:alias w:val="Datum revize č.1"/>
              <w:tag w:val="Dz1"/>
              <w:id w:val="787498066"/>
              <w:placeholder>
                <w:docPart w:val="D7E767A543FB49ECB116B02362C08A43"/>
              </w:placeholder>
              <w:text/>
            </w:sdtPr>
            <w:sdtEndPr/>
            <w:sdtContent>
              <w:p w14:paraId="26347F39" w14:textId="0E3327A7" w:rsidR="005554BE" w:rsidRPr="005554BE" w:rsidRDefault="00CF342A" w:rsidP="00916646">
                <w:pPr>
                  <w:rPr>
                    <w:color w:val="000000" w:themeColor="text1"/>
                    <w:sz w:val="14"/>
                  </w:rPr>
                </w:pPr>
                <w:r>
                  <w:rPr>
                    <w:color w:val="000000" w:themeColor="text1"/>
                    <w:sz w:val="14"/>
                  </w:rPr>
                  <w:t>07</w:t>
                </w:r>
                <w:r w:rsidR="000050CB">
                  <w:rPr>
                    <w:color w:val="000000" w:themeColor="text1"/>
                    <w:sz w:val="14"/>
                  </w:rPr>
                  <w:t>.</w:t>
                </w:r>
                <w:r>
                  <w:rPr>
                    <w:color w:val="000000" w:themeColor="text1"/>
                    <w:sz w:val="14"/>
                  </w:rPr>
                  <w:t>12</w:t>
                </w:r>
                <w:r w:rsidR="000050CB">
                  <w:rPr>
                    <w:color w:val="000000" w:themeColor="text1"/>
                    <w:sz w:val="14"/>
                  </w:rPr>
                  <w:t>.2022</w:t>
                </w:r>
              </w:p>
            </w:sdtContent>
          </w:sdt>
        </w:tc>
        <w:sdt>
          <w:sdtPr>
            <w:rPr>
              <w:color w:val="000000" w:themeColor="text1"/>
              <w:sz w:val="14"/>
            </w:rPr>
            <w:alias w:val="Schválil revizi č.1"/>
            <w:tag w:val="Kz1"/>
            <w:id w:val="787498094"/>
            <w:placeholder>
              <w:docPart w:val="FA2EDAF59F2B44689D1C4569A81DAFD3"/>
            </w:placeholder>
            <w:text/>
          </w:sdtPr>
          <w:sdtEndPr/>
          <w:sdtContent>
            <w:tc>
              <w:tcPr>
                <w:tcW w:w="1874" w:type="dxa"/>
                <w:gridSpan w:val="2"/>
                <w:noWrap/>
                <w:vAlign w:val="center"/>
              </w:tcPr>
              <w:p w14:paraId="4701671A" w14:textId="77777777" w:rsidR="005554BE" w:rsidRPr="005554BE" w:rsidRDefault="00741696" w:rsidP="00916646">
                <w:pPr>
                  <w:tabs>
                    <w:tab w:val="right" w:pos="2992"/>
                  </w:tabs>
                  <w:rPr>
                    <w:color w:val="000000" w:themeColor="text1"/>
                    <w:sz w:val="14"/>
                  </w:rPr>
                </w:pPr>
                <w:r>
                  <w:rPr>
                    <w:color w:val="000000" w:themeColor="text1"/>
                    <w:sz w:val="14"/>
                  </w:rPr>
                  <w:t>Ing. Kuba, Ph.D.</w:t>
                </w:r>
              </w:p>
            </w:tc>
          </w:sdtContent>
        </w:sdt>
      </w:tr>
      <w:tr w:rsidR="005554BE" w:rsidRPr="005554BE" w14:paraId="26BE020A" w14:textId="77777777" w:rsidTr="00154293">
        <w:trPr>
          <w:cantSplit/>
          <w:trHeight w:hRule="exact" w:val="454"/>
          <w:jc w:val="center"/>
        </w:trPr>
        <w:tc>
          <w:tcPr>
            <w:tcW w:w="850" w:type="dxa"/>
            <w:tcBorders>
              <w:bottom w:val="single" w:sz="12" w:space="0" w:color="auto"/>
            </w:tcBorders>
            <w:noWrap/>
            <w:vAlign w:val="center"/>
          </w:tcPr>
          <w:p w14:paraId="0F753B24" w14:textId="77777777" w:rsidR="005554BE" w:rsidRPr="00111921" w:rsidRDefault="005554BE" w:rsidP="005554BE">
            <w:pPr>
              <w:ind w:left="-42"/>
              <w:jc w:val="center"/>
              <w:rPr>
                <w:caps/>
                <w:color w:val="000000" w:themeColor="text1"/>
                <w:sz w:val="14"/>
                <w:szCs w:val="14"/>
              </w:rPr>
            </w:pPr>
            <w:r w:rsidRPr="00111921">
              <w:rPr>
                <w:caps/>
                <w:color w:val="000000" w:themeColor="text1"/>
                <w:sz w:val="14"/>
                <w:szCs w:val="14"/>
              </w:rPr>
              <w:t>Revize</w:t>
            </w:r>
          </w:p>
        </w:tc>
        <w:tc>
          <w:tcPr>
            <w:tcW w:w="5614" w:type="dxa"/>
            <w:gridSpan w:val="4"/>
            <w:tcBorders>
              <w:bottom w:val="single" w:sz="12" w:space="0" w:color="auto"/>
            </w:tcBorders>
            <w:noWrap/>
            <w:vAlign w:val="center"/>
          </w:tcPr>
          <w:p w14:paraId="1F6A998A" w14:textId="77777777" w:rsidR="005554BE" w:rsidRPr="00111921" w:rsidRDefault="005554BE" w:rsidP="005554BE">
            <w:pPr>
              <w:rPr>
                <w:caps/>
                <w:color w:val="000000" w:themeColor="text1"/>
                <w:sz w:val="14"/>
                <w:szCs w:val="14"/>
              </w:rPr>
            </w:pPr>
            <w:r w:rsidRPr="00111921">
              <w:rPr>
                <w:caps/>
                <w:color w:val="000000" w:themeColor="text1"/>
                <w:sz w:val="14"/>
                <w:szCs w:val="14"/>
              </w:rPr>
              <w:t>Popis</w:t>
            </w:r>
          </w:p>
        </w:tc>
        <w:tc>
          <w:tcPr>
            <w:tcW w:w="1361" w:type="dxa"/>
            <w:tcBorders>
              <w:bottom w:val="single" w:sz="12" w:space="0" w:color="auto"/>
            </w:tcBorders>
            <w:noWrap/>
            <w:vAlign w:val="center"/>
          </w:tcPr>
          <w:p w14:paraId="57910538" w14:textId="77777777" w:rsidR="005554BE" w:rsidRPr="00111921" w:rsidRDefault="005554BE" w:rsidP="005554BE">
            <w:pPr>
              <w:rPr>
                <w:caps/>
                <w:color w:val="000000" w:themeColor="text1"/>
                <w:sz w:val="14"/>
                <w:szCs w:val="14"/>
              </w:rPr>
            </w:pPr>
            <w:r w:rsidRPr="00111921">
              <w:rPr>
                <w:caps/>
                <w:color w:val="000000" w:themeColor="text1"/>
                <w:sz w:val="14"/>
                <w:szCs w:val="14"/>
              </w:rPr>
              <w:t>Datum</w:t>
            </w:r>
          </w:p>
        </w:tc>
        <w:tc>
          <w:tcPr>
            <w:tcW w:w="1874" w:type="dxa"/>
            <w:gridSpan w:val="2"/>
            <w:tcBorders>
              <w:bottom w:val="single" w:sz="12" w:space="0" w:color="auto"/>
            </w:tcBorders>
            <w:noWrap/>
            <w:vAlign w:val="center"/>
          </w:tcPr>
          <w:p w14:paraId="7182171F" w14:textId="77777777" w:rsidR="005554BE" w:rsidRPr="00111921" w:rsidRDefault="005554BE" w:rsidP="005554BE">
            <w:pPr>
              <w:tabs>
                <w:tab w:val="right" w:pos="2992"/>
              </w:tabs>
              <w:rPr>
                <w:caps/>
                <w:color w:val="000000" w:themeColor="text1"/>
                <w:sz w:val="14"/>
                <w:szCs w:val="14"/>
              </w:rPr>
            </w:pPr>
            <w:r w:rsidRPr="00111921">
              <w:rPr>
                <w:caps/>
                <w:color w:val="000000" w:themeColor="text1"/>
                <w:sz w:val="14"/>
                <w:szCs w:val="14"/>
              </w:rPr>
              <w:t>Schválil</w:t>
            </w:r>
          </w:p>
        </w:tc>
      </w:tr>
      <w:tr w:rsidR="005554BE" w:rsidRPr="005554BE" w14:paraId="3BDF4435" w14:textId="77777777" w:rsidTr="00154293">
        <w:trPr>
          <w:cantSplit/>
          <w:trHeight w:hRule="exact" w:val="170"/>
          <w:jc w:val="center"/>
        </w:trPr>
        <w:tc>
          <w:tcPr>
            <w:tcW w:w="85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noWrap/>
            <w:vAlign w:val="center"/>
          </w:tcPr>
          <w:p w14:paraId="6261042F" w14:textId="77777777" w:rsidR="005554BE" w:rsidRPr="005554BE" w:rsidRDefault="005554BE" w:rsidP="005554BE">
            <w:pPr>
              <w:ind w:left="-42"/>
              <w:jc w:val="center"/>
              <w:rPr>
                <w:color w:val="000000" w:themeColor="text1"/>
                <w:sz w:val="14"/>
              </w:rPr>
            </w:pPr>
          </w:p>
        </w:tc>
        <w:tc>
          <w:tcPr>
            <w:tcW w:w="5614" w:type="dxa"/>
            <w:gridSpan w:val="4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noWrap/>
            <w:vAlign w:val="center"/>
          </w:tcPr>
          <w:p w14:paraId="3EEA7503" w14:textId="77777777" w:rsidR="005554BE" w:rsidRPr="005554BE" w:rsidRDefault="005554BE" w:rsidP="005554BE">
            <w:pPr>
              <w:rPr>
                <w:color w:val="000000" w:themeColor="text1"/>
                <w:sz w:val="14"/>
              </w:rPr>
            </w:pPr>
          </w:p>
        </w:tc>
        <w:tc>
          <w:tcPr>
            <w:tcW w:w="1361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noWrap/>
            <w:vAlign w:val="center"/>
          </w:tcPr>
          <w:p w14:paraId="4397CA2F" w14:textId="77777777" w:rsidR="005554BE" w:rsidRPr="005554BE" w:rsidRDefault="005554BE" w:rsidP="005554BE">
            <w:pPr>
              <w:rPr>
                <w:color w:val="000000" w:themeColor="text1"/>
                <w:sz w:val="14"/>
              </w:rPr>
            </w:pPr>
          </w:p>
        </w:tc>
        <w:tc>
          <w:tcPr>
            <w:tcW w:w="1874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noWrap/>
            <w:vAlign w:val="center"/>
          </w:tcPr>
          <w:p w14:paraId="31343B9A" w14:textId="77777777" w:rsidR="005554BE" w:rsidRPr="005554BE" w:rsidRDefault="005554BE" w:rsidP="005554BE">
            <w:pPr>
              <w:tabs>
                <w:tab w:val="right" w:pos="2992"/>
              </w:tabs>
              <w:rPr>
                <w:color w:val="000000" w:themeColor="text1"/>
                <w:sz w:val="14"/>
              </w:rPr>
            </w:pPr>
          </w:p>
        </w:tc>
      </w:tr>
      <w:tr w:rsidR="005554BE" w:rsidRPr="005554BE" w14:paraId="2DEB5118" w14:textId="77777777" w:rsidTr="001147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851"/>
          <w:jc w:val="center"/>
        </w:trPr>
        <w:tc>
          <w:tcPr>
            <w:tcW w:w="6464" w:type="dxa"/>
            <w:gridSpan w:val="5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right w:w="0" w:type="dxa"/>
            </w:tcMar>
            <w:vAlign w:val="center"/>
          </w:tcPr>
          <w:p w14:paraId="7F48871B" w14:textId="77777777" w:rsidR="005554BE" w:rsidRPr="005554BE" w:rsidRDefault="005554BE" w:rsidP="005554BE">
            <w:pPr>
              <w:spacing w:before="60"/>
              <w:jc w:val="center"/>
              <w:rPr>
                <w:color w:val="000000" w:themeColor="text1"/>
                <w:spacing w:val="18"/>
                <w:sz w:val="16"/>
              </w:rPr>
            </w:pPr>
            <w:r w:rsidRPr="005554BE">
              <w:rPr>
                <w:noProof/>
                <w:color w:val="000000" w:themeColor="text1"/>
                <w:sz w:val="18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3314D401" wp14:editId="4115E76E">
                      <wp:simplePos x="0" y="0"/>
                      <wp:positionH relativeFrom="column">
                        <wp:posOffset>34925</wp:posOffset>
                      </wp:positionH>
                      <wp:positionV relativeFrom="paragraph">
                        <wp:posOffset>71755</wp:posOffset>
                      </wp:positionV>
                      <wp:extent cx="4020820" cy="443230"/>
                      <wp:effectExtent l="0" t="0" r="0" b="0"/>
                      <wp:wrapNone/>
                      <wp:docPr id="3" name="Text Box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20820" cy="4432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5466F642" w14:textId="77777777" w:rsidR="000A56B5" w:rsidRPr="00E566A0" w:rsidRDefault="000A56B5" w:rsidP="005554BE">
                                  <w:pPr>
                                    <w:jc w:val="center"/>
                                    <w:rPr>
                                      <w:rFonts w:eastAsia="Arial Unicode MS" w:cs="Arial"/>
                                      <w:color w:val="000000"/>
                                      <w:w w:val="99"/>
                                      <w:sz w:val="22"/>
                                      <w:szCs w:val="22"/>
                                    </w:rPr>
                                  </w:pPr>
                                  <w:r w:rsidRPr="004D1112">
                                    <w:rPr>
                                      <w:rFonts w:eastAsia="Arial Unicode MS" w:cs="Arial"/>
                                      <w:b/>
                                      <w:color w:val="000000"/>
                                      <w:w w:val="99"/>
                                      <w:sz w:val="24"/>
                                      <w:szCs w:val="24"/>
                                    </w:rPr>
                                    <w:t>Sweco Hydroprojekt a.s.</w:t>
                                  </w:r>
                                  <w:r>
                                    <w:rPr>
                                      <w:rFonts w:eastAsia="Arial Unicode MS" w:cs="Arial"/>
                                      <w:color w:val="000000"/>
                                      <w:w w:val="99"/>
                                      <w:sz w:val="22"/>
                                      <w:szCs w:val="22"/>
                                    </w:rPr>
                                    <w:t xml:space="preserve"> Ústředí Praha</w:t>
                                  </w:r>
                                </w:p>
                                <w:p w14:paraId="0D0236CB" w14:textId="77777777" w:rsidR="000A56B5" w:rsidRPr="00880E2C" w:rsidRDefault="000A56B5" w:rsidP="005554BE">
                                  <w:pPr>
                                    <w:jc w:val="center"/>
                                    <w:rPr>
                                      <w:rFonts w:eastAsia="Arial Unicode MS" w:cs="Arial"/>
                                      <w:color w:val="000000"/>
                                      <w:spacing w:val="4"/>
                                      <w:szCs w:val="18"/>
                                    </w:rPr>
                                  </w:pPr>
                                  <w:r w:rsidRPr="00880E2C">
                                    <w:rPr>
                                      <w:rFonts w:eastAsia="Arial Unicode MS" w:cs="Arial"/>
                                      <w:color w:val="000000"/>
                                      <w:spacing w:val="4"/>
                                      <w:szCs w:val="18"/>
                                    </w:rPr>
                                    <w:t>Táborská 31, 140 16 Praha 4; praha@sweco.cz; www.sweco.cz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>
                  <w:pict>
                    <v:shapetype w14:anchorId="3314D401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8" o:spid="_x0000_s1026" type="#_x0000_t202" style="position:absolute;left:0;text-align:left;margin-left:2.75pt;margin-top:5.65pt;width:316.6pt;height:34.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" stroked="f">
                      <v:textbox inset="0,0,0,0">
                        <w:txbxContent>
                          <w:p w14:paraId="5466F642" w14:textId="77777777" w:rsidR="000A56B5" w:rsidRPr="00E566A0" w:rsidRDefault="000A56B5" w:rsidP="005554BE">
                            <w:pPr>
                              <w:jc w:val="center"/>
                              <w:rPr>
                                <w:rFonts w:eastAsia="Arial Unicode MS" w:cs="Arial"/>
                                <w:color w:val="000000"/>
                                <w:w w:val="99"/>
                                <w:sz w:val="22"/>
                                <w:szCs w:val="22"/>
                              </w:rPr>
                            </w:pPr>
                            <w:r w:rsidRPr="004D1112">
                              <w:rPr>
                                <w:rFonts w:eastAsia="Arial Unicode MS" w:cs="Arial"/>
                                <w:b/>
                                <w:color w:val="000000"/>
                                <w:w w:val="99"/>
                                <w:sz w:val="24"/>
                                <w:szCs w:val="24"/>
                              </w:rPr>
                              <w:t>Sweco Hydroprojekt a.s.</w:t>
                            </w:r>
                            <w:r>
                              <w:rPr>
                                <w:rFonts w:eastAsia="Arial Unicode MS" w:cs="Arial"/>
                                <w:color w:val="000000"/>
                                <w:w w:val="99"/>
                                <w:sz w:val="22"/>
                                <w:szCs w:val="22"/>
                              </w:rPr>
                              <w:t xml:space="preserve"> Ústředí Praha</w:t>
                            </w:r>
                          </w:p>
                          <w:p w14:paraId="0D0236CB" w14:textId="77777777" w:rsidR="000A56B5" w:rsidRPr="00880E2C" w:rsidRDefault="000A56B5" w:rsidP="005554BE">
                            <w:pPr>
                              <w:jc w:val="center"/>
                              <w:rPr>
                                <w:rFonts w:eastAsia="Arial Unicode MS" w:cs="Arial"/>
                                <w:color w:val="000000"/>
                                <w:spacing w:val="4"/>
                                <w:szCs w:val="18"/>
                              </w:rPr>
                            </w:pPr>
                            <w:r w:rsidRPr="00880E2C">
                              <w:rPr>
                                <w:rFonts w:eastAsia="Arial Unicode MS" w:cs="Arial"/>
                                <w:color w:val="000000"/>
                                <w:spacing w:val="4"/>
                                <w:szCs w:val="18"/>
                              </w:rPr>
                              <w:t>Táborská 31, 140 16 Praha 4; praha@sweco.cz; www.sweco.cz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235" w:type="dxa"/>
            <w:gridSpan w:val="3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tcMar>
              <w:top w:w="0" w:type="dxa"/>
              <w:left w:w="0" w:type="dxa"/>
              <w:right w:w="0" w:type="dxa"/>
            </w:tcMar>
          </w:tcPr>
          <w:p w14:paraId="1C741F8E" w14:textId="77777777" w:rsidR="005554BE" w:rsidRPr="005554BE" w:rsidRDefault="005554BE" w:rsidP="005554BE">
            <w:pPr>
              <w:tabs>
                <w:tab w:val="left" w:pos="250"/>
                <w:tab w:val="center" w:pos="1609"/>
              </w:tabs>
              <w:spacing w:before="60"/>
              <w:jc w:val="center"/>
              <w:rPr>
                <w:color w:val="000000" w:themeColor="text1"/>
                <w:spacing w:val="18"/>
                <w:sz w:val="16"/>
              </w:rPr>
            </w:pPr>
            <w:r w:rsidRPr="005554BE">
              <w:rPr>
                <w:rFonts w:eastAsia="Arial Unicode MS" w:cs="Arial"/>
                <w:noProof/>
                <w:color w:val="000000" w:themeColor="text1"/>
                <w:spacing w:val="18"/>
                <w:sz w:val="14"/>
              </w:rPr>
              <w:drawing>
                <wp:inline distT="0" distB="0" distL="0" distR="0" wp14:anchorId="005C423A" wp14:editId="6E6567AF">
                  <wp:extent cx="1440000" cy="417243"/>
                  <wp:effectExtent l="0" t="0" r="8255" b="1905"/>
                  <wp:docPr id="18" name="obrázek 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43" descr="Logo_sw_m3cm_bw_po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0" cy="41724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554BE" w:rsidRPr="005554BE" w14:paraId="47F0C730" w14:textId="77777777" w:rsidTr="001542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40"/>
          <w:jc w:val="center"/>
        </w:trPr>
        <w:tc>
          <w:tcPr>
            <w:tcW w:w="1361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792DCA3" w14:textId="77777777" w:rsidR="005554BE" w:rsidRPr="005554BE" w:rsidRDefault="005554BE" w:rsidP="005554BE">
            <w:pPr>
              <w:jc w:val="left"/>
              <w:rPr>
                <w:color w:val="000000" w:themeColor="text1"/>
                <w:sz w:val="14"/>
              </w:rPr>
            </w:pPr>
            <w:r w:rsidRPr="005554BE">
              <w:rPr>
                <w:color w:val="000000" w:themeColor="text1"/>
                <w:sz w:val="14"/>
              </w:rPr>
              <w:t>VYPRACOVAL</w:t>
            </w:r>
          </w:p>
        </w:tc>
        <w:sdt>
          <w:sdtPr>
            <w:rPr>
              <w:color w:val="000000" w:themeColor="text1"/>
              <w:sz w:val="16"/>
            </w:rPr>
            <w:alias w:val="Vypracoval"/>
            <w:tag w:val="Vytvoril"/>
            <w:id w:val="787498100"/>
            <w:placeholder>
              <w:docPart w:val="5A8565E9D62C4EB4B7868765CE501DFA"/>
            </w:placeholder>
            <w:text/>
          </w:sdtPr>
          <w:sdtEndPr/>
          <w:sdtContent>
            <w:tc>
              <w:tcPr>
                <w:tcW w:w="1871" w:type="dxa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vAlign w:val="center"/>
              </w:tcPr>
              <w:p w14:paraId="182727AB" w14:textId="77777777" w:rsidR="005554BE" w:rsidRPr="005554BE" w:rsidRDefault="00741696" w:rsidP="00916646">
                <w:pPr>
                  <w:jc w:val="left"/>
                  <w:rPr>
                    <w:color w:val="000000" w:themeColor="text1"/>
                    <w:sz w:val="16"/>
                  </w:rPr>
                </w:pPr>
                <w:r>
                  <w:rPr>
                    <w:color w:val="000000" w:themeColor="text1"/>
                    <w:sz w:val="16"/>
                  </w:rPr>
                  <w:t>kolektiv autorů</w:t>
                </w:r>
              </w:p>
            </w:tc>
          </w:sdtContent>
        </w:sdt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129856B" w14:textId="77777777" w:rsidR="005554BE" w:rsidRPr="005554BE" w:rsidRDefault="005554BE" w:rsidP="005554BE">
            <w:pPr>
              <w:jc w:val="left"/>
              <w:rPr>
                <w:color w:val="000000" w:themeColor="text1"/>
                <w:sz w:val="14"/>
              </w:rPr>
            </w:pPr>
            <w:r w:rsidRPr="005554BE">
              <w:rPr>
                <w:color w:val="000000" w:themeColor="text1"/>
                <w:sz w:val="14"/>
              </w:rPr>
              <w:t>HIP</w:t>
            </w:r>
          </w:p>
        </w:tc>
        <w:sdt>
          <w:sdtPr>
            <w:rPr>
              <w:color w:val="000000" w:themeColor="text1"/>
              <w:sz w:val="16"/>
            </w:rPr>
            <w:alias w:val="Hlavní inženýr projektu"/>
            <w:tag w:val="hip_kr"/>
            <w:id w:val="787498101"/>
            <w:placeholder>
              <w:docPart w:val="E80E9193088F4781A891909882243402"/>
            </w:placeholder>
            <w:text/>
          </w:sdtPr>
          <w:sdtEndPr/>
          <w:sdtContent>
            <w:tc>
              <w:tcPr>
                <w:tcW w:w="1871" w:type="dxa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vAlign w:val="center"/>
              </w:tcPr>
              <w:p w14:paraId="20F0197D" w14:textId="77777777" w:rsidR="005554BE" w:rsidRPr="005554BE" w:rsidRDefault="00741696" w:rsidP="00916646">
                <w:pPr>
                  <w:jc w:val="left"/>
                  <w:rPr>
                    <w:color w:val="000000" w:themeColor="text1"/>
                    <w:sz w:val="16"/>
                  </w:rPr>
                </w:pPr>
                <w:r>
                  <w:rPr>
                    <w:color w:val="000000" w:themeColor="text1"/>
                    <w:sz w:val="16"/>
                  </w:rPr>
                  <w:t>Ing. Rinn</w:t>
                </w:r>
              </w:p>
            </w:tc>
          </w:sdtContent>
        </w:sdt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60E8C0E" w14:textId="77777777" w:rsidR="005554BE" w:rsidRPr="005554BE" w:rsidRDefault="005554BE" w:rsidP="005554BE">
            <w:pPr>
              <w:jc w:val="left"/>
              <w:rPr>
                <w:color w:val="000000" w:themeColor="text1"/>
                <w:sz w:val="14"/>
              </w:rPr>
            </w:pPr>
            <w:r w:rsidRPr="005554BE">
              <w:rPr>
                <w:color w:val="000000" w:themeColor="text1"/>
                <w:sz w:val="14"/>
              </w:rPr>
              <w:t>T. KONTROLA</w:t>
            </w:r>
          </w:p>
        </w:tc>
        <w:sdt>
          <w:sdtPr>
            <w:rPr>
              <w:color w:val="000000" w:themeColor="text1"/>
              <w:sz w:val="16"/>
            </w:rPr>
            <w:alias w:val="Technická kontrola"/>
            <w:tag w:val="kj_kr"/>
            <w:id w:val="787498102"/>
            <w:placeholder>
              <w:docPart w:val="1F16EF84CFD745F8B83C941489686091"/>
            </w:placeholder>
            <w:text/>
          </w:sdtPr>
          <w:sdtEndPr/>
          <w:sdtContent>
            <w:tc>
              <w:tcPr>
                <w:tcW w:w="1874" w:type="dxa"/>
                <w:gridSpan w:val="2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12" w:space="0" w:color="auto"/>
                </w:tcBorders>
                <w:vAlign w:val="center"/>
              </w:tcPr>
              <w:p w14:paraId="671FBF0A" w14:textId="31C1808F" w:rsidR="005554BE" w:rsidRPr="005554BE" w:rsidRDefault="00A83470" w:rsidP="00916646">
                <w:pPr>
                  <w:jc w:val="left"/>
                  <w:rPr>
                    <w:color w:val="000000" w:themeColor="text1"/>
                    <w:sz w:val="16"/>
                  </w:rPr>
                </w:pPr>
                <w:r>
                  <w:rPr>
                    <w:color w:val="000000" w:themeColor="text1"/>
                    <w:sz w:val="16"/>
                  </w:rPr>
                  <w:t>Ing. Kuba, Ph.D.</w:t>
                </w:r>
              </w:p>
            </w:tc>
          </w:sdtContent>
        </w:sdt>
      </w:tr>
      <w:tr w:rsidR="005554BE" w:rsidRPr="005554BE" w14:paraId="161A9257" w14:textId="77777777" w:rsidTr="001542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40"/>
          <w:jc w:val="center"/>
        </w:trPr>
        <w:tc>
          <w:tcPr>
            <w:tcW w:w="1361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B164D22" w14:textId="77777777" w:rsidR="005554BE" w:rsidRPr="005554BE" w:rsidRDefault="005554BE" w:rsidP="005554BE">
            <w:pPr>
              <w:jc w:val="left"/>
              <w:rPr>
                <w:color w:val="000000" w:themeColor="text1"/>
                <w:sz w:val="14"/>
              </w:rPr>
            </w:pPr>
            <w:r w:rsidRPr="005554BE">
              <w:rPr>
                <w:color w:val="000000" w:themeColor="text1"/>
                <w:sz w:val="14"/>
              </w:rPr>
              <w:t>PROJEKTANT</w:t>
            </w:r>
          </w:p>
        </w:tc>
        <w:sdt>
          <w:sdtPr>
            <w:rPr>
              <w:color w:val="000000" w:themeColor="text1"/>
              <w:sz w:val="16"/>
            </w:rPr>
            <w:alias w:val="Projektant"/>
            <w:tag w:val="Kontr"/>
            <w:id w:val="787498103"/>
            <w:placeholder>
              <w:docPart w:val="C05BD8020C634B5DACFBBF223B422D15"/>
            </w:placeholder>
            <w:text/>
          </w:sdtPr>
          <w:sdtEndPr/>
          <w:sdtContent>
            <w:tc>
              <w:tcPr>
                <w:tcW w:w="1871" w:type="dxa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vAlign w:val="center"/>
              </w:tcPr>
              <w:p w14:paraId="219A033F" w14:textId="3B989772" w:rsidR="005554BE" w:rsidRPr="005554BE" w:rsidRDefault="004C3A43" w:rsidP="00916646">
                <w:pPr>
                  <w:jc w:val="left"/>
                  <w:rPr>
                    <w:color w:val="000000" w:themeColor="text1"/>
                    <w:sz w:val="16"/>
                  </w:rPr>
                </w:pPr>
                <w:r>
                  <w:rPr>
                    <w:color w:val="000000" w:themeColor="text1"/>
                    <w:sz w:val="16"/>
                  </w:rPr>
                  <w:t>k</w:t>
                </w:r>
                <w:r w:rsidR="00B14303">
                  <w:rPr>
                    <w:color w:val="000000" w:themeColor="text1"/>
                    <w:sz w:val="16"/>
                  </w:rPr>
                  <w:t>olektiv autorů</w:t>
                </w:r>
              </w:p>
            </w:tc>
          </w:sdtContent>
        </w:sdt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C7B3EF6" w14:textId="77777777" w:rsidR="005554BE" w:rsidRPr="005554BE" w:rsidRDefault="005554BE" w:rsidP="005554BE">
            <w:pPr>
              <w:jc w:val="left"/>
              <w:rPr>
                <w:color w:val="000000" w:themeColor="text1"/>
                <w:sz w:val="14"/>
              </w:rPr>
            </w:pPr>
            <w:r w:rsidRPr="005554BE">
              <w:rPr>
                <w:color w:val="000000" w:themeColor="text1"/>
                <w:sz w:val="14"/>
              </w:rPr>
              <w:t>ŘEDITEL DIVIZE</w:t>
            </w:r>
          </w:p>
        </w:tc>
        <w:sdt>
          <w:sdtPr>
            <w:rPr>
              <w:color w:val="000000" w:themeColor="text1"/>
              <w:sz w:val="16"/>
            </w:rPr>
            <w:alias w:val="Ředitel divize"/>
            <w:tag w:val="rovu_kr"/>
            <w:id w:val="787498104"/>
            <w:placeholder>
              <w:docPart w:val="C551B125A0AB4E45988684B1CCB23063"/>
            </w:placeholder>
            <w:text/>
          </w:sdtPr>
          <w:sdtEndPr/>
          <w:sdtContent>
            <w:tc>
              <w:tcPr>
                <w:tcW w:w="1871" w:type="dxa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vAlign w:val="center"/>
              </w:tcPr>
              <w:p w14:paraId="0F2B2A41" w14:textId="77777777" w:rsidR="005554BE" w:rsidRPr="005554BE" w:rsidRDefault="00741696" w:rsidP="00916646">
                <w:pPr>
                  <w:jc w:val="left"/>
                  <w:rPr>
                    <w:color w:val="000000" w:themeColor="text1"/>
                    <w:sz w:val="16"/>
                  </w:rPr>
                </w:pPr>
                <w:r>
                  <w:rPr>
                    <w:color w:val="000000" w:themeColor="text1"/>
                    <w:sz w:val="16"/>
                  </w:rPr>
                  <w:t>Ing. Hanák</w:t>
                </w:r>
              </w:p>
            </w:tc>
          </w:sdtContent>
        </w:sdt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600ACA6" w14:textId="77777777" w:rsidR="005554BE" w:rsidRPr="005554BE" w:rsidRDefault="005554BE" w:rsidP="005554BE">
            <w:pPr>
              <w:jc w:val="left"/>
              <w:rPr>
                <w:color w:val="000000" w:themeColor="text1"/>
                <w:sz w:val="14"/>
              </w:rPr>
            </w:pPr>
            <w:r w:rsidRPr="005554BE">
              <w:rPr>
                <w:color w:val="000000" w:themeColor="text1"/>
                <w:sz w:val="14"/>
              </w:rPr>
              <w:t>DATUM</w:t>
            </w:r>
          </w:p>
        </w:tc>
        <w:sdt>
          <w:sdtPr>
            <w:rPr>
              <w:color w:val="000000" w:themeColor="text1"/>
              <w:sz w:val="16"/>
            </w:rPr>
            <w:alias w:val="Datum"/>
            <w:tag w:val="DatumCo"/>
            <w:id w:val="787498105"/>
            <w:placeholder>
              <w:docPart w:val="B0F88486065F4C78833A88EC9572FEBB"/>
            </w:placeholder>
            <w:text/>
          </w:sdtPr>
          <w:sdtEndPr/>
          <w:sdtContent>
            <w:tc>
              <w:tcPr>
                <w:tcW w:w="1874" w:type="dxa"/>
                <w:gridSpan w:val="2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12" w:space="0" w:color="auto"/>
                </w:tcBorders>
                <w:vAlign w:val="center"/>
              </w:tcPr>
              <w:p w14:paraId="62EC1626" w14:textId="15EBF9C2" w:rsidR="005554BE" w:rsidRPr="005554BE" w:rsidRDefault="003E6582" w:rsidP="00916646">
                <w:pPr>
                  <w:jc w:val="left"/>
                  <w:rPr>
                    <w:color w:val="000000" w:themeColor="text1"/>
                    <w:sz w:val="16"/>
                  </w:rPr>
                </w:pPr>
                <w:r>
                  <w:rPr>
                    <w:color w:val="000000" w:themeColor="text1"/>
                    <w:sz w:val="16"/>
                  </w:rPr>
                  <w:t>0</w:t>
                </w:r>
                <w:r w:rsidR="009B1EF4">
                  <w:rPr>
                    <w:color w:val="000000" w:themeColor="text1"/>
                    <w:sz w:val="16"/>
                  </w:rPr>
                  <w:t>1</w:t>
                </w:r>
                <w:r w:rsidR="00741696">
                  <w:rPr>
                    <w:color w:val="000000" w:themeColor="text1"/>
                    <w:sz w:val="16"/>
                  </w:rPr>
                  <w:t>/202</w:t>
                </w:r>
                <w:r>
                  <w:rPr>
                    <w:color w:val="000000" w:themeColor="text1"/>
                    <w:sz w:val="16"/>
                  </w:rPr>
                  <w:t>3</w:t>
                </w:r>
              </w:p>
            </w:tc>
          </w:sdtContent>
        </w:sdt>
      </w:tr>
      <w:tr w:rsidR="005554BE" w:rsidRPr="005554BE" w14:paraId="127EDFE9" w14:textId="77777777" w:rsidTr="001542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40"/>
          <w:jc w:val="center"/>
        </w:trPr>
        <w:tc>
          <w:tcPr>
            <w:tcW w:w="1361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46CC19D" w14:textId="77777777" w:rsidR="005554BE" w:rsidRPr="005554BE" w:rsidRDefault="005554BE" w:rsidP="005554BE">
            <w:pPr>
              <w:jc w:val="left"/>
              <w:rPr>
                <w:color w:val="000000" w:themeColor="text1"/>
                <w:sz w:val="14"/>
              </w:rPr>
            </w:pPr>
            <w:r w:rsidRPr="005554BE">
              <w:rPr>
                <w:color w:val="000000" w:themeColor="text1"/>
                <w:sz w:val="14"/>
              </w:rPr>
              <w:t>OBJEDNATEL</w:t>
            </w:r>
          </w:p>
        </w:tc>
        <w:sdt>
          <w:sdtPr>
            <w:rPr>
              <w:color w:val="000000" w:themeColor="text1"/>
              <w:sz w:val="18"/>
              <w:szCs w:val="18"/>
            </w:rPr>
            <w:alias w:val="Objednatel"/>
            <w:tag w:val="Objdok"/>
            <w:id w:val="787498106"/>
            <w:placeholder>
              <w:docPart w:val="52413C6E8A564A21B3AD39BEECD8898C"/>
            </w:placeholder>
            <w:text/>
          </w:sdtPr>
          <w:sdtEndPr/>
          <w:sdtContent>
            <w:tc>
              <w:tcPr>
                <w:tcW w:w="5103" w:type="dxa"/>
                <w:gridSpan w:val="3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vAlign w:val="center"/>
              </w:tcPr>
              <w:p w14:paraId="2B4C6BBE" w14:textId="77777777" w:rsidR="005554BE" w:rsidRPr="005554BE" w:rsidRDefault="00741696" w:rsidP="00916646">
                <w:pPr>
                  <w:jc w:val="left"/>
                  <w:rPr>
                    <w:color w:val="000000" w:themeColor="text1"/>
                    <w:sz w:val="18"/>
                    <w:szCs w:val="18"/>
                  </w:rPr>
                </w:pPr>
                <w:r>
                  <w:rPr>
                    <w:color w:val="000000" w:themeColor="text1"/>
                    <w:sz w:val="18"/>
                    <w:szCs w:val="18"/>
                  </w:rPr>
                  <w:t>Brněnské vodárny a kanalizace, a.s.</w:t>
                </w:r>
              </w:p>
            </w:tc>
          </w:sdtContent>
        </w:sdt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DCE2B58" w14:textId="77777777" w:rsidR="005554BE" w:rsidRPr="005554BE" w:rsidRDefault="005554BE" w:rsidP="005554BE">
            <w:pPr>
              <w:jc w:val="left"/>
              <w:rPr>
                <w:color w:val="000000" w:themeColor="text1"/>
                <w:sz w:val="14"/>
              </w:rPr>
            </w:pPr>
            <w:r w:rsidRPr="005554BE">
              <w:rPr>
                <w:color w:val="000000" w:themeColor="text1"/>
                <w:sz w:val="14"/>
              </w:rPr>
              <w:t>OKRES</w:t>
            </w:r>
          </w:p>
        </w:tc>
        <w:sdt>
          <w:sdtPr>
            <w:rPr>
              <w:color w:val="000000" w:themeColor="text1"/>
              <w:sz w:val="16"/>
            </w:rPr>
            <w:alias w:val="Okres"/>
            <w:tag w:val="Lokalita"/>
            <w:id w:val="787498142"/>
            <w:placeholder>
              <w:docPart w:val="EF3E8C238E4D4C25AEC165941794756D"/>
            </w:placeholder>
            <w:text/>
          </w:sdtPr>
          <w:sdtEndPr/>
          <w:sdtContent>
            <w:tc>
              <w:tcPr>
                <w:tcW w:w="1874" w:type="dxa"/>
                <w:gridSpan w:val="2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12" w:space="0" w:color="auto"/>
                </w:tcBorders>
                <w:vAlign w:val="center"/>
              </w:tcPr>
              <w:p w14:paraId="5961A835" w14:textId="6C043C45" w:rsidR="005554BE" w:rsidRPr="005554BE" w:rsidRDefault="000050CB" w:rsidP="00916646">
                <w:pPr>
                  <w:jc w:val="left"/>
                  <w:rPr>
                    <w:color w:val="000000" w:themeColor="text1"/>
                    <w:sz w:val="16"/>
                  </w:rPr>
                </w:pPr>
                <w:r>
                  <w:rPr>
                    <w:color w:val="000000" w:themeColor="text1"/>
                    <w:sz w:val="16"/>
                  </w:rPr>
                  <w:t>B</w:t>
                </w:r>
                <w:r w:rsidR="003E6582">
                  <w:rPr>
                    <w:color w:val="000000" w:themeColor="text1"/>
                    <w:sz w:val="16"/>
                  </w:rPr>
                  <w:t>RNO</w:t>
                </w:r>
              </w:p>
            </w:tc>
          </w:sdtContent>
        </w:sdt>
      </w:tr>
      <w:tr w:rsidR="005554BE" w:rsidRPr="005554BE" w14:paraId="02941BBC" w14:textId="77777777" w:rsidTr="001542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340"/>
          <w:jc w:val="center"/>
        </w:trPr>
        <w:tc>
          <w:tcPr>
            <w:tcW w:w="6464" w:type="dxa"/>
            <w:gridSpan w:val="5"/>
            <w:vMerge w:val="restart"/>
            <w:tcBorders>
              <w:top w:val="single" w:sz="2" w:space="0" w:color="auto"/>
              <w:left w:val="single" w:sz="12" w:space="0" w:color="auto"/>
              <w:right w:val="single" w:sz="2" w:space="0" w:color="auto"/>
            </w:tcBorders>
          </w:tcPr>
          <w:p w14:paraId="28609B47" w14:textId="77777777" w:rsidR="005554BE" w:rsidRPr="005554BE" w:rsidRDefault="005554BE" w:rsidP="005554BE">
            <w:pPr>
              <w:rPr>
                <w:color w:val="000000" w:themeColor="text1"/>
                <w:sz w:val="14"/>
              </w:rPr>
            </w:pPr>
            <w:r w:rsidRPr="005554BE">
              <w:rPr>
                <w:color w:val="000000" w:themeColor="text1"/>
                <w:sz w:val="14"/>
              </w:rPr>
              <w:t>AKCE:</w:t>
            </w:r>
          </w:p>
          <w:sdt>
            <w:sdtPr>
              <w:rPr>
                <w:color w:val="000000" w:themeColor="text1"/>
                <w:sz w:val="24"/>
              </w:rPr>
              <w:alias w:val="Název dokumentace 1"/>
              <w:tag w:val="NazevDok"/>
              <w:id w:val="787498108"/>
              <w:placeholder>
                <w:docPart w:val="1F72009A793D44D69F275E72E39A4155"/>
              </w:placeholder>
              <w:text/>
            </w:sdtPr>
            <w:sdtEndPr/>
            <w:sdtContent>
              <w:p w14:paraId="1D31BE06" w14:textId="77777777" w:rsidR="00AE0D9D" w:rsidRPr="005554BE" w:rsidRDefault="00741696" w:rsidP="00AE0D9D">
                <w:pPr>
                  <w:jc w:val="center"/>
                  <w:rPr>
                    <w:color w:val="000000" w:themeColor="text1"/>
                    <w:sz w:val="24"/>
                  </w:rPr>
                </w:pPr>
                <w:r>
                  <w:rPr>
                    <w:color w:val="000000" w:themeColor="text1"/>
                    <w:sz w:val="24"/>
                  </w:rPr>
                  <w:t>Kalové hospodářství ČOV Brno - Modřice</w:t>
                </w:r>
              </w:p>
            </w:sdtContent>
          </w:sdt>
          <w:sdt>
            <w:sdtPr>
              <w:rPr>
                <w:color w:val="000000" w:themeColor="text1"/>
                <w:sz w:val="24"/>
              </w:rPr>
              <w:alias w:val="Název dokumentace 2"/>
              <w:tag w:val="NazevDok2_"/>
              <w:id w:val="787498111"/>
              <w:placeholder>
                <w:docPart w:val="6EBF239F87024C759225D9CCE4244952"/>
              </w:placeholder>
              <w:showingPlcHdr/>
              <w:text/>
            </w:sdtPr>
            <w:sdtEndPr/>
            <w:sdtContent>
              <w:p w14:paraId="1853ADBF" w14:textId="32B4AD91" w:rsidR="00AE0D9D" w:rsidRPr="005554BE" w:rsidRDefault="000050CB" w:rsidP="00AE0D9D">
                <w:pPr>
                  <w:jc w:val="center"/>
                  <w:rPr>
                    <w:color w:val="000000" w:themeColor="text1"/>
                    <w:sz w:val="24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sdtContent>
          </w:sdt>
          <w:sdt>
            <w:sdtPr>
              <w:rPr>
                <w:color w:val="000000" w:themeColor="text1"/>
                <w:sz w:val="24"/>
              </w:rPr>
              <w:alias w:val="Název dokumentace 3"/>
              <w:tag w:val="NazevDok3_"/>
              <w:id w:val="787498114"/>
              <w:placeholder>
                <w:docPart w:val="334C278F48E24E3081F0225913D0B53F"/>
              </w:placeholder>
              <w:showingPlcHdr/>
              <w:text/>
            </w:sdtPr>
            <w:sdtEndPr/>
            <w:sdtContent>
              <w:p w14:paraId="5D3D2963" w14:textId="1479BD3B" w:rsidR="00AE0D9D" w:rsidRPr="005554BE" w:rsidRDefault="000050CB" w:rsidP="00AE0D9D">
                <w:pPr>
                  <w:jc w:val="center"/>
                  <w:rPr>
                    <w:color w:val="000000" w:themeColor="text1"/>
                    <w:sz w:val="24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sdtContent>
          </w:sdt>
          <w:sdt>
            <w:sdtPr>
              <w:rPr>
                <w:color w:val="000000" w:themeColor="text1"/>
                <w:sz w:val="24"/>
              </w:rPr>
              <w:alias w:val="Upřesňující podnázev zakázky"/>
              <w:tag w:val="Podnazev"/>
              <w:id w:val="787498115"/>
              <w:placeholder>
                <w:docPart w:val="55E885F254ED4A4197B2BE5DD9CB95C8"/>
              </w:placeholder>
              <w:text/>
            </w:sdtPr>
            <w:sdtEndPr/>
            <w:sdtContent>
              <w:p w14:paraId="0E69B33A" w14:textId="7A598F88" w:rsidR="00D27577" w:rsidRDefault="00E76B02" w:rsidP="00D27577">
                <w:pPr>
                  <w:jc w:val="center"/>
                  <w:rPr>
                    <w:color w:val="000000" w:themeColor="text1"/>
                    <w:sz w:val="24"/>
                  </w:rPr>
                </w:pPr>
                <w:r>
                  <w:rPr>
                    <w:color w:val="000000" w:themeColor="text1"/>
                    <w:sz w:val="24"/>
                  </w:rPr>
                  <w:t>S</w:t>
                </w:r>
                <w:r w:rsidR="00054A02">
                  <w:rPr>
                    <w:color w:val="000000" w:themeColor="text1"/>
                    <w:sz w:val="24"/>
                  </w:rPr>
                  <w:t>0 VŠEOBECNÉ</w:t>
                </w:r>
                <w:r w:rsidR="00821EC1">
                  <w:rPr>
                    <w:color w:val="000000" w:themeColor="text1"/>
                    <w:sz w:val="24"/>
                  </w:rPr>
                  <w:t xml:space="preserve"> SPECIFIKACE</w:t>
                </w:r>
              </w:p>
            </w:sdtContent>
          </w:sdt>
          <w:p w14:paraId="08F4683B" w14:textId="4711971B" w:rsidR="005554BE" w:rsidRPr="00D27577" w:rsidRDefault="005554BE" w:rsidP="00E76B02">
            <w:pPr>
              <w:jc w:val="left"/>
              <w:rPr>
                <w:color w:val="000000" w:themeColor="text1"/>
              </w:rPr>
            </w:pPr>
          </w:p>
        </w:tc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34F45F3" w14:textId="77777777" w:rsidR="005554BE" w:rsidRPr="005554BE" w:rsidRDefault="005554BE" w:rsidP="005554BE">
            <w:pPr>
              <w:jc w:val="left"/>
              <w:rPr>
                <w:color w:val="000000" w:themeColor="text1"/>
                <w:sz w:val="14"/>
              </w:rPr>
            </w:pPr>
            <w:r w:rsidRPr="005554BE">
              <w:rPr>
                <w:color w:val="000000" w:themeColor="text1"/>
                <w:sz w:val="14"/>
              </w:rPr>
              <w:t>ČÍSLO ZAKÁZKY</w:t>
            </w:r>
          </w:p>
        </w:tc>
        <w:tc>
          <w:tcPr>
            <w:tcW w:w="187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333B3CB1" w14:textId="12177F36" w:rsidR="005554BE" w:rsidRPr="00217069" w:rsidRDefault="00E477C4" w:rsidP="00916646">
            <w:pPr>
              <w:jc w:val="left"/>
              <w:rPr>
                <w:color w:val="000000" w:themeColor="text1"/>
                <w:sz w:val="16"/>
              </w:rPr>
            </w:pPr>
            <w:sdt>
              <w:sdtPr>
                <w:rPr>
                  <w:color w:val="000000" w:themeColor="text1"/>
                  <w:sz w:val="16"/>
                </w:rPr>
                <w:alias w:val="Číslo zakázky"/>
                <w:tag w:val="CisloZak"/>
                <w:id w:val="787498143"/>
                <w:placeholder>
                  <w:docPart w:val="4C7CB446A0094AFDB350BBA0773E71AC"/>
                </w:placeholder>
                <w:text/>
              </w:sdtPr>
              <w:sdtEndPr/>
              <w:sdtContent>
                <w:r w:rsidR="00741696">
                  <w:rPr>
                    <w:color w:val="000000" w:themeColor="text1"/>
                    <w:sz w:val="16"/>
                  </w:rPr>
                  <w:t>12 2127 01 0</w:t>
                </w:r>
                <w:r w:rsidR="003E6582">
                  <w:rPr>
                    <w:color w:val="000000" w:themeColor="text1"/>
                    <w:sz w:val="16"/>
                  </w:rPr>
                  <w:t>2</w:t>
                </w:r>
              </w:sdtContent>
            </w:sdt>
          </w:p>
        </w:tc>
      </w:tr>
      <w:tr w:rsidR="005554BE" w:rsidRPr="005554BE" w14:paraId="2768B29A" w14:textId="77777777" w:rsidTr="001542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340"/>
          <w:jc w:val="center"/>
        </w:trPr>
        <w:tc>
          <w:tcPr>
            <w:tcW w:w="6464" w:type="dxa"/>
            <w:gridSpan w:val="5"/>
            <w:vMerge/>
            <w:tcBorders>
              <w:left w:val="single" w:sz="12" w:space="0" w:color="auto"/>
              <w:right w:val="single" w:sz="2" w:space="0" w:color="auto"/>
            </w:tcBorders>
          </w:tcPr>
          <w:p w14:paraId="06F8AF13" w14:textId="77777777" w:rsidR="005554BE" w:rsidRPr="005554BE" w:rsidRDefault="005554BE" w:rsidP="005554BE">
            <w:pPr>
              <w:rPr>
                <w:color w:val="000000" w:themeColor="text1"/>
                <w:sz w:val="18"/>
              </w:rPr>
            </w:pPr>
          </w:p>
        </w:tc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D613317" w14:textId="77777777" w:rsidR="005554BE" w:rsidRPr="005554BE" w:rsidRDefault="005554BE" w:rsidP="005554BE">
            <w:pPr>
              <w:jc w:val="left"/>
              <w:rPr>
                <w:color w:val="000000" w:themeColor="text1"/>
                <w:sz w:val="14"/>
              </w:rPr>
            </w:pPr>
            <w:r w:rsidRPr="005554BE">
              <w:rPr>
                <w:color w:val="000000" w:themeColor="text1"/>
                <w:sz w:val="14"/>
              </w:rPr>
              <w:t>STUPEŇ</w:t>
            </w:r>
          </w:p>
        </w:tc>
        <w:sdt>
          <w:sdtPr>
            <w:rPr>
              <w:color w:val="000000" w:themeColor="text1"/>
              <w:sz w:val="16"/>
            </w:rPr>
            <w:alias w:val="Stupeň"/>
            <w:tag w:val="StupenZ"/>
            <w:id w:val="787498140"/>
            <w:placeholder>
              <w:docPart w:val="77529019E2A642A990A622591BA2FAD1"/>
            </w:placeholder>
            <w:text/>
          </w:sdtPr>
          <w:sdtEndPr/>
          <w:sdtContent>
            <w:tc>
              <w:tcPr>
                <w:tcW w:w="1874" w:type="dxa"/>
                <w:gridSpan w:val="2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12" w:space="0" w:color="auto"/>
                </w:tcBorders>
                <w:vAlign w:val="center"/>
              </w:tcPr>
              <w:p w14:paraId="64F1B2E4" w14:textId="2A9B1320" w:rsidR="005554BE" w:rsidRPr="005554BE" w:rsidRDefault="00FA6430" w:rsidP="003B5D82">
                <w:pPr>
                  <w:jc w:val="left"/>
                  <w:rPr>
                    <w:color w:val="000000" w:themeColor="text1"/>
                    <w:sz w:val="16"/>
                  </w:rPr>
                </w:pPr>
                <w:r>
                  <w:rPr>
                    <w:color w:val="000000" w:themeColor="text1"/>
                    <w:sz w:val="16"/>
                  </w:rPr>
                  <w:t>D</w:t>
                </w:r>
                <w:r w:rsidR="00193D9B">
                  <w:rPr>
                    <w:color w:val="000000" w:themeColor="text1"/>
                    <w:sz w:val="16"/>
                  </w:rPr>
                  <w:t>P</w:t>
                </w:r>
                <w:r w:rsidR="003B5D82">
                  <w:rPr>
                    <w:color w:val="000000" w:themeColor="text1"/>
                    <w:sz w:val="16"/>
                  </w:rPr>
                  <w:t>S</w:t>
                </w:r>
              </w:p>
            </w:tc>
          </w:sdtContent>
        </w:sdt>
      </w:tr>
      <w:tr w:rsidR="005554BE" w:rsidRPr="005554BE" w14:paraId="384A97F2" w14:textId="77777777" w:rsidTr="001542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340"/>
          <w:jc w:val="center"/>
        </w:trPr>
        <w:tc>
          <w:tcPr>
            <w:tcW w:w="6464" w:type="dxa"/>
            <w:gridSpan w:val="5"/>
            <w:vMerge/>
            <w:tcBorders>
              <w:left w:val="single" w:sz="12" w:space="0" w:color="auto"/>
              <w:right w:val="single" w:sz="2" w:space="0" w:color="auto"/>
            </w:tcBorders>
          </w:tcPr>
          <w:p w14:paraId="769890F6" w14:textId="77777777" w:rsidR="005554BE" w:rsidRPr="005554BE" w:rsidRDefault="005554BE" w:rsidP="005554BE">
            <w:pPr>
              <w:rPr>
                <w:color w:val="000000" w:themeColor="text1"/>
                <w:sz w:val="18"/>
              </w:rPr>
            </w:pPr>
          </w:p>
        </w:tc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5FE3776" w14:textId="77777777" w:rsidR="005554BE" w:rsidRPr="005554BE" w:rsidRDefault="005554BE" w:rsidP="005554BE">
            <w:pPr>
              <w:jc w:val="left"/>
              <w:rPr>
                <w:color w:val="000000" w:themeColor="text1"/>
                <w:sz w:val="14"/>
              </w:rPr>
            </w:pPr>
            <w:r w:rsidRPr="005554BE">
              <w:rPr>
                <w:color w:val="000000" w:themeColor="text1"/>
                <w:sz w:val="14"/>
              </w:rPr>
              <w:t>FORMÁT</w:t>
            </w:r>
          </w:p>
        </w:tc>
        <w:tc>
          <w:tcPr>
            <w:tcW w:w="187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14A27AB8" w14:textId="53554E56" w:rsidR="005554BE" w:rsidRPr="005554BE" w:rsidRDefault="00AB1043" w:rsidP="005554BE">
            <w:pPr>
              <w:jc w:val="left"/>
              <w:rPr>
                <w:color w:val="000000" w:themeColor="text1"/>
                <w:sz w:val="16"/>
              </w:rPr>
            </w:pPr>
            <w:r w:rsidRPr="00AB1043">
              <w:rPr>
                <w:color w:val="000000" w:themeColor="text1"/>
                <w:sz w:val="16"/>
              </w:rPr>
              <w:fldChar w:fldCharType="begin"/>
            </w:r>
            <w:r w:rsidRPr="00AB1043">
              <w:rPr>
                <w:color w:val="000000" w:themeColor="text1"/>
                <w:sz w:val="16"/>
              </w:rPr>
              <w:instrText xml:space="preserve"> NUMPAGES   \* MERGEFORMAT </w:instrText>
            </w:r>
            <w:r w:rsidRPr="00AB1043">
              <w:rPr>
                <w:color w:val="000000" w:themeColor="text1"/>
                <w:sz w:val="16"/>
              </w:rPr>
              <w:fldChar w:fldCharType="separate"/>
            </w:r>
            <w:r w:rsidR="004932B5">
              <w:rPr>
                <w:noProof/>
                <w:color w:val="000000" w:themeColor="text1"/>
                <w:sz w:val="16"/>
              </w:rPr>
              <w:t>4</w:t>
            </w:r>
            <w:r w:rsidRPr="00AB1043">
              <w:rPr>
                <w:color w:val="000000" w:themeColor="text1"/>
                <w:sz w:val="16"/>
              </w:rPr>
              <w:fldChar w:fldCharType="end"/>
            </w:r>
            <w:r w:rsidR="00111921" w:rsidRPr="00AB1043">
              <w:rPr>
                <w:color w:val="000000" w:themeColor="text1"/>
                <w:sz w:val="16"/>
              </w:rPr>
              <w:t>x</w:t>
            </w:r>
            <w:r w:rsidR="00111921" w:rsidRPr="00111921">
              <w:rPr>
                <w:color w:val="000000" w:themeColor="text1"/>
                <w:sz w:val="16"/>
              </w:rPr>
              <w:t xml:space="preserve"> A4</w:t>
            </w:r>
          </w:p>
        </w:tc>
      </w:tr>
      <w:tr w:rsidR="005554BE" w:rsidRPr="005554BE" w14:paraId="5A9F72CC" w14:textId="77777777" w:rsidTr="001542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340"/>
          <w:jc w:val="center"/>
        </w:trPr>
        <w:tc>
          <w:tcPr>
            <w:tcW w:w="6464" w:type="dxa"/>
            <w:gridSpan w:val="5"/>
            <w:vMerge/>
            <w:tcBorders>
              <w:left w:val="single" w:sz="12" w:space="0" w:color="auto"/>
              <w:right w:val="single" w:sz="2" w:space="0" w:color="auto"/>
            </w:tcBorders>
          </w:tcPr>
          <w:p w14:paraId="20B3F41C" w14:textId="77777777" w:rsidR="005554BE" w:rsidRPr="005554BE" w:rsidRDefault="005554BE" w:rsidP="005554BE">
            <w:pPr>
              <w:rPr>
                <w:color w:val="000000" w:themeColor="text1"/>
                <w:sz w:val="18"/>
              </w:rPr>
            </w:pPr>
          </w:p>
        </w:tc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2A89DCE" w14:textId="77777777" w:rsidR="005554BE" w:rsidRPr="005554BE" w:rsidRDefault="005554BE" w:rsidP="005554BE">
            <w:pPr>
              <w:jc w:val="left"/>
              <w:rPr>
                <w:color w:val="000000" w:themeColor="text1"/>
                <w:sz w:val="14"/>
              </w:rPr>
            </w:pPr>
          </w:p>
        </w:tc>
        <w:tc>
          <w:tcPr>
            <w:tcW w:w="187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09BAB431" w14:textId="77777777" w:rsidR="005554BE" w:rsidRPr="005554BE" w:rsidRDefault="005554BE" w:rsidP="005554BE">
            <w:pPr>
              <w:jc w:val="left"/>
              <w:rPr>
                <w:color w:val="000000" w:themeColor="text1"/>
                <w:sz w:val="16"/>
              </w:rPr>
            </w:pPr>
          </w:p>
        </w:tc>
      </w:tr>
      <w:tr w:rsidR="005554BE" w:rsidRPr="005554BE" w14:paraId="2E2B4302" w14:textId="77777777" w:rsidTr="001542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340"/>
          <w:jc w:val="center"/>
        </w:trPr>
        <w:tc>
          <w:tcPr>
            <w:tcW w:w="6464" w:type="dxa"/>
            <w:gridSpan w:val="5"/>
            <w:vMerge/>
            <w:tcBorders>
              <w:left w:val="single" w:sz="12" w:space="0" w:color="auto"/>
              <w:bottom w:val="single" w:sz="2" w:space="0" w:color="auto"/>
              <w:right w:val="single" w:sz="2" w:space="0" w:color="auto"/>
            </w:tcBorders>
          </w:tcPr>
          <w:p w14:paraId="3203E263" w14:textId="77777777" w:rsidR="005554BE" w:rsidRPr="005554BE" w:rsidRDefault="005554BE" w:rsidP="005554BE">
            <w:pPr>
              <w:rPr>
                <w:color w:val="000000" w:themeColor="text1"/>
                <w:sz w:val="18"/>
              </w:rPr>
            </w:pPr>
          </w:p>
        </w:tc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A10C77B" w14:textId="77777777" w:rsidR="005554BE" w:rsidRPr="005554BE" w:rsidRDefault="005554BE" w:rsidP="005554BE">
            <w:pPr>
              <w:jc w:val="left"/>
              <w:rPr>
                <w:color w:val="000000" w:themeColor="text1"/>
                <w:sz w:val="14"/>
              </w:rPr>
            </w:pPr>
            <w:r w:rsidRPr="005554BE">
              <w:rPr>
                <w:color w:val="000000" w:themeColor="text1"/>
                <w:sz w:val="14"/>
              </w:rPr>
              <w:t>ARCHIVNÍ ČÍSLO</w:t>
            </w:r>
          </w:p>
        </w:tc>
        <w:sdt>
          <w:sdtPr>
            <w:rPr>
              <w:color w:val="000000" w:themeColor="text1"/>
              <w:sz w:val="16"/>
            </w:rPr>
            <w:alias w:val="Archivní číslo"/>
            <w:tag w:val="Poc"/>
            <w:id w:val="787498132"/>
            <w:placeholder>
              <w:docPart w:val="72C4041A107D45C197C66720C0B47045"/>
            </w:placeholder>
            <w:text/>
          </w:sdtPr>
          <w:sdtEndPr/>
          <w:sdtContent>
            <w:tc>
              <w:tcPr>
                <w:tcW w:w="1874" w:type="dxa"/>
                <w:gridSpan w:val="2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12" w:space="0" w:color="auto"/>
                </w:tcBorders>
                <w:vAlign w:val="center"/>
              </w:tcPr>
              <w:p w14:paraId="50C19984" w14:textId="522C3B18" w:rsidR="005554BE" w:rsidRPr="005554BE" w:rsidRDefault="00741696" w:rsidP="00916646">
                <w:pPr>
                  <w:jc w:val="left"/>
                  <w:rPr>
                    <w:color w:val="000000" w:themeColor="text1"/>
                    <w:sz w:val="16"/>
                  </w:rPr>
                </w:pPr>
                <w:r w:rsidRPr="00AB1043">
                  <w:rPr>
                    <w:color w:val="000000" w:themeColor="text1"/>
                    <w:sz w:val="16"/>
                  </w:rPr>
                  <w:t>00</w:t>
                </w:r>
                <w:r w:rsidR="003E6582">
                  <w:rPr>
                    <w:color w:val="000000" w:themeColor="text1"/>
                    <w:sz w:val="16"/>
                  </w:rPr>
                  <w:t>9377</w:t>
                </w:r>
                <w:r w:rsidRPr="00AB1043">
                  <w:rPr>
                    <w:color w:val="000000" w:themeColor="text1"/>
                    <w:sz w:val="16"/>
                  </w:rPr>
                  <w:t>/22/1</w:t>
                </w:r>
              </w:p>
            </w:tc>
          </w:sdtContent>
        </w:sdt>
      </w:tr>
      <w:tr w:rsidR="005554BE" w:rsidRPr="005554BE" w14:paraId="4997A668" w14:textId="77777777" w:rsidTr="001542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83"/>
          <w:jc w:val="center"/>
        </w:trPr>
        <w:tc>
          <w:tcPr>
            <w:tcW w:w="6464" w:type="dxa"/>
            <w:gridSpan w:val="5"/>
            <w:vMerge w:val="restart"/>
            <w:tcBorders>
              <w:top w:val="single" w:sz="2" w:space="0" w:color="auto"/>
              <w:left w:val="single" w:sz="12" w:space="0" w:color="auto"/>
              <w:right w:val="single" w:sz="2" w:space="0" w:color="auto"/>
            </w:tcBorders>
          </w:tcPr>
          <w:p w14:paraId="643DAB3F" w14:textId="77777777" w:rsidR="005554BE" w:rsidRPr="005554BE" w:rsidRDefault="005554BE" w:rsidP="005554BE">
            <w:pPr>
              <w:jc w:val="left"/>
              <w:rPr>
                <w:color w:val="000000" w:themeColor="text1"/>
                <w:sz w:val="14"/>
              </w:rPr>
            </w:pPr>
            <w:r w:rsidRPr="005554BE">
              <w:rPr>
                <w:color w:val="000000" w:themeColor="text1"/>
                <w:sz w:val="14"/>
              </w:rPr>
              <w:t>PŘÍLOHA:</w:t>
            </w:r>
          </w:p>
          <w:sdt>
            <w:sdtPr>
              <w:rPr>
                <w:color w:val="000000" w:themeColor="text1"/>
                <w:sz w:val="24"/>
              </w:rPr>
              <w:alias w:val="Název přílohy"/>
              <w:tag w:val="PrilNaz"/>
              <w:id w:val="787498119"/>
              <w:placeholder>
                <w:docPart w:val="9AEBE97ACAC0479D8FF7A077D1827D07"/>
              </w:placeholder>
              <w:text/>
            </w:sdtPr>
            <w:sdtEndPr/>
            <w:sdtContent>
              <w:p w14:paraId="2CDF6B87" w14:textId="72A45AFE" w:rsidR="005554BE" w:rsidRPr="005554BE" w:rsidRDefault="00685382" w:rsidP="00916646">
                <w:pPr>
                  <w:jc w:val="center"/>
                  <w:rPr>
                    <w:color w:val="000000" w:themeColor="text1"/>
                    <w:sz w:val="24"/>
                  </w:rPr>
                </w:pPr>
                <w:r w:rsidRPr="00685382">
                  <w:rPr>
                    <w:color w:val="000000" w:themeColor="text1"/>
                    <w:sz w:val="24"/>
                  </w:rPr>
                  <w:t xml:space="preserve">VŠEOBECNÉ SPECIFIKACE - </w:t>
                </w:r>
                <w:r w:rsidR="00236B13">
                  <w:rPr>
                    <w:color w:val="000000" w:themeColor="text1"/>
                    <w:sz w:val="24"/>
                  </w:rPr>
                  <w:t>PROJEKT</w:t>
                </w:r>
              </w:p>
            </w:sdtContent>
          </w:sdt>
        </w:tc>
        <w:tc>
          <w:tcPr>
            <w:tcW w:w="1361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122CD324" w14:textId="77777777" w:rsidR="005554BE" w:rsidRPr="005554BE" w:rsidRDefault="005554BE" w:rsidP="005554BE">
            <w:pPr>
              <w:jc w:val="left"/>
              <w:rPr>
                <w:color w:val="000000" w:themeColor="text1"/>
                <w:sz w:val="14"/>
              </w:rPr>
            </w:pPr>
            <w:r w:rsidRPr="005554BE">
              <w:rPr>
                <w:color w:val="000000" w:themeColor="text1"/>
                <w:sz w:val="14"/>
              </w:rPr>
              <w:t>ČÍSLO PŘÍLOHY</w:t>
            </w:r>
          </w:p>
        </w:tc>
        <w:sdt>
          <w:sdtPr>
            <w:rPr>
              <w:color w:val="000000" w:themeColor="text1"/>
              <w:sz w:val="30"/>
              <w:szCs w:val="30"/>
            </w:rPr>
            <w:alias w:val="Číslo přílohy"/>
            <w:tag w:val="prilcislo"/>
            <w:id w:val="787498126"/>
            <w:placeholder>
              <w:docPart w:val="D0BBF8CE1028417498EBCDB7CCF3F1C2"/>
            </w:placeholder>
            <w:text/>
          </w:sdtPr>
          <w:sdtEndPr/>
          <w:sdtContent>
            <w:tc>
              <w:tcPr>
                <w:tcW w:w="1418" w:type="dxa"/>
                <w:vMerge w:val="restart"/>
                <w:tcBorders>
                  <w:top w:val="single" w:sz="2" w:space="0" w:color="auto"/>
                  <w:left w:val="single" w:sz="2" w:space="0" w:color="auto"/>
                  <w:right w:val="single" w:sz="4" w:space="0" w:color="auto"/>
                </w:tcBorders>
                <w:tcMar>
                  <w:top w:w="0" w:type="dxa"/>
                  <w:left w:w="57" w:type="dxa"/>
                  <w:right w:w="57" w:type="dxa"/>
                </w:tcMar>
                <w:vAlign w:val="center"/>
              </w:tcPr>
              <w:p w14:paraId="5CACCF4A" w14:textId="0EE4E6F4" w:rsidR="005554BE" w:rsidRPr="005554BE" w:rsidRDefault="00E76B02" w:rsidP="00D27577">
                <w:pPr>
                  <w:jc w:val="center"/>
                  <w:rPr>
                    <w:color w:val="000000" w:themeColor="text1"/>
                    <w:sz w:val="30"/>
                    <w:szCs w:val="30"/>
                  </w:rPr>
                </w:pPr>
                <w:r>
                  <w:rPr>
                    <w:color w:val="000000" w:themeColor="text1"/>
                    <w:sz w:val="30"/>
                    <w:szCs w:val="30"/>
                  </w:rPr>
                  <w:t>S</w:t>
                </w:r>
                <w:r w:rsidR="00236B13">
                  <w:rPr>
                    <w:color w:val="000000" w:themeColor="text1"/>
                    <w:sz w:val="30"/>
                    <w:szCs w:val="30"/>
                  </w:rPr>
                  <w:t>0</w:t>
                </w:r>
                <w:r w:rsidR="00193D9B" w:rsidRPr="00193D9B">
                  <w:rPr>
                    <w:color w:val="000000" w:themeColor="text1"/>
                    <w:sz w:val="30"/>
                    <w:szCs w:val="30"/>
                  </w:rPr>
                  <w:t>.1</w:t>
                </w:r>
              </w:p>
            </w:tc>
          </w:sdtContent>
        </w:sdt>
        <w:sdt>
          <w:sdtPr>
            <w:rPr>
              <w:color w:val="000000" w:themeColor="text1"/>
              <w:sz w:val="16"/>
            </w:rPr>
            <w:alias w:val="Verze"/>
            <w:tag w:val="Ver"/>
            <w:id w:val="787498127"/>
            <w:placeholder>
              <w:docPart w:val="182ECDBA034742C2AEE89D1E899ADA5E"/>
            </w:placeholder>
            <w:text/>
          </w:sdtPr>
          <w:sdtEndPr/>
          <w:sdtContent>
            <w:tc>
              <w:tcPr>
                <w:tcW w:w="45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  <w:vAlign w:val="center"/>
              </w:tcPr>
              <w:p w14:paraId="6C992119" w14:textId="59278AD5" w:rsidR="005554BE" w:rsidRPr="005554BE" w:rsidRDefault="00193D9B" w:rsidP="00916646">
                <w:pPr>
                  <w:jc w:val="center"/>
                  <w:rPr>
                    <w:color w:val="000000" w:themeColor="text1"/>
                    <w:sz w:val="16"/>
                  </w:rPr>
                </w:pPr>
                <w:r>
                  <w:rPr>
                    <w:color w:val="000000" w:themeColor="text1"/>
                    <w:sz w:val="16"/>
                  </w:rPr>
                  <w:t>a</w:t>
                </w:r>
              </w:p>
            </w:tc>
          </w:sdtContent>
        </w:sdt>
      </w:tr>
      <w:tr w:rsidR="005554BE" w:rsidRPr="005554BE" w14:paraId="61B56746" w14:textId="77777777" w:rsidTr="001542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83"/>
          <w:jc w:val="center"/>
        </w:trPr>
        <w:tc>
          <w:tcPr>
            <w:tcW w:w="6464" w:type="dxa"/>
            <w:gridSpan w:val="5"/>
            <w:vMerge/>
            <w:tcBorders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14:paraId="59D7B407" w14:textId="77777777" w:rsidR="005554BE" w:rsidRPr="005554BE" w:rsidRDefault="005554BE" w:rsidP="005554BE">
            <w:pPr>
              <w:spacing w:line="40" w:lineRule="exact"/>
              <w:jc w:val="left"/>
              <w:rPr>
                <w:color w:val="000000" w:themeColor="text1"/>
                <w:sz w:val="14"/>
              </w:rPr>
            </w:pPr>
          </w:p>
        </w:tc>
        <w:tc>
          <w:tcPr>
            <w:tcW w:w="1361" w:type="dxa"/>
            <w:vMerge/>
            <w:tcBorders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43225EFD" w14:textId="77777777" w:rsidR="005554BE" w:rsidRPr="005554BE" w:rsidRDefault="005554BE" w:rsidP="005554BE">
            <w:pPr>
              <w:jc w:val="left"/>
              <w:rPr>
                <w:color w:val="000000" w:themeColor="text1"/>
                <w:sz w:val="14"/>
              </w:rPr>
            </w:pPr>
          </w:p>
        </w:tc>
        <w:tc>
          <w:tcPr>
            <w:tcW w:w="1418" w:type="dxa"/>
            <w:vMerge/>
            <w:tcBorders>
              <w:left w:val="single" w:sz="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8A2DFB6" w14:textId="77777777" w:rsidR="005554BE" w:rsidRPr="005554BE" w:rsidRDefault="005554BE" w:rsidP="005554BE">
            <w:pPr>
              <w:ind w:right="242"/>
              <w:jc w:val="right"/>
              <w:rPr>
                <w:color w:val="000000" w:themeColor="text1"/>
                <w:sz w:val="32"/>
              </w:rPr>
            </w:pPr>
          </w:p>
        </w:tc>
        <w:sdt>
          <w:sdtPr>
            <w:rPr>
              <w:color w:val="000000" w:themeColor="text1"/>
              <w:sz w:val="16"/>
            </w:rPr>
            <w:alias w:val="Revize"/>
            <w:tag w:val="Rev"/>
            <w:id w:val="787498129"/>
            <w:placeholder>
              <w:docPart w:val="6036A77F96E544148D3D051D8926FFEA"/>
            </w:placeholder>
            <w:text/>
          </w:sdtPr>
          <w:sdtEndPr/>
          <w:sdtContent>
            <w:tc>
              <w:tcPr>
                <w:tcW w:w="456" w:type="dxa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  <w:vAlign w:val="center"/>
              </w:tcPr>
              <w:p w14:paraId="3B6D0DC1" w14:textId="7CF25E2A" w:rsidR="005554BE" w:rsidRPr="005554BE" w:rsidRDefault="009B1EF4" w:rsidP="00916646">
                <w:pPr>
                  <w:jc w:val="center"/>
                  <w:rPr>
                    <w:color w:val="000000" w:themeColor="text1"/>
                    <w:sz w:val="16"/>
                    <w:szCs w:val="16"/>
                  </w:rPr>
                </w:pPr>
                <w:r>
                  <w:rPr>
                    <w:color w:val="000000" w:themeColor="text1"/>
                    <w:sz w:val="16"/>
                  </w:rPr>
                  <w:t>1</w:t>
                </w:r>
              </w:p>
            </w:tc>
          </w:sdtContent>
        </w:sdt>
      </w:tr>
      <w:tr w:rsidR="005554BE" w:rsidRPr="005554BE" w14:paraId="0AD0564C" w14:textId="77777777" w:rsidTr="001542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567"/>
          <w:jc w:val="center"/>
        </w:trPr>
        <w:tc>
          <w:tcPr>
            <w:tcW w:w="9699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47D12F" w14:textId="77777777" w:rsidR="005554BE" w:rsidRPr="005554BE" w:rsidRDefault="005554BE" w:rsidP="005554BE">
            <w:pPr>
              <w:ind w:left="-32" w:right="-52"/>
              <w:rPr>
                <w:color w:val="000000" w:themeColor="text1"/>
                <w:sz w:val="14"/>
              </w:rPr>
            </w:pPr>
            <w:r w:rsidRPr="005554BE">
              <w:rPr>
                <w:color w:val="000000" w:themeColor="text1"/>
                <w:sz w:val="14"/>
              </w:rPr>
              <w:t xml:space="preserve">Tato dokumentace včetně všech příloh (s výjimkou dat poskytnutých objednatelem) je duševním vlastnictvím akciové společnosti Sweco Hydroprojekt a.s. Objednatel této dokumentace je oprávněn ji využít k účelům vyplývajícím z uzavřené smlouvy bez jakéhokoliv omezení. Jiné osoby (jak fyzické, tak právnické) nejsou bez předchozího výslovného souhlasu objednatele oprávněny tuto dokumentaci ani její části jakkoli využívat, kopírovat (ani jiným způsobem rozmnožovat) </w:t>
            </w:r>
            <w:r w:rsidR="001204F8">
              <w:rPr>
                <w:color w:val="000000" w:themeColor="text1"/>
                <w:sz w:val="14"/>
              </w:rPr>
              <w:t>nebo zpřístupnit dalším osobám.</w:t>
            </w:r>
          </w:p>
          <w:p w14:paraId="6930A900" w14:textId="77777777" w:rsidR="005554BE" w:rsidRPr="005554BE" w:rsidRDefault="005554BE" w:rsidP="005554BE">
            <w:pPr>
              <w:ind w:left="-32" w:right="-52"/>
              <w:rPr>
                <w:color w:val="000000" w:themeColor="text1"/>
                <w:sz w:val="14"/>
              </w:rPr>
            </w:pPr>
            <w:r w:rsidRPr="005554BE">
              <w:rPr>
                <w:color w:val="000000" w:themeColor="text1"/>
                <w:sz w:val="14"/>
              </w:rPr>
              <w:t>Poznámka: Podpisy zpracovatelů jsou připojeny pouze k výtisku číslo 01 nebo originálu přílohy (matrici).</w:t>
            </w:r>
          </w:p>
        </w:tc>
      </w:tr>
    </w:tbl>
    <w:p w14:paraId="758B474C" w14:textId="77777777" w:rsidR="00C81FAB" w:rsidRDefault="00C81FAB">
      <w:pPr>
        <w:rPr>
          <w:color w:val="000000" w:themeColor="text1"/>
        </w:rPr>
      </w:pPr>
    </w:p>
    <w:p w14:paraId="7B3B1675" w14:textId="77777777" w:rsidR="00C81FAB" w:rsidRPr="00F81B53" w:rsidRDefault="00C81FAB">
      <w:pPr>
        <w:rPr>
          <w:color w:val="000000" w:themeColor="text1"/>
        </w:rPr>
        <w:sectPr w:rsidR="00C81FAB" w:rsidRPr="00F81B53" w:rsidSect="005554BE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type w:val="continuous"/>
          <w:pgSz w:w="11906" w:h="16838" w:code="9"/>
          <w:pgMar w:top="1134" w:right="1701" w:bottom="567" w:left="1701" w:header="709" w:footer="709" w:gutter="0"/>
          <w:cols w:space="708"/>
          <w:titlePg/>
          <w:docGrid w:linePitch="360"/>
        </w:sectPr>
      </w:pPr>
    </w:p>
    <w:tbl>
      <w:tblPr>
        <w:tblW w:w="8510" w:type="dxa"/>
        <w:tblInd w:w="-4" w:type="dxa"/>
        <w:tblBorders>
          <w:top w:val="single" w:sz="4" w:space="0" w:color="auto"/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8510"/>
      </w:tblGrid>
      <w:tr w:rsidR="00F838A8" w:rsidRPr="00F81B53" w14:paraId="46AD2F89" w14:textId="77777777" w:rsidTr="7733D6C8">
        <w:trPr>
          <w:trHeight w:val="510"/>
        </w:trPr>
        <w:tc>
          <w:tcPr>
            <w:tcW w:w="8510" w:type="dxa"/>
            <w:tcMar>
              <w:left w:w="0" w:type="dxa"/>
            </w:tcMar>
            <w:vAlign w:val="center"/>
          </w:tcPr>
          <w:p w14:paraId="24D97D6B" w14:textId="77777777" w:rsidR="00532923" w:rsidRPr="00F81B53" w:rsidRDefault="00532923" w:rsidP="00AA14F6">
            <w:pPr>
              <w:tabs>
                <w:tab w:val="left" w:pos="3960"/>
                <w:tab w:val="left" w:pos="4320"/>
              </w:tabs>
              <w:jc w:val="left"/>
              <w:rPr>
                <w:bCs/>
                <w:color w:val="000000" w:themeColor="text1"/>
                <w:sz w:val="30"/>
                <w:szCs w:val="30"/>
              </w:rPr>
            </w:pPr>
            <w:r w:rsidRPr="00F81B53">
              <w:rPr>
                <w:bCs/>
                <w:color w:val="000000" w:themeColor="text1"/>
                <w:sz w:val="30"/>
                <w:szCs w:val="30"/>
              </w:rPr>
              <w:lastRenderedPageBreak/>
              <w:t>OBSAH / SEZNAM PŘÍLOH</w:t>
            </w:r>
          </w:p>
        </w:tc>
      </w:tr>
    </w:tbl>
    <w:p w14:paraId="1F9561DE" w14:textId="326A7DAF" w:rsidR="00863A9A" w:rsidRDefault="790A055B">
      <w:pPr>
        <w:pStyle w:val="Obsah1"/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r>
        <w:fldChar w:fldCharType="begin"/>
      </w:r>
      <w:r w:rsidR="00EF0509">
        <w:instrText>TOC \o \h \z \u</w:instrText>
      </w:r>
      <w:r>
        <w:fldChar w:fldCharType="separate"/>
      </w:r>
      <w:hyperlink w:anchor="_Toc124461901" w:history="1">
        <w:r w:rsidR="00863A9A" w:rsidRPr="00022CBB">
          <w:rPr>
            <w:rStyle w:val="Hypertextovodkaz"/>
            <w:noProof/>
          </w:rPr>
          <w:t>1</w:t>
        </w:r>
        <w:r w:rsidR="00863A9A">
          <w:rPr>
            <w:rFonts w:asciiTheme="minorHAnsi" w:eastAsiaTheme="minorEastAsia" w:hAnsiTheme="minorHAnsi" w:cstheme="minorBidi"/>
            <w:b w:val="0"/>
            <w:noProof/>
            <w:sz w:val="22"/>
            <w:szCs w:val="22"/>
          </w:rPr>
          <w:tab/>
        </w:r>
        <w:r w:rsidR="00863A9A" w:rsidRPr="00022CBB">
          <w:rPr>
            <w:rStyle w:val="Hypertextovodkaz"/>
            <w:noProof/>
          </w:rPr>
          <w:t>ÚVOD</w:t>
        </w:r>
        <w:r w:rsidR="00863A9A">
          <w:rPr>
            <w:noProof/>
            <w:webHidden/>
          </w:rPr>
          <w:tab/>
        </w:r>
        <w:r w:rsidR="00863A9A">
          <w:rPr>
            <w:noProof/>
            <w:webHidden/>
          </w:rPr>
          <w:fldChar w:fldCharType="begin"/>
        </w:r>
        <w:r w:rsidR="00863A9A">
          <w:rPr>
            <w:noProof/>
            <w:webHidden/>
          </w:rPr>
          <w:instrText xml:space="preserve"> PAGEREF _Toc124461901 \h </w:instrText>
        </w:r>
        <w:r w:rsidR="00863A9A">
          <w:rPr>
            <w:noProof/>
            <w:webHidden/>
          </w:rPr>
        </w:r>
        <w:r w:rsidR="00863A9A">
          <w:rPr>
            <w:noProof/>
            <w:webHidden/>
          </w:rPr>
          <w:fldChar w:fldCharType="separate"/>
        </w:r>
        <w:r w:rsidR="004932B5">
          <w:rPr>
            <w:noProof/>
            <w:webHidden/>
          </w:rPr>
          <w:t>3</w:t>
        </w:r>
        <w:r w:rsidR="00863A9A">
          <w:rPr>
            <w:noProof/>
            <w:webHidden/>
          </w:rPr>
          <w:fldChar w:fldCharType="end"/>
        </w:r>
      </w:hyperlink>
    </w:p>
    <w:p w14:paraId="40D85173" w14:textId="38E3C443" w:rsidR="00863A9A" w:rsidRDefault="00E477C4">
      <w:pPr>
        <w:pStyle w:val="Obsah1"/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hyperlink w:anchor="_Toc124461902" w:history="1">
        <w:r w:rsidR="00863A9A" w:rsidRPr="00022CBB">
          <w:rPr>
            <w:rStyle w:val="Hypertextovodkaz"/>
            <w:noProof/>
          </w:rPr>
          <w:t>2</w:t>
        </w:r>
        <w:r w:rsidR="00863A9A">
          <w:rPr>
            <w:rFonts w:asciiTheme="minorHAnsi" w:eastAsiaTheme="minorEastAsia" w:hAnsiTheme="minorHAnsi" w:cstheme="minorBidi"/>
            <w:b w:val="0"/>
            <w:noProof/>
            <w:sz w:val="22"/>
            <w:szCs w:val="22"/>
          </w:rPr>
          <w:tab/>
        </w:r>
        <w:r w:rsidR="00863A9A" w:rsidRPr="00022CBB">
          <w:rPr>
            <w:rStyle w:val="Hypertextovodkaz"/>
            <w:noProof/>
          </w:rPr>
          <w:t>Technické podmínky</w:t>
        </w:r>
        <w:r w:rsidR="00863A9A">
          <w:rPr>
            <w:noProof/>
            <w:webHidden/>
          </w:rPr>
          <w:tab/>
        </w:r>
        <w:r w:rsidR="00863A9A">
          <w:rPr>
            <w:noProof/>
            <w:webHidden/>
          </w:rPr>
          <w:fldChar w:fldCharType="begin"/>
        </w:r>
        <w:r w:rsidR="00863A9A">
          <w:rPr>
            <w:noProof/>
            <w:webHidden/>
          </w:rPr>
          <w:instrText xml:space="preserve"> PAGEREF _Toc124461902 \h </w:instrText>
        </w:r>
        <w:r w:rsidR="00863A9A">
          <w:rPr>
            <w:noProof/>
            <w:webHidden/>
          </w:rPr>
        </w:r>
        <w:r w:rsidR="00863A9A">
          <w:rPr>
            <w:noProof/>
            <w:webHidden/>
          </w:rPr>
          <w:fldChar w:fldCharType="separate"/>
        </w:r>
        <w:r w:rsidR="004932B5">
          <w:rPr>
            <w:noProof/>
            <w:webHidden/>
          </w:rPr>
          <w:t>3</w:t>
        </w:r>
        <w:r w:rsidR="00863A9A">
          <w:rPr>
            <w:noProof/>
            <w:webHidden/>
          </w:rPr>
          <w:fldChar w:fldCharType="end"/>
        </w:r>
      </w:hyperlink>
    </w:p>
    <w:p w14:paraId="45B96D69" w14:textId="66891119" w:rsidR="00863A9A" w:rsidRDefault="00E477C4">
      <w:pPr>
        <w:pStyle w:val="Obsah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24461903" w:history="1">
        <w:r w:rsidR="00863A9A" w:rsidRPr="00022CBB">
          <w:rPr>
            <w:rStyle w:val="Hypertextovodkaz"/>
            <w:noProof/>
          </w:rPr>
          <w:t>2.1</w:t>
        </w:r>
        <w:r w:rsidR="00863A9A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863A9A" w:rsidRPr="00022CBB">
          <w:rPr>
            <w:rStyle w:val="Hypertextovodkaz"/>
            <w:noProof/>
          </w:rPr>
          <w:t>Položkové množství</w:t>
        </w:r>
        <w:r w:rsidR="00863A9A">
          <w:rPr>
            <w:noProof/>
            <w:webHidden/>
          </w:rPr>
          <w:tab/>
        </w:r>
        <w:r w:rsidR="00863A9A">
          <w:rPr>
            <w:noProof/>
            <w:webHidden/>
          </w:rPr>
          <w:fldChar w:fldCharType="begin"/>
        </w:r>
        <w:r w:rsidR="00863A9A">
          <w:rPr>
            <w:noProof/>
            <w:webHidden/>
          </w:rPr>
          <w:instrText xml:space="preserve"> PAGEREF _Toc124461903 \h </w:instrText>
        </w:r>
        <w:r w:rsidR="00863A9A">
          <w:rPr>
            <w:noProof/>
            <w:webHidden/>
          </w:rPr>
        </w:r>
        <w:r w:rsidR="00863A9A">
          <w:rPr>
            <w:noProof/>
            <w:webHidden/>
          </w:rPr>
          <w:fldChar w:fldCharType="separate"/>
        </w:r>
        <w:r w:rsidR="004932B5">
          <w:rPr>
            <w:noProof/>
            <w:webHidden/>
          </w:rPr>
          <w:t>3</w:t>
        </w:r>
        <w:r w:rsidR="00863A9A">
          <w:rPr>
            <w:noProof/>
            <w:webHidden/>
          </w:rPr>
          <w:fldChar w:fldCharType="end"/>
        </w:r>
      </w:hyperlink>
    </w:p>
    <w:p w14:paraId="75A73DAB" w14:textId="4A5A103D" w:rsidR="00863A9A" w:rsidRDefault="00E477C4">
      <w:pPr>
        <w:pStyle w:val="Obsah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24461904" w:history="1">
        <w:r w:rsidR="00863A9A" w:rsidRPr="00022CBB">
          <w:rPr>
            <w:rStyle w:val="Hypertextovodkaz"/>
            <w:noProof/>
          </w:rPr>
          <w:t>2.2</w:t>
        </w:r>
        <w:r w:rsidR="00863A9A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863A9A" w:rsidRPr="00022CBB">
          <w:rPr>
            <w:rStyle w:val="Hypertextovodkaz"/>
            <w:noProof/>
          </w:rPr>
          <w:t>Měrné jednotky</w:t>
        </w:r>
        <w:r w:rsidR="00863A9A">
          <w:rPr>
            <w:noProof/>
            <w:webHidden/>
          </w:rPr>
          <w:tab/>
        </w:r>
        <w:r w:rsidR="00863A9A">
          <w:rPr>
            <w:noProof/>
            <w:webHidden/>
          </w:rPr>
          <w:fldChar w:fldCharType="begin"/>
        </w:r>
        <w:r w:rsidR="00863A9A">
          <w:rPr>
            <w:noProof/>
            <w:webHidden/>
          </w:rPr>
          <w:instrText xml:space="preserve"> PAGEREF _Toc124461904 \h </w:instrText>
        </w:r>
        <w:r w:rsidR="00863A9A">
          <w:rPr>
            <w:noProof/>
            <w:webHidden/>
          </w:rPr>
        </w:r>
        <w:r w:rsidR="00863A9A">
          <w:rPr>
            <w:noProof/>
            <w:webHidden/>
          </w:rPr>
          <w:fldChar w:fldCharType="separate"/>
        </w:r>
        <w:r w:rsidR="004932B5">
          <w:rPr>
            <w:noProof/>
            <w:webHidden/>
          </w:rPr>
          <w:t>3</w:t>
        </w:r>
        <w:r w:rsidR="00863A9A">
          <w:rPr>
            <w:noProof/>
            <w:webHidden/>
          </w:rPr>
          <w:fldChar w:fldCharType="end"/>
        </w:r>
      </w:hyperlink>
    </w:p>
    <w:p w14:paraId="2BF5B1DF" w14:textId="077DA28F" w:rsidR="00863A9A" w:rsidRDefault="00E477C4">
      <w:pPr>
        <w:pStyle w:val="Obsah1"/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hyperlink w:anchor="_Toc124461905" w:history="1">
        <w:r w:rsidR="00863A9A" w:rsidRPr="00022CBB">
          <w:rPr>
            <w:rStyle w:val="Hypertextovodkaz"/>
            <w:noProof/>
          </w:rPr>
          <w:t>3</w:t>
        </w:r>
        <w:r w:rsidR="00863A9A">
          <w:rPr>
            <w:rFonts w:asciiTheme="minorHAnsi" w:eastAsiaTheme="minorEastAsia" w:hAnsiTheme="minorHAnsi" w:cstheme="minorBidi"/>
            <w:b w:val="0"/>
            <w:noProof/>
            <w:sz w:val="22"/>
            <w:szCs w:val="22"/>
          </w:rPr>
          <w:tab/>
        </w:r>
        <w:r w:rsidR="00863A9A" w:rsidRPr="00022CBB">
          <w:rPr>
            <w:rStyle w:val="Hypertextovodkaz"/>
            <w:noProof/>
          </w:rPr>
          <w:t>OCEŇOVÁNÍ</w:t>
        </w:r>
        <w:r w:rsidR="00863A9A">
          <w:rPr>
            <w:noProof/>
            <w:webHidden/>
          </w:rPr>
          <w:tab/>
        </w:r>
        <w:r w:rsidR="00863A9A">
          <w:rPr>
            <w:noProof/>
            <w:webHidden/>
          </w:rPr>
          <w:fldChar w:fldCharType="begin"/>
        </w:r>
        <w:r w:rsidR="00863A9A">
          <w:rPr>
            <w:noProof/>
            <w:webHidden/>
          </w:rPr>
          <w:instrText xml:space="preserve"> PAGEREF _Toc124461905 \h </w:instrText>
        </w:r>
        <w:r w:rsidR="00863A9A">
          <w:rPr>
            <w:noProof/>
            <w:webHidden/>
          </w:rPr>
        </w:r>
        <w:r w:rsidR="00863A9A">
          <w:rPr>
            <w:noProof/>
            <w:webHidden/>
          </w:rPr>
          <w:fldChar w:fldCharType="separate"/>
        </w:r>
        <w:r w:rsidR="004932B5">
          <w:rPr>
            <w:noProof/>
            <w:webHidden/>
          </w:rPr>
          <w:t>4</w:t>
        </w:r>
        <w:r w:rsidR="00863A9A">
          <w:rPr>
            <w:noProof/>
            <w:webHidden/>
          </w:rPr>
          <w:fldChar w:fldCharType="end"/>
        </w:r>
      </w:hyperlink>
    </w:p>
    <w:p w14:paraId="0BB58F75" w14:textId="08930BAB" w:rsidR="00863A9A" w:rsidRDefault="00E477C4">
      <w:pPr>
        <w:pStyle w:val="Obsah1"/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hyperlink w:anchor="_Toc124461906" w:history="1">
        <w:r w:rsidR="00863A9A" w:rsidRPr="00022CBB">
          <w:rPr>
            <w:rStyle w:val="Hypertextovodkaz"/>
            <w:noProof/>
          </w:rPr>
          <w:t>4</w:t>
        </w:r>
        <w:r w:rsidR="00863A9A">
          <w:rPr>
            <w:rFonts w:asciiTheme="minorHAnsi" w:eastAsiaTheme="minorEastAsia" w:hAnsiTheme="minorHAnsi" w:cstheme="minorBidi"/>
            <w:b w:val="0"/>
            <w:noProof/>
            <w:sz w:val="22"/>
            <w:szCs w:val="22"/>
          </w:rPr>
          <w:tab/>
        </w:r>
        <w:r w:rsidR="00863A9A" w:rsidRPr="00022CBB">
          <w:rPr>
            <w:rStyle w:val="Hypertextovodkaz"/>
            <w:noProof/>
          </w:rPr>
          <w:t>DANĚ</w:t>
        </w:r>
        <w:r w:rsidR="00863A9A">
          <w:rPr>
            <w:noProof/>
            <w:webHidden/>
          </w:rPr>
          <w:tab/>
        </w:r>
        <w:r w:rsidR="00863A9A">
          <w:rPr>
            <w:noProof/>
            <w:webHidden/>
          </w:rPr>
          <w:fldChar w:fldCharType="begin"/>
        </w:r>
        <w:r w:rsidR="00863A9A">
          <w:rPr>
            <w:noProof/>
            <w:webHidden/>
          </w:rPr>
          <w:instrText xml:space="preserve"> PAGEREF _Toc124461906 \h </w:instrText>
        </w:r>
        <w:r w:rsidR="00863A9A">
          <w:rPr>
            <w:noProof/>
            <w:webHidden/>
          </w:rPr>
        </w:r>
        <w:r w:rsidR="00863A9A">
          <w:rPr>
            <w:noProof/>
            <w:webHidden/>
          </w:rPr>
          <w:fldChar w:fldCharType="separate"/>
        </w:r>
        <w:r w:rsidR="004932B5">
          <w:rPr>
            <w:noProof/>
            <w:webHidden/>
          </w:rPr>
          <w:t>4</w:t>
        </w:r>
        <w:r w:rsidR="00863A9A">
          <w:rPr>
            <w:noProof/>
            <w:webHidden/>
          </w:rPr>
          <w:fldChar w:fldCharType="end"/>
        </w:r>
      </w:hyperlink>
    </w:p>
    <w:p w14:paraId="4F4D2E01" w14:textId="28FCFD5C" w:rsidR="00863A9A" w:rsidRDefault="00E477C4">
      <w:pPr>
        <w:pStyle w:val="Obsah1"/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hyperlink w:anchor="_Toc124461907" w:history="1">
        <w:r w:rsidR="00863A9A" w:rsidRPr="00022CBB">
          <w:rPr>
            <w:rStyle w:val="Hypertextovodkaz"/>
            <w:noProof/>
          </w:rPr>
          <w:t>5</w:t>
        </w:r>
        <w:r w:rsidR="00863A9A">
          <w:rPr>
            <w:rFonts w:asciiTheme="minorHAnsi" w:eastAsiaTheme="minorEastAsia" w:hAnsiTheme="minorHAnsi" w:cstheme="minorBidi"/>
            <w:b w:val="0"/>
            <w:noProof/>
            <w:sz w:val="22"/>
            <w:szCs w:val="22"/>
          </w:rPr>
          <w:tab/>
        </w:r>
        <w:r w:rsidR="00863A9A" w:rsidRPr="00022CBB">
          <w:rPr>
            <w:rStyle w:val="Hypertextovodkaz"/>
            <w:noProof/>
          </w:rPr>
          <w:t>KOMPLETACE SOUPISU PRACÍ</w:t>
        </w:r>
        <w:r w:rsidR="00863A9A">
          <w:rPr>
            <w:noProof/>
            <w:webHidden/>
          </w:rPr>
          <w:tab/>
        </w:r>
        <w:r w:rsidR="00863A9A">
          <w:rPr>
            <w:noProof/>
            <w:webHidden/>
          </w:rPr>
          <w:fldChar w:fldCharType="begin"/>
        </w:r>
        <w:r w:rsidR="00863A9A">
          <w:rPr>
            <w:noProof/>
            <w:webHidden/>
          </w:rPr>
          <w:instrText xml:space="preserve"> PAGEREF _Toc124461907 \h </w:instrText>
        </w:r>
        <w:r w:rsidR="00863A9A">
          <w:rPr>
            <w:noProof/>
            <w:webHidden/>
          </w:rPr>
        </w:r>
        <w:r w:rsidR="00863A9A">
          <w:rPr>
            <w:noProof/>
            <w:webHidden/>
          </w:rPr>
          <w:fldChar w:fldCharType="separate"/>
        </w:r>
        <w:r w:rsidR="004932B5">
          <w:rPr>
            <w:noProof/>
            <w:webHidden/>
          </w:rPr>
          <w:t>4</w:t>
        </w:r>
        <w:r w:rsidR="00863A9A">
          <w:rPr>
            <w:noProof/>
            <w:webHidden/>
          </w:rPr>
          <w:fldChar w:fldCharType="end"/>
        </w:r>
      </w:hyperlink>
    </w:p>
    <w:p w14:paraId="643FC896" w14:textId="5EEAC689" w:rsidR="790A055B" w:rsidRDefault="790A055B" w:rsidP="790A055B">
      <w:pPr>
        <w:pStyle w:val="Obsah1"/>
        <w:tabs>
          <w:tab w:val="clear" w:pos="8505"/>
          <w:tab w:val="left" w:pos="390"/>
          <w:tab w:val="right" w:leader="dot" w:pos="8490"/>
        </w:tabs>
      </w:pPr>
      <w:r>
        <w:fldChar w:fldCharType="end"/>
      </w:r>
    </w:p>
    <w:p w14:paraId="3D888312" w14:textId="5408347C" w:rsidR="00693245" w:rsidRPr="00F81B53" w:rsidRDefault="00693245" w:rsidP="000F038D">
      <w:pPr>
        <w:pStyle w:val="Obsah5"/>
        <w:ind w:left="0" w:firstLine="0"/>
        <w:rPr>
          <w:color w:val="000000" w:themeColor="text1"/>
        </w:rPr>
      </w:pPr>
      <w:r w:rsidRPr="00F81B53">
        <w:rPr>
          <w:color w:val="000000" w:themeColor="text1"/>
        </w:rPr>
        <w:br w:type="page"/>
      </w:r>
      <w:bookmarkStart w:id="0" w:name="_Toc167240464"/>
      <w:bookmarkStart w:id="1" w:name="_Toc170478967"/>
    </w:p>
    <w:p w14:paraId="5564856D" w14:textId="77777777" w:rsidR="002F5CFC" w:rsidRPr="006C4AA7" w:rsidRDefault="002F5CFC" w:rsidP="006C4AA7">
      <w:pPr>
        <w:pStyle w:val="Nadpis1"/>
      </w:pPr>
      <w:bookmarkStart w:id="2" w:name="_Toc274835377"/>
      <w:bookmarkStart w:id="3" w:name="_Toc465451744"/>
      <w:bookmarkStart w:id="4" w:name="_Toc535327008"/>
      <w:bookmarkStart w:id="5" w:name="_Toc124461901"/>
      <w:bookmarkEnd w:id="0"/>
      <w:bookmarkEnd w:id="1"/>
      <w:r w:rsidRPr="006C4AA7">
        <w:t>ÚVOD</w:t>
      </w:r>
      <w:bookmarkEnd w:id="2"/>
      <w:bookmarkEnd w:id="3"/>
      <w:bookmarkEnd w:id="4"/>
      <w:bookmarkEnd w:id="5"/>
    </w:p>
    <w:p w14:paraId="0C5F8E01" w14:textId="2C25B96C" w:rsidR="002F5CFC" w:rsidRDefault="003D79FD" w:rsidP="002F5CFC">
      <w:r>
        <w:t>Zhotovitel</w:t>
      </w:r>
      <w:r w:rsidR="002F5CFC">
        <w:t xml:space="preserve"> ocení zvlášť každou položku ve </w:t>
      </w:r>
      <w:r w:rsidR="00FE7A61">
        <w:t>Soupisu prací s v</w:t>
      </w:r>
      <w:r w:rsidR="002F5CFC">
        <w:t>ýkaz</w:t>
      </w:r>
      <w:r w:rsidR="00FE7A61">
        <w:t xml:space="preserve">em </w:t>
      </w:r>
      <w:r w:rsidR="002F5CFC">
        <w:t>výměr (</w:t>
      </w:r>
      <w:r w:rsidR="00A15A1C">
        <w:t>SP</w:t>
      </w:r>
      <w:r w:rsidR="002F5CFC">
        <w:t xml:space="preserve">). </w:t>
      </w:r>
      <w:r w:rsidR="00A15A1C">
        <w:t>SP</w:t>
      </w:r>
      <w:r w:rsidR="002F5CFC">
        <w:t xml:space="preserve"> musí být uvažován spolu s ostatními dokumenty Smlouvy, přičemž se bude předpokládat, že Zhotovitel se podrobně seznámil jak s podrobnými popisy prací, které se mají provést, tak se způsoby, jakými mají být provedeny</w:t>
      </w:r>
      <w:r w:rsidR="002F5CFC" w:rsidRPr="00C02E46">
        <w:t xml:space="preserve">, tj. že obsah položek je </w:t>
      </w:r>
      <w:r w:rsidR="002F5CFC">
        <w:t>definován Obchodními podmínkami,</w:t>
      </w:r>
      <w:r w:rsidR="00271F50">
        <w:t xml:space="preserve"> Svaz</w:t>
      </w:r>
      <w:r w:rsidR="0088460B">
        <w:t xml:space="preserve">kem 3 specifikace a Svazkem 5 </w:t>
      </w:r>
      <w:r w:rsidR="002F5CFC">
        <w:t>projektovou dokumentací</w:t>
      </w:r>
      <w:r w:rsidR="009A0B64">
        <w:t xml:space="preserve"> + modelem BIM</w:t>
      </w:r>
      <w:r w:rsidR="002F5CFC">
        <w:t xml:space="preserve"> </w:t>
      </w:r>
      <w:r w:rsidR="009A0B64">
        <w:t xml:space="preserve">a </w:t>
      </w:r>
      <w:r w:rsidR="0088460B">
        <w:t xml:space="preserve">Svazkem 4 </w:t>
      </w:r>
      <w:r w:rsidR="002F5CFC">
        <w:t>soupisem prací</w:t>
      </w:r>
      <w:r w:rsidR="00FB01D5">
        <w:t xml:space="preserve"> </w:t>
      </w:r>
      <w:r w:rsidR="002F5CFC" w:rsidRPr="00C02E46">
        <w:t xml:space="preserve">. </w:t>
      </w:r>
    </w:p>
    <w:p w14:paraId="48D762F3" w14:textId="77777777" w:rsidR="002F5CFC" w:rsidRDefault="002F5CFC" w:rsidP="002F5CFC"/>
    <w:p w14:paraId="09FBF306" w14:textId="23C80C35" w:rsidR="002F5CFC" w:rsidRDefault="002F5CFC" w:rsidP="002F5CFC">
      <w:r>
        <w:t>Celé Dílo se musí realizovat v plném souladu se záměrem a významem</w:t>
      </w:r>
      <w:r w:rsidR="00283FA9">
        <w:t>.</w:t>
      </w:r>
      <w:r>
        <w:t xml:space="preserve"> </w:t>
      </w:r>
    </w:p>
    <w:p w14:paraId="21A6F27E" w14:textId="6092A9DF" w:rsidR="002F5CFC" w:rsidRDefault="002F5CFC" w:rsidP="002F5CFC"/>
    <w:p w14:paraId="09A3E602" w14:textId="77777777" w:rsidR="002F5CFC" w:rsidRPr="006C4AA7" w:rsidRDefault="002F5CFC" w:rsidP="006C4AA7">
      <w:pPr>
        <w:pStyle w:val="Nadpis1"/>
      </w:pPr>
      <w:bookmarkStart w:id="6" w:name="_Toc465451745"/>
      <w:bookmarkStart w:id="7" w:name="_Toc535327009"/>
      <w:bookmarkStart w:id="8" w:name="_Toc124461902"/>
      <w:r w:rsidRPr="006C4AA7">
        <w:t>Technické podmínky</w:t>
      </w:r>
      <w:bookmarkEnd w:id="6"/>
      <w:bookmarkEnd w:id="7"/>
      <w:bookmarkEnd w:id="8"/>
    </w:p>
    <w:p w14:paraId="6FBB9EAF" w14:textId="48ED7250" w:rsidR="002F5CFC" w:rsidRPr="006C4AA7" w:rsidRDefault="002F5CFC" w:rsidP="006C4AA7">
      <w:pPr>
        <w:pStyle w:val="Nadpis2"/>
      </w:pPr>
      <w:bookmarkStart w:id="9" w:name="_Toc274835378"/>
      <w:bookmarkStart w:id="10" w:name="_Toc465451746"/>
      <w:bookmarkStart w:id="11" w:name="_Toc535327010"/>
      <w:bookmarkStart w:id="12" w:name="_Toc124461903"/>
      <w:r w:rsidRPr="006C4AA7">
        <w:t>P</w:t>
      </w:r>
      <w:r w:rsidR="00236B22">
        <w:t>oložkové množství</w:t>
      </w:r>
      <w:bookmarkEnd w:id="9"/>
      <w:bookmarkEnd w:id="10"/>
      <w:bookmarkEnd w:id="11"/>
      <w:bookmarkEnd w:id="12"/>
    </w:p>
    <w:p w14:paraId="496AAAB1" w14:textId="0041056B" w:rsidR="008E129B" w:rsidRDefault="002F5CFC" w:rsidP="002F5CFC">
      <w:r>
        <w:t xml:space="preserve">Množství stanovená </w:t>
      </w:r>
      <w:r w:rsidR="008061F5">
        <w:t xml:space="preserve">ve výkaz výměr </w:t>
      </w:r>
      <w:r>
        <w:t xml:space="preserve">pro jednotlivé položky </w:t>
      </w:r>
      <w:r w:rsidR="00DD2CDF">
        <w:t>v</w:t>
      </w:r>
      <w:r>
        <w:t xml:space="preserve"> </w:t>
      </w:r>
      <w:r w:rsidR="00A15A1C">
        <w:t>SP</w:t>
      </w:r>
      <w:r>
        <w:t xml:space="preserve"> jsou množství určená na základě</w:t>
      </w:r>
      <w:r w:rsidR="00B87499">
        <w:t>:</w:t>
      </w:r>
    </w:p>
    <w:p w14:paraId="0D0977EC" w14:textId="3BB09849" w:rsidR="008E129B" w:rsidRDefault="008E129B" w:rsidP="000A539B">
      <w:pPr>
        <w:pStyle w:val="Odstavecseseznamem"/>
        <w:numPr>
          <w:ilvl w:val="0"/>
          <w:numId w:val="6"/>
        </w:numPr>
      </w:pPr>
      <w:r w:rsidRPr="00B87499">
        <w:rPr>
          <w:b/>
          <w:bCs/>
        </w:rPr>
        <w:t>BIM modelu</w:t>
      </w:r>
      <w:r>
        <w:t xml:space="preserve"> (součást zadávací dokumentace) </w:t>
      </w:r>
      <w:r w:rsidR="00775F9A">
        <w:t>– vazba mezi prvkem modelu (parametr „ROZPOCET (TE)“</w:t>
      </w:r>
      <w:r w:rsidR="00AB6E53">
        <w:t xml:space="preserve">) a Soupisem prací </w:t>
      </w:r>
      <w:r w:rsidR="00B53E00">
        <w:t>(sloupec označení „Kód“</w:t>
      </w:r>
      <w:r w:rsidR="00D402DE">
        <w:t xml:space="preserve">). </w:t>
      </w:r>
      <w:r w:rsidR="00D8570A">
        <w:t xml:space="preserve">Z modelu je možné </w:t>
      </w:r>
      <w:r w:rsidR="00AB3FFE">
        <w:t xml:space="preserve">ověřit uvedené množství. </w:t>
      </w:r>
      <w:r w:rsidR="00D8570A">
        <w:t>Tímto</w:t>
      </w:r>
      <w:r w:rsidR="00AB3FFE">
        <w:t xml:space="preserve"> postupem</w:t>
      </w:r>
      <w:r w:rsidR="00D8570A">
        <w:t xml:space="preserve"> je zajištěna kontrolovatelnost</w:t>
      </w:r>
      <w:r w:rsidR="00AB3FFE">
        <w:t xml:space="preserve"> uvedeného výkazu výměr</w:t>
      </w:r>
      <w:r w:rsidR="00D8570A">
        <w:t xml:space="preserve">. </w:t>
      </w:r>
    </w:p>
    <w:p w14:paraId="2C67EBB8" w14:textId="4C89036D" w:rsidR="00DF76B1" w:rsidRDefault="00D402DE" w:rsidP="00DF76B1">
      <w:pPr>
        <w:pStyle w:val="Odstavecseseznamem"/>
        <w:numPr>
          <w:ilvl w:val="0"/>
          <w:numId w:val="6"/>
        </w:numPr>
      </w:pPr>
      <w:r>
        <w:rPr>
          <w:b/>
          <w:bCs/>
        </w:rPr>
        <w:t>Projekto</w:t>
      </w:r>
      <w:r w:rsidR="00435292">
        <w:rPr>
          <w:b/>
          <w:bCs/>
        </w:rPr>
        <w:t>vé dokumentace</w:t>
      </w:r>
      <w:r w:rsidR="00435292" w:rsidRPr="00435292">
        <w:t xml:space="preserve"> – části, které</w:t>
      </w:r>
      <w:r w:rsidR="00435292">
        <w:t xml:space="preserve"> </w:t>
      </w:r>
      <w:r w:rsidR="00AF53E8">
        <w:t>ne</w:t>
      </w:r>
      <w:r w:rsidR="00CF39E3">
        <w:t>jsou součástí modelu</w:t>
      </w:r>
      <w:r w:rsidR="00BA1D1B">
        <w:t>,</w:t>
      </w:r>
      <w:r w:rsidR="00CF39E3">
        <w:t xml:space="preserve"> </w:t>
      </w:r>
      <w:r w:rsidR="00F93BC6">
        <w:t>budou</w:t>
      </w:r>
      <w:r w:rsidR="002F5CFC">
        <w:t xml:space="preserve"> pro každý druh práce, kterou bude pravděpodobně třeba provést v rámci Smlouvy a </w:t>
      </w:r>
      <w:r w:rsidR="00BA1D1B">
        <w:t>tak jsou</w:t>
      </w:r>
      <w:r w:rsidR="002F5CFC">
        <w:t xml:space="preserve"> </w:t>
      </w:r>
      <w:r w:rsidR="00BA1D1B">
        <w:t>uvedeny</w:t>
      </w:r>
      <w:r w:rsidR="002F5CFC">
        <w:t xml:space="preserve"> , aby umožnily vytvořit společný podklad pro nabídky. </w:t>
      </w:r>
    </w:p>
    <w:p w14:paraId="696297CC" w14:textId="77777777" w:rsidR="002F5CFC" w:rsidRDefault="002F5CFC" w:rsidP="002F5CFC"/>
    <w:p w14:paraId="06664EF8" w14:textId="4D370742" w:rsidR="002F5CFC" w:rsidRDefault="00BF74C8" w:rsidP="002F5CFC">
      <w:r>
        <w:t>Zhotovitel</w:t>
      </w:r>
      <w:r w:rsidR="002F5CFC">
        <w:t xml:space="preserve"> pečlivě uváží všechny podklady zahrnuté do Dokumentace pro </w:t>
      </w:r>
      <w:r w:rsidR="00404E39">
        <w:t xml:space="preserve">zadávací </w:t>
      </w:r>
      <w:r w:rsidR="002F5CFC">
        <w:t>řízení.</w:t>
      </w:r>
    </w:p>
    <w:p w14:paraId="297710F4" w14:textId="77777777" w:rsidR="0040052A" w:rsidRDefault="0040052A" w:rsidP="002F5CFC"/>
    <w:p w14:paraId="49AD4129" w14:textId="77777777" w:rsidR="002F5CFC" w:rsidRDefault="002F5CFC" w:rsidP="002F5CFC">
      <w:r>
        <w:t>Žádné rozpočtové rezervy nebudou zavedeny na ztráty materiálů nebo jejich objemu při dopravě nebo zhutňování.</w:t>
      </w:r>
    </w:p>
    <w:p w14:paraId="16A9AA6C" w14:textId="77777777" w:rsidR="002F5CFC" w:rsidRDefault="002F5CFC" w:rsidP="002F5CFC"/>
    <w:p w14:paraId="05FBB3A0" w14:textId="22CC7927" w:rsidR="002F5CFC" w:rsidRPr="006C4AA7" w:rsidRDefault="002F5CFC" w:rsidP="006C4AA7">
      <w:pPr>
        <w:pStyle w:val="Nadpis2"/>
      </w:pPr>
      <w:bookmarkStart w:id="13" w:name="_Toc274835379"/>
      <w:bookmarkStart w:id="14" w:name="_Toc465451747"/>
      <w:bookmarkStart w:id="15" w:name="_Toc535327011"/>
      <w:bookmarkStart w:id="16" w:name="_Toc124461904"/>
      <w:r w:rsidRPr="006C4AA7">
        <w:t>M</w:t>
      </w:r>
      <w:r w:rsidR="00236B22">
        <w:t>ěrné jednotky</w:t>
      </w:r>
      <w:bookmarkEnd w:id="13"/>
      <w:bookmarkEnd w:id="14"/>
      <w:bookmarkEnd w:id="15"/>
      <w:bookmarkEnd w:id="16"/>
    </w:p>
    <w:p w14:paraId="2426B20E" w14:textId="77777777" w:rsidR="002F5CFC" w:rsidRDefault="002F5CFC" w:rsidP="002F5CFC">
      <w:r>
        <w:t xml:space="preserve">Používané výpočtové jednotky budou stejné, jaké specifikuje a připouští mezinárodní systém SI a jaké jsou používané v této dokumentaci. Při měření, oceňování a přípravě prováděcích výkresů nebudou používány jiné jednotky, než které se používají v projektové dokumentaci. (Jednotky nepoužívané v této dokumentaci budou rovněž vyjádřeny v systému SI.) </w:t>
      </w:r>
    </w:p>
    <w:p w14:paraId="7B898E03" w14:textId="77777777" w:rsidR="002F5CFC" w:rsidRDefault="002F5CFC" w:rsidP="002F5CFC"/>
    <w:p w14:paraId="6719FB81" w14:textId="77777777" w:rsidR="002F5CFC" w:rsidRDefault="002F5CFC" w:rsidP="002F5CFC">
      <w:r>
        <w:t>Zkratky používané ve VV budou interpretovány následovně:</w:t>
      </w:r>
    </w:p>
    <w:p w14:paraId="6AD26BC9" w14:textId="77777777" w:rsidR="002F5CFC" w:rsidRDefault="002F5CFC" w:rsidP="002F5CFC"/>
    <w:p w14:paraId="257DFBC0" w14:textId="77777777" w:rsidR="002F5CFC" w:rsidRDefault="002F5CFC" w:rsidP="002F5CFC">
      <w:r>
        <w:tab/>
        <w:t>mm</w:t>
      </w:r>
      <w:r>
        <w:tab/>
      </w:r>
      <w:r>
        <w:tab/>
        <w:t>značí</w:t>
      </w:r>
      <w:r>
        <w:tab/>
        <w:t>milimetr</w:t>
      </w:r>
    </w:p>
    <w:p w14:paraId="6D2FC6CB" w14:textId="77777777" w:rsidR="002F5CFC" w:rsidRDefault="002F5CFC" w:rsidP="002F5CFC">
      <w:r>
        <w:tab/>
        <w:t>m</w:t>
      </w:r>
      <w:r>
        <w:tab/>
      </w:r>
      <w:r>
        <w:tab/>
        <w:t>značí</w:t>
      </w:r>
      <w:r>
        <w:tab/>
        <w:t>metr</w:t>
      </w:r>
    </w:p>
    <w:p w14:paraId="5CEA55FA" w14:textId="77777777" w:rsidR="002F5CFC" w:rsidRDefault="002F5CFC" w:rsidP="002F5CFC">
      <w:r>
        <w:tab/>
        <w:t>mm</w:t>
      </w:r>
      <w:r w:rsidRPr="00DA2D1B">
        <w:rPr>
          <w:vertAlign w:val="superscript"/>
        </w:rPr>
        <w:t>2</w:t>
      </w:r>
      <w:r>
        <w:tab/>
      </w:r>
      <w:r>
        <w:tab/>
        <w:t>značí</w:t>
      </w:r>
      <w:r>
        <w:tab/>
        <w:t>čtvereční milimetr</w:t>
      </w:r>
    </w:p>
    <w:p w14:paraId="24F137F5" w14:textId="77777777" w:rsidR="002F5CFC" w:rsidRDefault="002F5CFC" w:rsidP="002F5CFC">
      <w:r>
        <w:tab/>
        <w:t>m</w:t>
      </w:r>
      <w:r w:rsidRPr="00DA2D1B">
        <w:rPr>
          <w:vertAlign w:val="superscript"/>
        </w:rPr>
        <w:t>2</w:t>
      </w:r>
      <w:r>
        <w:tab/>
      </w:r>
      <w:r>
        <w:tab/>
        <w:t>značí</w:t>
      </w:r>
      <w:r>
        <w:tab/>
        <w:t>čtvereční metr</w:t>
      </w:r>
    </w:p>
    <w:p w14:paraId="54FC6734" w14:textId="77777777" w:rsidR="002F5CFC" w:rsidRDefault="002F5CFC" w:rsidP="002F5CFC">
      <w:r>
        <w:tab/>
        <w:t>m</w:t>
      </w:r>
      <w:r w:rsidRPr="00DA2D1B">
        <w:rPr>
          <w:vertAlign w:val="superscript"/>
        </w:rPr>
        <w:t>3</w:t>
      </w:r>
      <w:r>
        <w:tab/>
      </w:r>
      <w:r>
        <w:tab/>
        <w:t>značí</w:t>
      </w:r>
      <w:r>
        <w:tab/>
        <w:t>kubický metr</w:t>
      </w:r>
    </w:p>
    <w:p w14:paraId="72100E61" w14:textId="77777777" w:rsidR="002F5CFC" w:rsidRDefault="002F5CFC" w:rsidP="002F5CFC">
      <w:r>
        <w:tab/>
        <w:t>m</w:t>
      </w:r>
      <w:r w:rsidRPr="00DA2D1B">
        <w:rPr>
          <w:vertAlign w:val="superscript"/>
        </w:rPr>
        <w:t>3</w:t>
      </w:r>
      <w:r>
        <w:t>op</w:t>
      </w:r>
      <w:r>
        <w:tab/>
      </w:r>
      <w:r>
        <w:tab/>
        <w:t>značí</w:t>
      </w:r>
      <w:r>
        <w:tab/>
        <w:t>kubický metr obestavěného prostoru</w:t>
      </w:r>
    </w:p>
    <w:p w14:paraId="6D048CEE" w14:textId="77777777" w:rsidR="002F5CFC" w:rsidRDefault="002F5CFC" w:rsidP="002F5CFC">
      <w:r>
        <w:tab/>
        <w:t>kg</w:t>
      </w:r>
      <w:r>
        <w:tab/>
      </w:r>
      <w:r>
        <w:tab/>
        <w:t>značí</w:t>
      </w:r>
      <w:r>
        <w:tab/>
        <w:t>kilogram</w:t>
      </w:r>
    </w:p>
    <w:p w14:paraId="629F83AA" w14:textId="77777777" w:rsidR="002F5CFC" w:rsidRDefault="002F5CFC" w:rsidP="002F5CFC">
      <w:r>
        <w:tab/>
        <w:t>t</w:t>
      </w:r>
      <w:r>
        <w:tab/>
      </w:r>
      <w:r>
        <w:tab/>
        <w:t>značí</w:t>
      </w:r>
      <w:r>
        <w:tab/>
        <w:t>tuna (1000 kg)</w:t>
      </w:r>
    </w:p>
    <w:p w14:paraId="1C8AFEAE" w14:textId="77777777" w:rsidR="002F5CFC" w:rsidRDefault="002F5CFC" w:rsidP="002F5CFC">
      <w:r>
        <w:tab/>
        <w:t>ks</w:t>
      </w:r>
      <w:r>
        <w:tab/>
      </w:r>
      <w:r>
        <w:tab/>
        <w:t>značí</w:t>
      </w:r>
      <w:r>
        <w:tab/>
        <w:t>kus</w:t>
      </w:r>
    </w:p>
    <w:p w14:paraId="1B591E99" w14:textId="77777777" w:rsidR="002F5CFC" w:rsidRDefault="002F5CFC" w:rsidP="002F5CFC">
      <w:r>
        <w:tab/>
        <w:t>h</w:t>
      </w:r>
      <w:r>
        <w:tab/>
      </w:r>
      <w:r>
        <w:tab/>
        <w:t>značí</w:t>
      </w:r>
      <w:r>
        <w:tab/>
        <w:t>hodina</w:t>
      </w:r>
    </w:p>
    <w:p w14:paraId="44F78EB3" w14:textId="77777777" w:rsidR="002F5CFC" w:rsidRDefault="002F5CFC" w:rsidP="002F5CFC">
      <w:r>
        <w:tab/>
        <w:t>d</w:t>
      </w:r>
      <w:r>
        <w:tab/>
      </w:r>
      <w:r>
        <w:tab/>
        <w:t>značí</w:t>
      </w:r>
      <w:r>
        <w:tab/>
        <w:t>den</w:t>
      </w:r>
    </w:p>
    <w:p w14:paraId="682A4EED" w14:textId="77777777" w:rsidR="002F5CFC" w:rsidRDefault="002F5CFC" w:rsidP="002F5CFC">
      <w:r>
        <w:tab/>
        <w:t>bm</w:t>
      </w:r>
      <w:r>
        <w:tab/>
      </w:r>
      <w:r>
        <w:tab/>
        <w:t>značí</w:t>
      </w:r>
      <w:r>
        <w:tab/>
        <w:t>běžný metr</w:t>
      </w:r>
    </w:p>
    <w:p w14:paraId="3A22DB80" w14:textId="77777777" w:rsidR="002F5CFC" w:rsidRDefault="002F5CFC" w:rsidP="002F5CFC">
      <w:r>
        <w:tab/>
        <w:t>km</w:t>
      </w:r>
      <w:r>
        <w:tab/>
      </w:r>
      <w:r>
        <w:tab/>
        <w:t>značí</w:t>
      </w:r>
      <w:r>
        <w:tab/>
        <w:t>kilometr</w:t>
      </w:r>
    </w:p>
    <w:p w14:paraId="664B8B93" w14:textId="77777777" w:rsidR="002F5CFC" w:rsidRDefault="002F5CFC" w:rsidP="002F5CFC">
      <w:r>
        <w:tab/>
        <w:t>l</w:t>
      </w:r>
      <w:r>
        <w:tab/>
      </w:r>
      <w:r>
        <w:tab/>
        <w:t>značí</w:t>
      </w:r>
      <w:r>
        <w:tab/>
        <w:t>litr</w:t>
      </w:r>
    </w:p>
    <w:p w14:paraId="7B366A94" w14:textId="77777777" w:rsidR="002F5CFC" w:rsidRDefault="002F5CFC" w:rsidP="002F5CFC">
      <w:r>
        <w:tab/>
        <w:t>%</w:t>
      </w:r>
      <w:r>
        <w:tab/>
      </w:r>
      <w:r>
        <w:tab/>
        <w:t>značí</w:t>
      </w:r>
      <w:r>
        <w:tab/>
        <w:t xml:space="preserve">procento </w:t>
      </w:r>
    </w:p>
    <w:p w14:paraId="71A3AA58" w14:textId="77777777" w:rsidR="002F5CFC" w:rsidRDefault="002F5CFC" w:rsidP="002F5CFC">
      <w:r>
        <w:tab/>
        <w:t>DN</w:t>
      </w:r>
      <w:r>
        <w:tab/>
      </w:r>
      <w:r>
        <w:tab/>
        <w:t>značí</w:t>
      </w:r>
      <w:r>
        <w:tab/>
        <w:t>jmenovitý průměr</w:t>
      </w:r>
    </w:p>
    <w:p w14:paraId="2ECAF877" w14:textId="77777777" w:rsidR="002F5CFC" w:rsidRDefault="002F5CFC" w:rsidP="002F5CFC">
      <w:r>
        <w:tab/>
        <w:t>m/m</w:t>
      </w:r>
      <w:r>
        <w:tab/>
      </w:r>
      <w:r>
        <w:tab/>
        <w:t xml:space="preserve">značí </w:t>
      </w:r>
      <w:r>
        <w:tab/>
        <w:t>„mužoměsíc“</w:t>
      </w:r>
    </w:p>
    <w:p w14:paraId="3BAAC8DE" w14:textId="77777777" w:rsidR="002F5CFC" w:rsidRDefault="002F5CFC" w:rsidP="002F5CFC">
      <w:r>
        <w:tab/>
        <w:t>m/d</w:t>
      </w:r>
      <w:r>
        <w:tab/>
      </w:r>
      <w:r>
        <w:tab/>
        <w:t xml:space="preserve">značí </w:t>
      </w:r>
      <w:r>
        <w:tab/>
        <w:t>„mužoden“</w:t>
      </w:r>
    </w:p>
    <w:p w14:paraId="21E8CC1C" w14:textId="77777777" w:rsidR="002F5CFC" w:rsidRDefault="002F5CFC" w:rsidP="002F5CFC">
      <w:r>
        <w:tab/>
        <w:t>celek</w:t>
      </w:r>
      <w:r>
        <w:tab/>
      </w:r>
      <w:r>
        <w:tab/>
        <w:t>značí</w:t>
      </w:r>
      <w:r>
        <w:tab/>
        <w:t>celek</w:t>
      </w:r>
    </w:p>
    <w:p w14:paraId="7AEB1161" w14:textId="77777777" w:rsidR="002F5CFC" w:rsidRDefault="002F5CFC" w:rsidP="002F5CFC">
      <w:r>
        <w:tab/>
        <w:t>kpl</w:t>
      </w:r>
      <w:r>
        <w:tab/>
      </w:r>
      <w:r>
        <w:tab/>
        <w:t>značí</w:t>
      </w:r>
      <w:r>
        <w:tab/>
        <w:t>komplet</w:t>
      </w:r>
    </w:p>
    <w:p w14:paraId="2706B3D2" w14:textId="77777777" w:rsidR="002F5CFC" w:rsidRDefault="002F5CFC" w:rsidP="002F5CFC">
      <w:r>
        <w:tab/>
        <w:t>sada</w:t>
      </w:r>
      <w:r>
        <w:tab/>
      </w:r>
      <w:r>
        <w:tab/>
        <w:t xml:space="preserve">značí </w:t>
      </w:r>
      <w:r>
        <w:tab/>
        <w:t>sada</w:t>
      </w:r>
    </w:p>
    <w:p w14:paraId="472D4340" w14:textId="77777777" w:rsidR="002F5CFC" w:rsidRDefault="002F5CFC" w:rsidP="002F5CFC"/>
    <w:p w14:paraId="55A1625A" w14:textId="77777777" w:rsidR="002F5CFC" w:rsidRPr="006C4AA7" w:rsidRDefault="002F5CFC" w:rsidP="006C4AA7">
      <w:pPr>
        <w:pStyle w:val="Nadpis1"/>
      </w:pPr>
      <w:bookmarkStart w:id="17" w:name="_Toc274835381"/>
      <w:bookmarkStart w:id="18" w:name="_Toc465451753"/>
      <w:bookmarkStart w:id="19" w:name="_Toc535327016"/>
      <w:bookmarkStart w:id="20" w:name="_Toc124461905"/>
      <w:r w:rsidRPr="006C4AA7">
        <w:t>OCEŇOVÁNÍ</w:t>
      </w:r>
      <w:bookmarkEnd w:id="17"/>
      <w:bookmarkEnd w:id="18"/>
      <w:bookmarkEnd w:id="19"/>
      <w:bookmarkEnd w:id="20"/>
    </w:p>
    <w:p w14:paraId="2B46E91E" w14:textId="7F3CFF1E" w:rsidR="002F5CFC" w:rsidRDefault="00404E39" w:rsidP="002F5CFC">
      <w:r>
        <w:t>Není-li výslovně uvedeno jinak, c</w:t>
      </w:r>
      <w:r w:rsidR="002F5CFC">
        <w:t xml:space="preserve">eny a sazby vkládané do </w:t>
      </w:r>
      <w:r w:rsidR="006C4AA7">
        <w:t>soupisu prací</w:t>
      </w:r>
      <w:r w:rsidR="002F5CFC">
        <w:t xml:space="preserve"> musí plně zahrnovat hodnotu prací popsaných v předmětných položkách, a to včetně všech nákladů a výdajů, které mohou být požadovány v rámci výstavby a pro realizaci popsaného Díla spolu se všemi dočasnými pracemi a instalacemi, které mohou být nezbytné a spolu s kalkulacemi obecného rizika, odpovědnosti a povinnostmi uvedenými v dokumentaci tvořící základ nabídky, nebo z této dokumentace vyplývajícími. Přitom se bude předpokládat, že firemní náklady, zisk a veškeré závazky jsou rovnoměrně rozděleny na všechny jednotkové sazby.</w:t>
      </w:r>
    </w:p>
    <w:p w14:paraId="5A69F63E" w14:textId="77777777" w:rsidR="002F5CFC" w:rsidRDefault="002F5CFC" w:rsidP="002F5CFC"/>
    <w:p w14:paraId="2E189A44" w14:textId="77777777" w:rsidR="002F5CFC" w:rsidRDefault="002F5CFC" w:rsidP="002F5CFC">
      <w:r>
        <w:t>Cena položky zahrnuje veškeré náklady zhotovitele k provedení prací, bez kterých by dílo nebylo funkční nebo nedosahovalo požadované kvality. V ceně díla budou zahrnuty náklady na provedení všech zkoušek a testů, prokazujících dodržení předepsané kvality a parametrů díla.</w:t>
      </w:r>
    </w:p>
    <w:p w14:paraId="00E2F235" w14:textId="77777777" w:rsidR="002F5CFC" w:rsidRDefault="002F5CFC" w:rsidP="002F5CFC"/>
    <w:p w14:paraId="1D728404" w14:textId="14C6FC5E" w:rsidR="002F5CFC" w:rsidRDefault="002F5CFC" w:rsidP="002F5CFC">
      <w:r>
        <w:t xml:space="preserve">Sazby a ceny nabízené v oceněném </w:t>
      </w:r>
      <w:r w:rsidR="006C4AA7">
        <w:t>soupisu prací (SP)</w:t>
      </w:r>
      <w:r>
        <w:t xml:space="preserve"> budou oceňovány v Kč.</w:t>
      </w:r>
    </w:p>
    <w:p w14:paraId="4D3F601A" w14:textId="77777777" w:rsidR="002F5CFC" w:rsidRDefault="002F5CFC" w:rsidP="002F5CFC"/>
    <w:p w14:paraId="135691D6" w14:textId="0A7FB42A" w:rsidR="002F5CFC" w:rsidRDefault="002F5CFC" w:rsidP="002F5CFC">
      <w:r>
        <w:t xml:space="preserve">Sazby a ceny se vloží ke každé položce </w:t>
      </w:r>
      <w:r w:rsidR="006C4AA7">
        <w:t>SP</w:t>
      </w:r>
      <w:r>
        <w:t xml:space="preserve">. Tyto sazby musí pokrýt všechny daně, cla a jiné závazky, které nejsou samostatně uvedeny v </w:t>
      </w:r>
      <w:r w:rsidR="006C4AA7">
        <w:t>SP</w:t>
      </w:r>
      <w:r>
        <w:t xml:space="preserve"> a v nabídce.</w:t>
      </w:r>
    </w:p>
    <w:p w14:paraId="7B258C5D" w14:textId="77777777" w:rsidR="002F5CFC" w:rsidRDefault="002F5CFC" w:rsidP="002F5CFC">
      <w:pPr>
        <w:rPr>
          <w:highlight w:val="yellow"/>
        </w:rPr>
      </w:pPr>
    </w:p>
    <w:p w14:paraId="6A86D2E1" w14:textId="77777777" w:rsidR="002F5CFC" w:rsidRDefault="002F5CFC" w:rsidP="002F5CFC">
      <w:r>
        <w:t>Jednotlivé položky výkazu výměr obsahují kromě dodávky, montáže, montážního a spojovacího materiálu i kompletační činnost zhotovitele.</w:t>
      </w:r>
    </w:p>
    <w:p w14:paraId="5154EEC2" w14:textId="77777777" w:rsidR="002F5CFC" w:rsidRDefault="002F5CFC" w:rsidP="002F5CFC"/>
    <w:p w14:paraId="42586D55" w14:textId="4E76567F" w:rsidR="002F5CFC" w:rsidRDefault="002F5CFC" w:rsidP="002F5CFC">
      <w:r>
        <w:t xml:space="preserve">Sazby a ceny včetně výsledků násobení budou vyčísleny/zaokrouhleny na </w:t>
      </w:r>
      <w:r w:rsidR="004932B5">
        <w:t>tři</w:t>
      </w:r>
      <w:r>
        <w:t xml:space="preserve"> desetinná místa. </w:t>
      </w:r>
    </w:p>
    <w:p w14:paraId="55671C16" w14:textId="77777777" w:rsidR="002F5CFC" w:rsidRPr="006C4AA7" w:rsidRDefault="002F5CFC" w:rsidP="006C4AA7">
      <w:pPr>
        <w:pStyle w:val="Nadpis1"/>
      </w:pPr>
      <w:bookmarkStart w:id="21" w:name="_Toc274835382"/>
      <w:bookmarkStart w:id="22" w:name="_Toc465451754"/>
      <w:bookmarkStart w:id="23" w:name="_Toc535327017"/>
      <w:bookmarkStart w:id="24" w:name="_Toc124461906"/>
      <w:r w:rsidRPr="006C4AA7">
        <w:t>DANĚ</w:t>
      </w:r>
      <w:bookmarkEnd w:id="21"/>
      <w:bookmarkEnd w:id="22"/>
      <w:bookmarkEnd w:id="23"/>
      <w:bookmarkEnd w:id="24"/>
    </w:p>
    <w:p w14:paraId="6FAD5965" w14:textId="77777777" w:rsidR="002F5CFC" w:rsidRDefault="002F5CFC" w:rsidP="002F5CFC">
      <w:r>
        <w:t>Uvedou se do nabídky.</w:t>
      </w:r>
    </w:p>
    <w:p w14:paraId="684B7CFD" w14:textId="77777777" w:rsidR="002F5CFC" w:rsidRDefault="002F5CFC" w:rsidP="002F5CFC">
      <w:r>
        <w:t>DPH bude připočtena ve faktuře ve výši dle platné české legislativy v době zdanitelného plnění.</w:t>
      </w:r>
    </w:p>
    <w:p w14:paraId="3306D525" w14:textId="77777777" w:rsidR="002F5CFC" w:rsidRDefault="002F5CFC" w:rsidP="002F5CFC"/>
    <w:p w14:paraId="282BC11D" w14:textId="3B2BF499" w:rsidR="002F5CFC" w:rsidRPr="006C4AA7" w:rsidRDefault="002F5CFC" w:rsidP="006C4AA7">
      <w:pPr>
        <w:pStyle w:val="Nadpis1"/>
      </w:pPr>
      <w:bookmarkStart w:id="25" w:name="_Toc274835383"/>
      <w:bookmarkStart w:id="26" w:name="_Toc465451755"/>
      <w:bookmarkStart w:id="27" w:name="_Toc535327018"/>
      <w:bookmarkStart w:id="28" w:name="_Toc124461907"/>
      <w:r w:rsidRPr="006C4AA7">
        <w:t xml:space="preserve">KOMPLETACE </w:t>
      </w:r>
      <w:bookmarkEnd w:id="25"/>
      <w:bookmarkEnd w:id="26"/>
      <w:bookmarkEnd w:id="27"/>
      <w:r w:rsidR="00236B22">
        <w:t>SOUPISU PRACÍ</w:t>
      </w:r>
      <w:bookmarkEnd w:id="28"/>
    </w:p>
    <w:p w14:paraId="319C32C1" w14:textId="28E0F712" w:rsidR="002F5CFC" w:rsidRDefault="002F5CFC" w:rsidP="002F5CFC">
      <w:r>
        <w:t xml:space="preserve">Sazby a ceny se v </w:t>
      </w:r>
      <w:r w:rsidR="006C4AA7">
        <w:t>SP</w:t>
      </w:r>
      <w:r>
        <w:t xml:space="preserve"> uvádějí do příslušných sloupců. Všechny sazby a ceny se uvedou v Kč.</w:t>
      </w:r>
    </w:p>
    <w:p w14:paraId="5053D8F3" w14:textId="77777777" w:rsidR="002F5CFC" w:rsidRDefault="002F5CFC" w:rsidP="002F5CFC"/>
    <w:p w14:paraId="1880ED7E" w14:textId="6E27B477" w:rsidR="002F5CFC" w:rsidRDefault="002F5CFC" w:rsidP="002F5CFC"/>
    <w:sectPr w:rsidR="002F5CFC" w:rsidSect="009623C8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1906" w:h="16838" w:code="9"/>
      <w:pgMar w:top="1809" w:right="1701" w:bottom="1758" w:left="1701" w:header="1134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8D7E7B" w14:textId="77777777" w:rsidR="00E477C4" w:rsidRDefault="00E477C4" w:rsidP="00207A11">
      <w:r>
        <w:separator/>
      </w:r>
    </w:p>
  </w:endnote>
  <w:endnote w:type="continuationSeparator" w:id="0">
    <w:p w14:paraId="64557583" w14:textId="77777777" w:rsidR="00E477C4" w:rsidRDefault="00E477C4" w:rsidP="00207A11">
      <w:r>
        <w:continuationSeparator/>
      </w:r>
    </w:p>
  </w:endnote>
  <w:endnote w:type="continuationNotice" w:id="1">
    <w:p w14:paraId="7457BA97" w14:textId="77777777" w:rsidR="00E477C4" w:rsidRDefault="00E477C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C90C72" w14:textId="77777777" w:rsidR="00A05F05" w:rsidRDefault="00A05F0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2830"/>
      <w:gridCol w:w="2830"/>
      <w:gridCol w:w="2830"/>
    </w:tblGrid>
    <w:tr w:rsidR="310AF0C8" w14:paraId="6E0DB4ED" w14:textId="77777777" w:rsidTr="310AF0C8">
      <w:tc>
        <w:tcPr>
          <w:tcW w:w="2830" w:type="dxa"/>
        </w:tcPr>
        <w:p w14:paraId="62528F61" w14:textId="49C0068B" w:rsidR="310AF0C8" w:rsidRDefault="310AF0C8" w:rsidP="310AF0C8">
          <w:pPr>
            <w:pStyle w:val="Zhlav"/>
            <w:ind w:left="-115"/>
            <w:jc w:val="left"/>
          </w:pPr>
        </w:p>
      </w:tc>
      <w:tc>
        <w:tcPr>
          <w:tcW w:w="2830" w:type="dxa"/>
        </w:tcPr>
        <w:p w14:paraId="653794B5" w14:textId="2537CA6D" w:rsidR="310AF0C8" w:rsidRDefault="310AF0C8" w:rsidP="310AF0C8">
          <w:pPr>
            <w:pStyle w:val="Zhlav"/>
            <w:jc w:val="center"/>
          </w:pPr>
        </w:p>
      </w:tc>
      <w:tc>
        <w:tcPr>
          <w:tcW w:w="2830" w:type="dxa"/>
        </w:tcPr>
        <w:p w14:paraId="0843FDF9" w14:textId="3E56CC79" w:rsidR="310AF0C8" w:rsidRDefault="310AF0C8" w:rsidP="310AF0C8">
          <w:pPr>
            <w:pStyle w:val="Zhlav"/>
            <w:ind w:right="-115"/>
            <w:jc w:val="right"/>
          </w:pPr>
        </w:p>
      </w:tc>
    </w:tr>
  </w:tbl>
  <w:p w14:paraId="7F3E101F" w14:textId="2F39603D" w:rsidR="310AF0C8" w:rsidRDefault="310AF0C8" w:rsidP="310AF0C8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2830"/>
      <w:gridCol w:w="2830"/>
      <w:gridCol w:w="2830"/>
    </w:tblGrid>
    <w:tr w:rsidR="310AF0C8" w14:paraId="3CEEC7FA" w14:textId="77777777" w:rsidTr="310AF0C8">
      <w:tc>
        <w:tcPr>
          <w:tcW w:w="2830" w:type="dxa"/>
        </w:tcPr>
        <w:p w14:paraId="0FB304B9" w14:textId="31350C05" w:rsidR="310AF0C8" w:rsidRDefault="310AF0C8" w:rsidP="310AF0C8">
          <w:pPr>
            <w:pStyle w:val="Zhlav"/>
            <w:ind w:left="-115"/>
            <w:jc w:val="left"/>
          </w:pPr>
        </w:p>
      </w:tc>
      <w:tc>
        <w:tcPr>
          <w:tcW w:w="2830" w:type="dxa"/>
        </w:tcPr>
        <w:p w14:paraId="42478F0D" w14:textId="79A55C9D" w:rsidR="310AF0C8" w:rsidRDefault="310AF0C8" w:rsidP="310AF0C8">
          <w:pPr>
            <w:pStyle w:val="Zhlav"/>
            <w:jc w:val="center"/>
          </w:pPr>
        </w:p>
      </w:tc>
      <w:tc>
        <w:tcPr>
          <w:tcW w:w="2830" w:type="dxa"/>
        </w:tcPr>
        <w:p w14:paraId="1AC5F4FB" w14:textId="012A3C0C" w:rsidR="310AF0C8" w:rsidRDefault="310AF0C8" w:rsidP="310AF0C8">
          <w:pPr>
            <w:pStyle w:val="Zhlav"/>
            <w:ind w:right="-115"/>
            <w:jc w:val="right"/>
          </w:pPr>
        </w:p>
      </w:tc>
    </w:tr>
  </w:tbl>
  <w:p w14:paraId="0E973626" w14:textId="5441B98F" w:rsidR="310AF0C8" w:rsidRDefault="310AF0C8" w:rsidP="310AF0C8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8505" w:type="dxa"/>
      <w:jc w:val="center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103"/>
      <w:gridCol w:w="3402"/>
    </w:tblGrid>
    <w:tr w:rsidR="000A56B5" w14:paraId="7A40625A" w14:textId="77777777" w:rsidTr="00154293">
      <w:trPr>
        <w:trHeight w:val="227"/>
        <w:jc w:val="center"/>
      </w:trPr>
      <w:tc>
        <w:tcPr>
          <w:tcW w:w="4253" w:type="dxa"/>
          <w:tcBorders>
            <w:top w:val="nil"/>
            <w:left w:val="nil"/>
            <w:bottom w:val="single" w:sz="4" w:space="0" w:color="auto"/>
            <w:right w:val="nil"/>
          </w:tcBorders>
          <w:tcMar>
            <w:left w:w="113" w:type="dxa"/>
          </w:tcMar>
          <w:vAlign w:val="bottom"/>
        </w:tcPr>
        <w:p w14:paraId="55343376" w14:textId="77777777" w:rsidR="000A56B5" w:rsidRDefault="000A56B5" w:rsidP="00154293">
          <w:pPr>
            <w:ind w:right="142"/>
            <w:jc w:val="left"/>
            <w:rPr>
              <w:color w:val="000000" w:themeColor="text1"/>
              <w:sz w:val="12"/>
              <w:szCs w:val="12"/>
            </w:rPr>
          </w:pPr>
          <w:r w:rsidRPr="003B378D">
            <w:rPr>
              <w:b/>
              <w:noProof/>
              <w:color w:val="000000" w:themeColor="text1"/>
            </w:rPr>
            <w:t>Sweco Hydroprojekt a.s.</w:t>
          </w:r>
        </w:p>
      </w:tc>
      <w:tc>
        <w:tcPr>
          <w:tcW w:w="2835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14:paraId="4EA710E8" w14:textId="77777777" w:rsidR="000A56B5" w:rsidRPr="00B40E75" w:rsidRDefault="000A56B5" w:rsidP="00154293">
          <w:pPr>
            <w:jc w:val="right"/>
            <w:rPr>
              <w:color w:val="000000" w:themeColor="text1"/>
              <w:sz w:val="16"/>
              <w:szCs w:val="16"/>
            </w:rPr>
          </w:pPr>
          <w:r w:rsidRPr="00B40E75">
            <w:rPr>
              <w:color w:val="000000" w:themeColor="text1"/>
              <w:sz w:val="16"/>
              <w:szCs w:val="16"/>
            </w:rPr>
            <w:fldChar w:fldCharType="begin"/>
          </w:r>
          <w:r w:rsidRPr="00B40E75">
            <w:rPr>
              <w:color w:val="000000" w:themeColor="text1"/>
              <w:sz w:val="16"/>
              <w:szCs w:val="16"/>
            </w:rPr>
            <w:instrText xml:space="preserve"> PAGE </w:instrText>
          </w:r>
          <w:r w:rsidRPr="00B40E75">
            <w:rPr>
              <w:color w:val="000000" w:themeColor="text1"/>
              <w:sz w:val="16"/>
              <w:szCs w:val="16"/>
            </w:rPr>
            <w:fldChar w:fldCharType="separate"/>
          </w:r>
          <w:r w:rsidR="008F3FD7">
            <w:rPr>
              <w:noProof/>
              <w:color w:val="000000" w:themeColor="text1"/>
              <w:sz w:val="16"/>
              <w:szCs w:val="16"/>
            </w:rPr>
            <w:t>10</w:t>
          </w:r>
          <w:r w:rsidRPr="00B40E75">
            <w:rPr>
              <w:color w:val="000000" w:themeColor="text1"/>
              <w:sz w:val="16"/>
              <w:szCs w:val="16"/>
            </w:rPr>
            <w:fldChar w:fldCharType="end"/>
          </w:r>
          <w:r w:rsidRPr="00B40E75">
            <w:rPr>
              <w:color w:val="000000" w:themeColor="text1"/>
              <w:sz w:val="16"/>
              <w:szCs w:val="16"/>
            </w:rPr>
            <w:t xml:space="preserve"> (</w:t>
          </w:r>
          <w:r w:rsidRPr="00B40E75">
            <w:rPr>
              <w:color w:val="000000" w:themeColor="text1"/>
              <w:sz w:val="16"/>
              <w:szCs w:val="16"/>
            </w:rPr>
            <w:fldChar w:fldCharType="begin"/>
          </w:r>
          <w:r w:rsidRPr="00B40E75">
            <w:rPr>
              <w:color w:val="000000" w:themeColor="text1"/>
              <w:sz w:val="16"/>
              <w:szCs w:val="16"/>
            </w:rPr>
            <w:instrText xml:space="preserve"> NUMPAGES </w:instrText>
          </w:r>
          <w:r w:rsidRPr="00B40E75">
            <w:rPr>
              <w:color w:val="000000" w:themeColor="text1"/>
              <w:sz w:val="16"/>
              <w:szCs w:val="16"/>
            </w:rPr>
            <w:fldChar w:fldCharType="separate"/>
          </w:r>
          <w:r w:rsidR="008F3FD7">
            <w:rPr>
              <w:noProof/>
              <w:color w:val="000000" w:themeColor="text1"/>
              <w:sz w:val="16"/>
              <w:szCs w:val="16"/>
            </w:rPr>
            <w:t>10</w:t>
          </w:r>
          <w:r w:rsidRPr="00B40E75">
            <w:rPr>
              <w:color w:val="000000" w:themeColor="text1"/>
              <w:sz w:val="16"/>
              <w:szCs w:val="16"/>
            </w:rPr>
            <w:fldChar w:fldCharType="end"/>
          </w:r>
          <w:r w:rsidRPr="00B40E75">
            <w:rPr>
              <w:color w:val="000000" w:themeColor="text1"/>
              <w:sz w:val="16"/>
              <w:szCs w:val="16"/>
            </w:rPr>
            <w:t>)</w:t>
          </w:r>
        </w:p>
      </w:tc>
    </w:tr>
    <w:tr w:rsidR="000A56B5" w14:paraId="413A4A3E" w14:textId="77777777" w:rsidTr="00154293">
      <w:trPr>
        <w:trHeight w:val="227"/>
        <w:jc w:val="center"/>
      </w:trPr>
      <w:tc>
        <w:tcPr>
          <w:tcW w:w="4253" w:type="dxa"/>
          <w:tcBorders>
            <w:bottom w:val="nil"/>
            <w:right w:val="nil"/>
          </w:tcBorders>
          <w:tcMar>
            <w:left w:w="113" w:type="dxa"/>
          </w:tcMar>
          <w:vAlign w:val="bottom"/>
        </w:tcPr>
        <w:p w14:paraId="130A213E" w14:textId="77777777" w:rsidR="000A56B5" w:rsidRDefault="000A56B5" w:rsidP="00154293">
          <w:pPr>
            <w:ind w:right="142"/>
            <w:jc w:val="left"/>
            <w:rPr>
              <w:color w:val="000000" w:themeColor="text1"/>
              <w:sz w:val="12"/>
              <w:szCs w:val="12"/>
            </w:rPr>
          </w:pPr>
          <w:r w:rsidRPr="00B40E75">
            <w:rPr>
              <w:caps/>
              <w:color w:val="000000" w:themeColor="text1"/>
              <w:sz w:val="12"/>
              <w:szCs w:val="12"/>
            </w:rPr>
            <w:t xml:space="preserve">Číslo zakázky: </w:t>
          </w:r>
          <w:sdt>
            <w:sdtPr>
              <w:rPr>
                <w:caps/>
                <w:color w:val="000000" w:themeColor="text1"/>
                <w:sz w:val="12"/>
                <w:szCs w:val="12"/>
              </w:rPr>
              <w:alias w:val="Číslo zakázky"/>
              <w:tag w:val="CisloZak"/>
              <w:id w:val="1988051664"/>
              <w:text/>
            </w:sdtPr>
            <w:sdtEndPr/>
            <w:sdtContent>
              <w:r w:rsidR="00741696">
                <w:rPr>
                  <w:caps/>
                  <w:color w:val="000000" w:themeColor="text1"/>
                  <w:sz w:val="12"/>
                  <w:szCs w:val="12"/>
                </w:rPr>
                <w:t>12 2127 01 01</w:t>
              </w:r>
            </w:sdtContent>
          </w:sdt>
        </w:p>
      </w:tc>
      <w:tc>
        <w:tcPr>
          <w:tcW w:w="2835" w:type="dxa"/>
          <w:tcBorders>
            <w:left w:val="nil"/>
            <w:bottom w:val="nil"/>
            <w:right w:val="nil"/>
          </w:tcBorders>
          <w:vAlign w:val="bottom"/>
        </w:tcPr>
        <w:p w14:paraId="06A9F575" w14:textId="00627948" w:rsidR="000A56B5" w:rsidRDefault="000A56B5" w:rsidP="00154293">
          <w:pPr>
            <w:jc w:val="right"/>
            <w:rPr>
              <w:color w:val="000000" w:themeColor="text1"/>
              <w:sz w:val="12"/>
              <w:szCs w:val="12"/>
            </w:rPr>
          </w:pPr>
          <w:r w:rsidRPr="00CB573C">
            <w:rPr>
              <w:caps/>
              <w:color w:val="000000" w:themeColor="text1"/>
              <w:sz w:val="12"/>
              <w:szCs w:val="12"/>
            </w:rPr>
            <w:t>Verze</w:t>
          </w:r>
          <w:r>
            <w:rPr>
              <w:color w:val="000000" w:themeColor="text1"/>
              <w:sz w:val="12"/>
              <w:szCs w:val="12"/>
            </w:rPr>
            <w:t>:</w:t>
          </w:r>
          <w:r w:rsidRPr="00CB573C">
            <w:rPr>
              <w:color w:val="000000" w:themeColor="text1"/>
              <w:sz w:val="12"/>
              <w:szCs w:val="12"/>
            </w:rPr>
            <w:t xml:space="preserve"> </w:t>
          </w:r>
          <w:sdt>
            <w:sdtPr>
              <w:rPr>
                <w:color w:val="000000" w:themeColor="text1"/>
                <w:sz w:val="12"/>
                <w:szCs w:val="12"/>
              </w:rPr>
              <w:alias w:val="Verze"/>
              <w:tag w:val="Ver"/>
              <w:id w:val="2086183935"/>
              <w:text/>
            </w:sdtPr>
            <w:sdtEndPr/>
            <w:sdtContent>
              <w:r w:rsidR="000050CB">
                <w:rPr>
                  <w:color w:val="000000" w:themeColor="text1"/>
                  <w:sz w:val="12"/>
                  <w:szCs w:val="12"/>
                </w:rPr>
                <w:t>d</w:t>
              </w:r>
            </w:sdtContent>
          </w:sdt>
        </w:p>
      </w:tc>
    </w:tr>
    <w:tr w:rsidR="000A56B5" w14:paraId="6A98F88A" w14:textId="77777777" w:rsidTr="00154293">
      <w:trPr>
        <w:trHeight w:val="170"/>
        <w:jc w:val="center"/>
      </w:trPr>
      <w:tc>
        <w:tcPr>
          <w:tcW w:w="4253" w:type="dxa"/>
          <w:tcBorders>
            <w:top w:val="nil"/>
            <w:left w:val="nil"/>
            <w:bottom w:val="nil"/>
            <w:right w:val="nil"/>
          </w:tcBorders>
          <w:tcMar>
            <w:left w:w="113" w:type="dxa"/>
          </w:tcMar>
          <w:vAlign w:val="bottom"/>
        </w:tcPr>
        <w:p w14:paraId="743F03F6" w14:textId="77777777" w:rsidR="000A56B5" w:rsidRDefault="000A56B5" w:rsidP="00154293">
          <w:pPr>
            <w:ind w:right="142"/>
            <w:jc w:val="left"/>
            <w:rPr>
              <w:bCs/>
              <w:color w:val="000000" w:themeColor="text1"/>
              <w:sz w:val="12"/>
              <w:szCs w:val="12"/>
            </w:rPr>
          </w:pPr>
          <w:r w:rsidRPr="00B40E75">
            <w:rPr>
              <w:color w:val="000000" w:themeColor="text1"/>
              <w:sz w:val="12"/>
              <w:szCs w:val="12"/>
            </w:rPr>
            <w:t xml:space="preserve">ARCHIVNÍ ČÍSLO: </w:t>
          </w:r>
          <w:sdt>
            <w:sdtPr>
              <w:rPr>
                <w:color w:val="000000" w:themeColor="text1"/>
                <w:sz w:val="12"/>
                <w:szCs w:val="12"/>
              </w:rPr>
              <w:alias w:val="Archivní číslo"/>
              <w:tag w:val="Poc"/>
              <w:id w:val="-709574234"/>
              <w:text/>
            </w:sdtPr>
            <w:sdtEndPr/>
            <w:sdtContent>
              <w:r w:rsidR="00741696">
                <w:rPr>
                  <w:color w:val="000000" w:themeColor="text1"/>
                  <w:sz w:val="12"/>
                  <w:szCs w:val="12"/>
                </w:rPr>
                <w:t>005680/22/1</w:t>
              </w:r>
            </w:sdtContent>
          </w:sdt>
        </w:p>
      </w:tc>
      <w:tc>
        <w:tcPr>
          <w:tcW w:w="2835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3087F399" w14:textId="77777777" w:rsidR="000A56B5" w:rsidRPr="00B40E75" w:rsidRDefault="000A56B5" w:rsidP="00154293">
          <w:pPr>
            <w:jc w:val="right"/>
            <w:rPr>
              <w:color w:val="000000" w:themeColor="text1"/>
              <w:sz w:val="12"/>
              <w:szCs w:val="12"/>
            </w:rPr>
          </w:pPr>
          <w:r w:rsidRPr="00CB573C">
            <w:rPr>
              <w:caps/>
              <w:color w:val="000000" w:themeColor="text1"/>
              <w:sz w:val="12"/>
              <w:szCs w:val="12"/>
            </w:rPr>
            <w:t>Revize</w:t>
          </w:r>
          <w:r>
            <w:rPr>
              <w:color w:val="000000" w:themeColor="text1"/>
              <w:sz w:val="12"/>
              <w:szCs w:val="12"/>
            </w:rPr>
            <w:t xml:space="preserve">: </w:t>
          </w:r>
          <w:sdt>
            <w:sdtPr>
              <w:rPr>
                <w:color w:val="000000" w:themeColor="text1"/>
                <w:sz w:val="12"/>
                <w:szCs w:val="12"/>
              </w:rPr>
              <w:alias w:val="Revize"/>
              <w:tag w:val="Rev"/>
              <w:id w:val="1704211276"/>
              <w:text/>
            </w:sdtPr>
            <w:sdtEndPr/>
            <w:sdtContent>
              <w:r w:rsidR="00741696">
                <w:rPr>
                  <w:color w:val="000000" w:themeColor="text1"/>
                  <w:sz w:val="12"/>
                  <w:szCs w:val="12"/>
                </w:rPr>
                <w:t>1</w:t>
              </w:r>
            </w:sdtContent>
          </w:sdt>
        </w:p>
      </w:tc>
    </w:tr>
  </w:tbl>
  <w:p w14:paraId="0983BCAC" w14:textId="77777777" w:rsidR="000A56B5" w:rsidRPr="00F81B53" w:rsidRDefault="000A56B5" w:rsidP="00C81FAB">
    <w:pPr>
      <w:spacing w:line="100" w:lineRule="exact"/>
      <w:ind w:right="142"/>
      <w:jc w:val="left"/>
      <w:rPr>
        <w:color w:val="000000" w:themeColor="text1"/>
        <w:sz w:val="12"/>
        <w:szCs w:val="12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8505" w:type="dxa"/>
      <w:jc w:val="center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103"/>
      <w:gridCol w:w="3402"/>
    </w:tblGrid>
    <w:tr w:rsidR="000A56B5" w14:paraId="18694E50" w14:textId="77777777" w:rsidTr="00154293">
      <w:trPr>
        <w:trHeight w:val="227"/>
        <w:jc w:val="center"/>
      </w:trPr>
      <w:tc>
        <w:tcPr>
          <w:tcW w:w="4253" w:type="dxa"/>
          <w:tcBorders>
            <w:top w:val="nil"/>
            <w:left w:val="nil"/>
            <w:bottom w:val="single" w:sz="4" w:space="0" w:color="auto"/>
            <w:right w:val="nil"/>
          </w:tcBorders>
          <w:tcMar>
            <w:left w:w="113" w:type="dxa"/>
          </w:tcMar>
          <w:vAlign w:val="bottom"/>
        </w:tcPr>
        <w:p w14:paraId="2E676881" w14:textId="77777777" w:rsidR="000A56B5" w:rsidRDefault="000A56B5" w:rsidP="00154293">
          <w:pPr>
            <w:ind w:right="142"/>
            <w:jc w:val="left"/>
            <w:rPr>
              <w:color w:val="000000" w:themeColor="text1"/>
              <w:sz w:val="12"/>
              <w:szCs w:val="12"/>
            </w:rPr>
          </w:pPr>
          <w:r w:rsidRPr="003B378D">
            <w:rPr>
              <w:b/>
              <w:noProof/>
              <w:color w:val="000000" w:themeColor="text1"/>
            </w:rPr>
            <w:t>Sweco Hydroprojekt a.s.</w:t>
          </w:r>
        </w:p>
      </w:tc>
      <w:tc>
        <w:tcPr>
          <w:tcW w:w="2835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14:paraId="5020E11F" w14:textId="1F150510" w:rsidR="000A56B5" w:rsidRPr="00B40E75" w:rsidRDefault="000A56B5" w:rsidP="00154293">
          <w:pPr>
            <w:jc w:val="right"/>
            <w:rPr>
              <w:color w:val="000000" w:themeColor="text1"/>
              <w:sz w:val="16"/>
              <w:szCs w:val="16"/>
            </w:rPr>
          </w:pPr>
          <w:r w:rsidRPr="00B40E75">
            <w:rPr>
              <w:color w:val="000000" w:themeColor="text1"/>
              <w:sz w:val="16"/>
              <w:szCs w:val="16"/>
            </w:rPr>
            <w:fldChar w:fldCharType="begin"/>
          </w:r>
          <w:r w:rsidRPr="00B40E75">
            <w:rPr>
              <w:color w:val="000000" w:themeColor="text1"/>
              <w:sz w:val="16"/>
              <w:szCs w:val="16"/>
            </w:rPr>
            <w:instrText xml:space="preserve"> PAGE </w:instrText>
          </w:r>
          <w:r w:rsidRPr="00B40E75">
            <w:rPr>
              <w:color w:val="000000" w:themeColor="text1"/>
              <w:sz w:val="16"/>
              <w:szCs w:val="16"/>
            </w:rPr>
            <w:fldChar w:fldCharType="separate"/>
          </w:r>
          <w:r w:rsidR="009A0B64">
            <w:rPr>
              <w:noProof/>
              <w:color w:val="000000" w:themeColor="text1"/>
              <w:sz w:val="16"/>
              <w:szCs w:val="16"/>
            </w:rPr>
            <w:t>3</w:t>
          </w:r>
          <w:r w:rsidRPr="00B40E75">
            <w:rPr>
              <w:color w:val="000000" w:themeColor="text1"/>
              <w:sz w:val="16"/>
              <w:szCs w:val="16"/>
            </w:rPr>
            <w:fldChar w:fldCharType="end"/>
          </w:r>
          <w:r w:rsidRPr="00B40E75">
            <w:rPr>
              <w:color w:val="000000" w:themeColor="text1"/>
              <w:sz w:val="16"/>
              <w:szCs w:val="16"/>
            </w:rPr>
            <w:t xml:space="preserve"> (</w:t>
          </w:r>
          <w:r w:rsidRPr="00B40E75">
            <w:rPr>
              <w:color w:val="000000" w:themeColor="text1"/>
              <w:sz w:val="16"/>
              <w:szCs w:val="16"/>
            </w:rPr>
            <w:fldChar w:fldCharType="begin"/>
          </w:r>
          <w:r w:rsidRPr="00B40E75">
            <w:rPr>
              <w:color w:val="000000" w:themeColor="text1"/>
              <w:sz w:val="16"/>
              <w:szCs w:val="16"/>
            </w:rPr>
            <w:instrText xml:space="preserve"> NUMPAGES </w:instrText>
          </w:r>
          <w:r w:rsidRPr="00B40E75">
            <w:rPr>
              <w:color w:val="000000" w:themeColor="text1"/>
              <w:sz w:val="16"/>
              <w:szCs w:val="16"/>
            </w:rPr>
            <w:fldChar w:fldCharType="separate"/>
          </w:r>
          <w:r w:rsidR="009A0B64">
            <w:rPr>
              <w:noProof/>
              <w:color w:val="000000" w:themeColor="text1"/>
              <w:sz w:val="16"/>
              <w:szCs w:val="16"/>
            </w:rPr>
            <w:t>5</w:t>
          </w:r>
          <w:r w:rsidRPr="00B40E75">
            <w:rPr>
              <w:color w:val="000000" w:themeColor="text1"/>
              <w:sz w:val="16"/>
              <w:szCs w:val="16"/>
            </w:rPr>
            <w:fldChar w:fldCharType="end"/>
          </w:r>
          <w:r w:rsidRPr="00B40E75">
            <w:rPr>
              <w:color w:val="000000" w:themeColor="text1"/>
              <w:sz w:val="16"/>
              <w:szCs w:val="16"/>
            </w:rPr>
            <w:t>)</w:t>
          </w:r>
        </w:p>
      </w:tc>
    </w:tr>
    <w:tr w:rsidR="000A56B5" w14:paraId="6A0DD961" w14:textId="77777777" w:rsidTr="00154293">
      <w:trPr>
        <w:trHeight w:val="227"/>
        <w:jc w:val="center"/>
      </w:trPr>
      <w:tc>
        <w:tcPr>
          <w:tcW w:w="4253" w:type="dxa"/>
          <w:tcBorders>
            <w:bottom w:val="nil"/>
            <w:right w:val="nil"/>
          </w:tcBorders>
          <w:tcMar>
            <w:left w:w="113" w:type="dxa"/>
          </w:tcMar>
          <w:vAlign w:val="bottom"/>
        </w:tcPr>
        <w:p w14:paraId="1AEE03B2" w14:textId="77777777" w:rsidR="000A56B5" w:rsidRDefault="000A56B5" w:rsidP="00154293">
          <w:pPr>
            <w:ind w:right="142"/>
            <w:jc w:val="left"/>
            <w:rPr>
              <w:color w:val="000000" w:themeColor="text1"/>
              <w:sz w:val="12"/>
              <w:szCs w:val="12"/>
            </w:rPr>
          </w:pPr>
          <w:r w:rsidRPr="00B40E75">
            <w:rPr>
              <w:caps/>
              <w:color w:val="000000" w:themeColor="text1"/>
              <w:sz w:val="12"/>
              <w:szCs w:val="12"/>
            </w:rPr>
            <w:t xml:space="preserve">Číslo zakázky: </w:t>
          </w:r>
          <w:sdt>
            <w:sdtPr>
              <w:rPr>
                <w:caps/>
                <w:color w:val="000000" w:themeColor="text1"/>
                <w:sz w:val="12"/>
                <w:szCs w:val="12"/>
              </w:rPr>
              <w:alias w:val="Číslo zakázky"/>
              <w:tag w:val="CisloZak"/>
              <w:id w:val="-1007592005"/>
              <w:text/>
            </w:sdtPr>
            <w:sdtEndPr/>
            <w:sdtContent>
              <w:r w:rsidR="00741696">
                <w:rPr>
                  <w:caps/>
                  <w:color w:val="000000" w:themeColor="text1"/>
                  <w:sz w:val="12"/>
                  <w:szCs w:val="12"/>
                </w:rPr>
                <w:t>12 2127 01 01</w:t>
              </w:r>
            </w:sdtContent>
          </w:sdt>
        </w:p>
      </w:tc>
      <w:tc>
        <w:tcPr>
          <w:tcW w:w="2835" w:type="dxa"/>
          <w:tcBorders>
            <w:left w:val="nil"/>
            <w:bottom w:val="nil"/>
            <w:right w:val="nil"/>
          </w:tcBorders>
          <w:vAlign w:val="bottom"/>
        </w:tcPr>
        <w:p w14:paraId="381072B8" w14:textId="2160ECB8" w:rsidR="000A56B5" w:rsidRDefault="000A56B5" w:rsidP="00154293">
          <w:pPr>
            <w:jc w:val="right"/>
            <w:rPr>
              <w:color w:val="000000" w:themeColor="text1"/>
              <w:sz w:val="12"/>
              <w:szCs w:val="12"/>
            </w:rPr>
          </w:pPr>
          <w:r w:rsidRPr="00CB573C">
            <w:rPr>
              <w:caps/>
              <w:color w:val="000000" w:themeColor="text1"/>
              <w:sz w:val="12"/>
              <w:szCs w:val="12"/>
            </w:rPr>
            <w:t>Verze</w:t>
          </w:r>
          <w:r>
            <w:rPr>
              <w:color w:val="000000" w:themeColor="text1"/>
              <w:sz w:val="12"/>
              <w:szCs w:val="12"/>
            </w:rPr>
            <w:t>:</w:t>
          </w:r>
          <w:r w:rsidRPr="00CB573C">
            <w:rPr>
              <w:color w:val="000000" w:themeColor="text1"/>
              <w:sz w:val="12"/>
              <w:szCs w:val="12"/>
            </w:rPr>
            <w:t xml:space="preserve"> </w:t>
          </w:r>
          <w:sdt>
            <w:sdtPr>
              <w:rPr>
                <w:color w:val="000000" w:themeColor="text1"/>
                <w:sz w:val="12"/>
                <w:szCs w:val="12"/>
              </w:rPr>
              <w:alias w:val="Verze"/>
              <w:tag w:val="Ver"/>
              <w:id w:val="627210608"/>
              <w:text/>
            </w:sdtPr>
            <w:sdtEndPr/>
            <w:sdtContent>
              <w:r w:rsidR="000050CB">
                <w:rPr>
                  <w:color w:val="000000" w:themeColor="text1"/>
                  <w:sz w:val="12"/>
                  <w:szCs w:val="12"/>
                </w:rPr>
                <w:t>d</w:t>
              </w:r>
            </w:sdtContent>
          </w:sdt>
        </w:p>
      </w:tc>
    </w:tr>
    <w:tr w:rsidR="000A56B5" w14:paraId="55236C51" w14:textId="77777777" w:rsidTr="00154293">
      <w:trPr>
        <w:trHeight w:val="170"/>
        <w:jc w:val="center"/>
      </w:trPr>
      <w:tc>
        <w:tcPr>
          <w:tcW w:w="4253" w:type="dxa"/>
          <w:tcBorders>
            <w:top w:val="nil"/>
            <w:left w:val="nil"/>
            <w:bottom w:val="nil"/>
            <w:right w:val="nil"/>
          </w:tcBorders>
          <w:tcMar>
            <w:left w:w="113" w:type="dxa"/>
          </w:tcMar>
          <w:vAlign w:val="bottom"/>
        </w:tcPr>
        <w:p w14:paraId="30594497" w14:textId="42D58CA7" w:rsidR="000A56B5" w:rsidRDefault="000A56B5" w:rsidP="00154293">
          <w:pPr>
            <w:ind w:right="142"/>
            <w:jc w:val="left"/>
            <w:rPr>
              <w:bCs/>
              <w:color w:val="000000" w:themeColor="text1"/>
              <w:sz w:val="12"/>
              <w:szCs w:val="12"/>
            </w:rPr>
          </w:pPr>
          <w:r w:rsidRPr="00B40E75">
            <w:rPr>
              <w:color w:val="000000" w:themeColor="text1"/>
              <w:sz w:val="12"/>
              <w:szCs w:val="12"/>
            </w:rPr>
            <w:t xml:space="preserve">ARCHIVNÍ ČÍSLO: </w:t>
          </w:r>
          <w:sdt>
            <w:sdtPr>
              <w:rPr>
                <w:color w:val="000000" w:themeColor="text1"/>
                <w:sz w:val="12"/>
                <w:szCs w:val="12"/>
              </w:rPr>
              <w:alias w:val="Archivní číslo"/>
              <w:tag w:val="Poc"/>
              <w:id w:val="564686338"/>
              <w:text/>
            </w:sdtPr>
            <w:sdtEndPr/>
            <w:sdtContent>
              <w:r w:rsidR="00741696">
                <w:rPr>
                  <w:color w:val="000000" w:themeColor="text1"/>
                  <w:sz w:val="12"/>
                  <w:szCs w:val="12"/>
                </w:rPr>
                <w:t>00</w:t>
              </w:r>
              <w:r w:rsidR="00054A02">
                <w:rPr>
                  <w:color w:val="000000" w:themeColor="text1"/>
                  <w:sz w:val="12"/>
                  <w:szCs w:val="12"/>
                </w:rPr>
                <w:t>9377</w:t>
              </w:r>
              <w:r w:rsidR="00741696">
                <w:rPr>
                  <w:color w:val="000000" w:themeColor="text1"/>
                  <w:sz w:val="12"/>
                  <w:szCs w:val="12"/>
                </w:rPr>
                <w:t>/22/1</w:t>
              </w:r>
            </w:sdtContent>
          </w:sdt>
        </w:p>
      </w:tc>
      <w:tc>
        <w:tcPr>
          <w:tcW w:w="2835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6BA93356" w14:textId="77777777" w:rsidR="000A56B5" w:rsidRPr="00B40E75" w:rsidRDefault="000A56B5" w:rsidP="00154293">
          <w:pPr>
            <w:jc w:val="right"/>
            <w:rPr>
              <w:color w:val="000000" w:themeColor="text1"/>
              <w:sz w:val="12"/>
              <w:szCs w:val="12"/>
            </w:rPr>
          </w:pPr>
          <w:r w:rsidRPr="00CB573C">
            <w:rPr>
              <w:caps/>
              <w:color w:val="000000" w:themeColor="text1"/>
              <w:sz w:val="12"/>
              <w:szCs w:val="12"/>
            </w:rPr>
            <w:t>Revize</w:t>
          </w:r>
          <w:r>
            <w:rPr>
              <w:color w:val="000000" w:themeColor="text1"/>
              <w:sz w:val="12"/>
              <w:szCs w:val="12"/>
            </w:rPr>
            <w:t xml:space="preserve">: </w:t>
          </w:r>
          <w:sdt>
            <w:sdtPr>
              <w:rPr>
                <w:color w:val="000000" w:themeColor="text1"/>
                <w:sz w:val="12"/>
                <w:szCs w:val="12"/>
              </w:rPr>
              <w:alias w:val="Revize"/>
              <w:tag w:val="Rev"/>
              <w:id w:val="-1647124311"/>
              <w:text/>
            </w:sdtPr>
            <w:sdtEndPr/>
            <w:sdtContent>
              <w:r w:rsidR="00741696">
                <w:rPr>
                  <w:color w:val="000000" w:themeColor="text1"/>
                  <w:sz w:val="12"/>
                  <w:szCs w:val="12"/>
                </w:rPr>
                <w:t>1</w:t>
              </w:r>
            </w:sdtContent>
          </w:sdt>
        </w:p>
      </w:tc>
    </w:tr>
  </w:tbl>
  <w:p w14:paraId="4AFF45DA" w14:textId="77777777" w:rsidR="000A56B5" w:rsidRPr="00F81B53" w:rsidRDefault="000A56B5" w:rsidP="00C81FAB">
    <w:pPr>
      <w:spacing w:line="100" w:lineRule="exact"/>
      <w:ind w:right="142"/>
      <w:jc w:val="left"/>
      <w:rPr>
        <w:color w:val="000000" w:themeColor="text1"/>
        <w:sz w:val="12"/>
        <w:szCs w:val="12"/>
      </w:rPr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8505" w:type="dxa"/>
      <w:jc w:val="center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103"/>
      <w:gridCol w:w="3402"/>
    </w:tblGrid>
    <w:tr w:rsidR="000A56B5" w14:paraId="6107F851" w14:textId="77777777" w:rsidTr="00154293">
      <w:trPr>
        <w:trHeight w:val="227"/>
        <w:jc w:val="center"/>
      </w:trPr>
      <w:tc>
        <w:tcPr>
          <w:tcW w:w="4253" w:type="dxa"/>
          <w:tcBorders>
            <w:top w:val="nil"/>
            <w:left w:val="nil"/>
            <w:bottom w:val="single" w:sz="4" w:space="0" w:color="auto"/>
            <w:right w:val="nil"/>
          </w:tcBorders>
          <w:tcMar>
            <w:left w:w="113" w:type="dxa"/>
          </w:tcMar>
          <w:vAlign w:val="bottom"/>
        </w:tcPr>
        <w:p w14:paraId="5CC4DCBC" w14:textId="77777777" w:rsidR="000A56B5" w:rsidRDefault="000A56B5" w:rsidP="00154293">
          <w:pPr>
            <w:ind w:right="142"/>
            <w:jc w:val="left"/>
            <w:rPr>
              <w:color w:val="000000" w:themeColor="text1"/>
              <w:sz w:val="12"/>
              <w:szCs w:val="12"/>
            </w:rPr>
          </w:pPr>
          <w:r w:rsidRPr="003B378D">
            <w:rPr>
              <w:b/>
              <w:noProof/>
              <w:color w:val="000000" w:themeColor="text1"/>
            </w:rPr>
            <w:t>Sweco Hydroprojekt a.s.</w:t>
          </w:r>
        </w:p>
      </w:tc>
      <w:tc>
        <w:tcPr>
          <w:tcW w:w="2835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14:paraId="0754F357" w14:textId="77777777" w:rsidR="000A56B5" w:rsidRPr="00B40E75" w:rsidRDefault="000A56B5" w:rsidP="00154293">
          <w:pPr>
            <w:jc w:val="right"/>
            <w:rPr>
              <w:color w:val="000000" w:themeColor="text1"/>
              <w:sz w:val="16"/>
              <w:szCs w:val="16"/>
            </w:rPr>
          </w:pPr>
          <w:r w:rsidRPr="00B40E75">
            <w:rPr>
              <w:color w:val="000000" w:themeColor="text1"/>
              <w:sz w:val="16"/>
              <w:szCs w:val="16"/>
            </w:rPr>
            <w:fldChar w:fldCharType="begin"/>
          </w:r>
          <w:r w:rsidRPr="00B40E75">
            <w:rPr>
              <w:color w:val="000000" w:themeColor="text1"/>
              <w:sz w:val="16"/>
              <w:szCs w:val="16"/>
            </w:rPr>
            <w:instrText xml:space="preserve"> PAGE </w:instrText>
          </w:r>
          <w:r w:rsidRPr="00B40E75">
            <w:rPr>
              <w:color w:val="000000" w:themeColor="text1"/>
              <w:sz w:val="16"/>
              <w:szCs w:val="16"/>
            </w:rPr>
            <w:fldChar w:fldCharType="separate"/>
          </w:r>
          <w:r>
            <w:rPr>
              <w:noProof/>
              <w:color w:val="000000" w:themeColor="text1"/>
              <w:sz w:val="16"/>
              <w:szCs w:val="16"/>
            </w:rPr>
            <w:t>9</w:t>
          </w:r>
          <w:r w:rsidRPr="00B40E75">
            <w:rPr>
              <w:color w:val="000000" w:themeColor="text1"/>
              <w:sz w:val="16"/>
              <w:szCs w:val="16"/>
            </w:rPr>
            <w:fldChar w:fldCharType="end"/>
          </w:r>
          <w:r w:rsidRPr="00B40E75">
            <w:rPr>
              <w:color w:val="000000" w:themeColor="text1"/>
              <w:sz w:val="16"/>
              <w:szCs w:val="16"/>
            </w:rPr>
            <w:t xml:space="preserve"> (</w:t>
          </w:r>
          <w:r w:rsidRPr="00B40E75">
            <w:rPr>
              <w:color w:val="000000" w:themeColor="text1"/>
              <w:sz w:val="16"/>
              <w:szCs w:val="16"/>
            </w:rPr>
            <w:fldChar w:fldCharType="begin"/>
          </w:r>
          <w:r w:rsidRPr="00B40E75">
            <w:rPr>
              <w:color w:val="000000" w:themeColor="text1"/>
              <w:sz w:val="16"/>
              <w:szCs w:val="16"/>
            </w:rPr>
            <w:instrText xml:space="preserve"> NUMPAGES </w:instrText>
          </w:r>
          <w:r w:rsidRPr="00B40E75">
            <w:rPr>
              <w:color w:val="000000" w:themeColor="text1"/>
              <w:sz w:val="16"/>
              <w:szCs w:val="16"/>
            </w:rPr>
            <w:fldChar w:fldCharType="separate"/>
          </w:r>
          <w:r>
            <w:rPr>
              <w:noProof/>
              <w:color w:val="000000" w:themeColor="text1"/>
              <w:sz w:val="16"/>
              <w:szCs w:val="16"/>
            </w:rPr>
            <w:t>11</w:t>
          </w:r>
          <w:r w:rsidRPr="00B40E75">
            <w:rPr>
              <w:color w:val="000000" w:themeColor="text1"/>
              <w:sz w:val="16"/>
              <w:szCs w:val="16"/>
            </w:rPr>
            <w:fldChar w:fldCharType="end"/>
          </w:r>
          <w:r w:rsidRPr="00B40E75">
            <w:rPr>
              <w:color w:val="000000" w:themeColor="text1"/>
              <w:sz w:val="16"/>
              <w:szCs w:val="16"/>
            </w:rPr>
            <w:t>)</w:t>
          </w:r>
        </w:p>
      </w:tc>
    </w:tr>
    <w:tr w:rsidR="000A56B5" w14:paraId="5207882D" w14:textId="77777777" w:rsidTr="00154293">
      <w:trPr>
        <w:trHeight w:val="227"/>
        <w:jc w:val="center"/>
      </w:trPr>
      <w:tc>
        <w:tcPr>
          <w:tcW w:w="4253" w:type="dxa"/>
          <w:tcBorders>
            <w:bottom w:val="nil"/>
            <w:right w:val="nil"/>
          </w:tcBorders>
          <w:tcMar>
            <w:left w:w="113" w:type="dxa"/>
          </w:tcMar>
          <w:vAlign w:val="bottom"/>
        </w:tcPr>
        <w:p w14:paraId="09CE1F9C" w14:textId="77777777" w:rsidR="000A56B5" w:rsidRDefault="000A56B5" w:rsidP="00154293">
          <w:pPr>
            <w:ind w:right="142"/>
            <w:jc w:val="left"/>
            <w:rPr>
              <w:color w:val="000000" w:themeColor="text1"/>
              <w:sz w:val="12"/>
              <w:szCs w:val="12"/>
            </w:rPr>
          </w:pPr>
          <w:r w:rsidRPr="00B40E75">
            <w:rPr>
              <w:caps/>
              <w:color w:val="000000" w:themeColor="text1"/>
              <w:sz w:val="12"/>
              <w:szCs w:val="12"/>
            </w:rPr>
            <w:t xml:space="preserve">Číslo zakázky: </w:t>
          </w:r>
          <w:sdt>
            <w:sdtPr>
              <w:rPr>
                <w:caps/>
                <w:color w:val="000000" w:themeColor="text1"/>
                <w:sz w:val="12"/>
                <w:szCs w:val="12"/>
              </w:rPr>
              <w:alias w:val="Číslo zakázky"/>
              <w:tag w:val="CisloZak"/>
              <w:id w:val="-1107491290"/>
              <w:text/>
            </w:sdtPr>
            <w:sdtEndPr/>
            <w:sdtContent>
              <w:r w:rsidR="00741696">
                <w:rPr>
                  <w:caps/>
                  <w:color w:val="000000" w:themeColor="text1"/>
                  <w:sz w:val="12"/>
                  <w:szCs w:val="12"/>
                </w:rPr>
                <w:t>12 2127 01 01</w:t>
              </w:r>
            </w:sdtContent>
          </w:sdt>
        </w:p>
      </w:tc>
      <w:tc>
        <w:tcPr>
          <w:tcW w:w="2835" w:type="dxa"/>
          <w:tcBorders>
            <w:left w:val="nil"/>
            <w:bottom w:val="nil"/>
            <w:right w:val="nil"/>
          </w:tcBorders>
          <w:vAlign w:val="bottom"/>
        </w:tcPr>
        <w:p w14:paraId="439F5187" w14:textId="190217A0" w:rsidR="000A56B5" w:rsidRDefault="000A56B5" w:rsidP="00154293">
          <w:pPr>
            <w:jc w:val="right"/>
            <w:rPr>
              <w:color w:val="000000" w:themeColor="text1"/>
              <w:sz w:val="12"/>
              <w:szCs w:val="12"/>
            </w:rPr>
          </w:pPr>
          <w:r w:rsidRPr="00CB573C">
            <w:rPr>
              <w:caps/>
              <w:color w:val="000000" w:themeColor="text1"/>
              <w:sz w:val="12"/>
              <w:szCs w:val="12"/>
            </w:rPr>
            <w:t>Verze</w:t>
          </w:r>
          <w:r>
            <w:rPr>
              <w:color w:val="000000" w:themeColor="text1"/>
              <w:sz w:val="12"/>
              <w:szCs w:val="12"/>
            </w:rPr>
            <w:t>:</w:t>
          </w:r>
          <w:r w:rsidRPr="00CB573C">
            <w:rPr>
              <w:color w:val="000000" w:themeColor="text1"/>
              <w:sz w:val="12"/>
              <w:szCs w:val="12"/>
            </w:rPr>
            <w:t xml:space="preserve"> </w:t>
          </w:r>
          <w:sdt>
            <w:sdtPr>
              <w:rPr>
                <w:color w:val="000000" w:themeColor="text1"/>
                <w:sz w:val="12"/>
                <w:szCs w:val="12"/>
              </w:rPr>
              <w:alias w:val="Verze"/>
              <w:tag w:val="Ver"/>
              <w:id w:val="455600096"/>
              <w:text/>
            </w:sdtPr>
            <w:sdtEndPr/>
            <w:sdtContent>
              <w:r w:rsidR="000050CB">
                <w:rPr>
                  <w:color w:val="000000" w:themeColor="text1"/>
                  <w:sz w:val="12"/>
                  <w:szCs w:val="12"/>
                </w:rPr>
                <w:t>d</w:t>
              </w:r>
            </w:sdtContent>
          </w:sdt>
        </w:p>
      </w:tc>
    </w:tr>
    <w:tr w:rsidR="000A56B5" w14:paraId="081BA60D" w14:textId="77777777" w:rsidTr="00154293">
      <w:trPr>
        <w:trHeight w:val="170"/>
        <w:jc w:val="center"/>
      </w:trPr>
      <w:tc>
        <w:tcPr>
          <w:tcW w:w="4253" w:type="dxa"/>
          <w:tcBorders>
            <w:top w:val="nil"/>
            <w:left w:val="nil"/>
            <w:bottom w:val="nil"/>
            <w:right w:val="nil"/>
          </w:tcBorders>
          <w:tcMar>
            <w:left w:w="113" w:type="dxa"/>
          </w:tcMar>
          <w:vAlign w:val="bottom"/>
        </w:tcPr>
        <w:p w14:paraId="060001EA" w14:textId="77777777" w:rsidR="000A56B5" w:rsidRDefault="000A56B5" w:rsidP="00154293">
          <w:pPr>
            <w:ind w:right="142"/>
            <w:jc w:val="left"/>
            <w:rPr>
              <w:bCs/>
              <w:color w:val="000000" w:themeColor="text1"/>
              <w:sz w:val="12"/>
              <w:szCs w:val="12"/>
            </w:rPr>
          </w:pPr>
          <w:r w:rsidRPr="00B40E75">
            <w:rPr>
              <w:color w:val="000000" w:themeColor="text1"/>
              <w:sz w:val="12"/>
              <w:szCs w:val="12"/>
            </w:rPr>
            <w:t xml:space="preserve">ARCHIVNÍ ČÍSLO: </w:t>
          </w:r>
          <w:sdt>
            <w:sdtPr>
              <w:rPr>
                <w:color w:val="000000" w:themeColor="text1"/>
                <w:sz w:val="12"/>
                <w:szCs w:val="12"/>
              </w:rPr>
              <w:alias w:val="Archivní číslo"/>
              <w:tag w:val="Poc"/>
              <w:id w:val="-343855727"/>
              <w:text/>
            </w:sdtPr>
            <w:sdtEndPr/>
            <w:sdtContent>
              <w:r w:rsidR="00741696">
                <w:rPr>
                  <w:color w:val="000000" w:themeColor="text1"/>
                  <w:sz w:val="12"/>
                  <w:szCs w:val="12"/>
                </w:rPr>
                <w:t>005680/22/1</w:t>
              </w:r>
            </w:sdtContent>
          </w:sdt>
        </w:p>
      </w:tc>
      <w:tc>
        <w:tcPr>
          <w:tcW w:w="2835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49562022" w14:textId="77777777" w:rsidR="000A56B5" w:rsidRPr="00B40E75" w:rsidRDefault="000A56B5" w:rsidP="00154293">
          <w:pPr>
            <w:jc w:val="right"/>
            <w:rPr>
              <w:color w:val="000000" w:themeColor="text1"/>
              <w:sz w:val="12"/>
              <w:szCs w:val="12"/>
            </w:rPr>
          </w:pPr>
          <w:r w:rsidRPr="00CB573C">
            <w:rPr>
              <w:caps/>
              <w:color w:val="000000" w:themeColor="text1"/>
              <w:sz w:val="12"/>
              <w:szCs w:val="12"/>
            </w:rPr>
            <w:t>Revize</w:t>
          </w:r>
          <w:r>
            <w:rPr>
              <w:color w:val="000000" w:themeColor="text1"/>
              <w:sz w:val="12"/>
              <w:szCs w:val="12"/>
            </w:rPr>
            <w:t xml:space="preserve">: </w:t>
          </w:r>
          <w:sdt>
            <w:sdtPr>
              <w:rPr>
                <w:color w:val="000000" w:themeColor="text1"/>
                <w:sz w:val="12"/>
                <w:szCs w:val="12"/>
              </w:rPr>
              <w:alias w:val="Revize"/>
              <w:tag w:val="Rev"/>
              <w:id w:val="1803579162"/>
              <w:text/>
            </w:sdtPr>
            <w:sdtEndPr/>
            <w:sdtContent>
              <w:r w:rsidR="00741696">
                <w:rPr>
                  <w:color w:val="000000" w:themeColor="text1"/>
                  <w:sz w:val="12"/>
                  <w:szCs w:val="12"/>
                </w:rPr>
                <w:t>1</w:t>
              </w:r>
            </w:sdtContent>
          </w:sdt>
        </w:p>
      </w:tc>
    </w:tr>
  </w:tbl>
  <w:p w14:paraId="27BDF134" w14:textId="77777777" w:rsidR="000A56B5" w:rsidRPr="00F81B53" w:rsidRDefault="000A56B5" w:rsidP="00C81FAB">
    <w:pPr>
      <w:spacing w:line="100" w:lineRule="exact"/>
      <w:ind w:right="142"/>
      <w:jc w:val="left"/>
      <w:rPr>
        <w:color w:val="000000" w:themeColor="text1"/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96640C" w14:textId="77777777" w:rsidR="00E477C4" w:rsidRDefault="00E477C4" w:rsidP="00207A11">
      <w:r>
        <w:separator/>
      </w:r>
    </w:p>
  </w:footnote>
  <w:footnote w:type="continuationSeparator" w:id="0">
    <w:p w14:paraId="15664307" w14:textId="77777777" w:rsidR="00E477C4" w:rsidRDefault="00E477C4" w:rsidP="00207A11">
      <w:r>
        <w:continuationSeparator/>
      </w:r>
    </w:p>
  </w:footnote>
  <w:footnote w:type="continuationNotice" w:id="1">
    <w:p w14:paraId="47477EB5" w14:textId="77777777" w:rsidR="00E477C4" w:rsidRDefault="00E477C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A90A60" w14:textId="77777777" w:rsidR="00A05F05" w:rsidRDefault="00A05F0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2830"/>
      <w:gridCol w:w="2830"/>
      <w:gridCol w:w="2830"/>
    </w:tblGrid>
    <w:tr w:rsidR="310AF0C8" w14:paraId="1A5E9F15" w14:textId="77777777" w:rsidTr="310AF0C8">
      <w:tc>
        <w:tcPr>
          <w:tcW w:w="2830" w:type="dxa"/>
        </w:tcPr>
        <w:p w14:paraId="6BB5289A" w14:textId="6F3E443D" w:rsidR="310AF0C8" w:rsidRDefault="310AF0C8" w:rsidP="310AF0C8">
          <w:pPr>
            <w:pStyle w:val="Zhlav"/>
            <w:ind w:left="-115"/>
            <w:jc w:val="left"/>
          </w:pPr>
        </w:p>
      </w:tc>
      <w:tc>
        <w:tcPr>
          <w:tcW w:w="2830" w:type="dxa"/>
        </w:tcPr>
        <w:p w14:paraId="0C4D4441" w14:textId="4A40F90B" w:rsidR="310AF0C8" w:rsidRDefault="310AF0C8" w:rsidP="310AF0C8">
          <w:pPr>
            <w:pStyle w:val="Zhlav"/>
            <w:jc w:val="center"/>
          </w:pPr>
        </w:p>
      </w:tc>
      <w:tc>
        <w:tcPr>
          <w:tcW w:w="2830" w:type="dxa"/>
        </w:tcPr>
        <w:p w14:paraId="3C528C2A" w14:textId="337085D9" w:rsidR="310AF0C8" w:rsidRDefault="310AF0C8" w:rsidP="310AF0C8">
          <w:pPr>
            <w:pStyle w:val="Zhlav"/>
            <w:ind w:right="-115"/>
            <w:jc w:val="right"/>
          </w:pPr>
        </w:p>
      </w:tc>
    </w:tr>
  </w:tbl>
  <w:p w14:paraId="72FBD96B" w14:textId="24848E45" w:rsidR="310AF0C8" w:rsidRDefault="310AF0C8" w:rsidP="310AF0C8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7D359B" w14:textId="77777777" w:rsidR="000A56B5" w:rsidRDefault="000A56B5" w:rsidP="0093354C">
    <w:pPr>
      <w:pStyle w:val="volndek"/>
    </w:pPr>
  </w:p>
  <w:p w14:paraId="597E55AC" w14:textId="77777777" w:rsidR="000A56B5" w:rsidRPr="0093354C" w:rsidRDefault="000A56B5" w:rsidP="0093354C">
    <w:pPr>
      <w:pStyle w:val="volndek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43A920" w14:textId="77777777" w:rsidR="000A56B5" w:rsidRPr="00AE3921" w:rsidRDefault="000A56B5" w:rsidP="00C81FAB">
    <w:pPr>
      <w:tabs>
        <w:tab w:val="right" w:pos="8505"/>
      </w:tabs>
      <w:spacing w:after="60"/>
      <w:jc w:val="left"/>
      <w:rPr>
        <w:noProof/>
        <w:color w:val="000000" w:themeColor="text1"/>
      </w:rPr>
    </w:pPr>
    <w:r w:rsidRPr="00AE3921">
      <w:rPr>
        <w:noProof/>
        <w:color w:val="000000" w:themeColor="text1"/>
      </w:rPr>
      <w:tab/>
    </w:r>
    <w:r w:rsidRPr="00AE3921">
      <w:rPr>
        <w:noProof/>
        <w:color w:val="000000" w:themeColor="text1"/>
      </w:rPr>
      <mc:AlternateContent>
        <mc:Choice Requires="wpc">
          <w:drawing>
            <wp:inline distT="0" distB="0" distL="0" distR="0" wp14:anchorId="2E93E678" wp14:editId="7AFD489B">
              <wp:extent cx="683895" cy="199390"/>
              <wp:effectExtent l="1905" t="6985" r="0" b="3175"/>
              <wp:docPr id="345" name="Plátno 345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/>
                    <wps:wsp>
                      <wps:cNvPr id="333" name="Freeform 195"/>
                      <wps:cNvSpPr>
                        <a:spLocks noEditPoints="1"/>
                      </wps:cNvSpPr>
                      <wps:spPr bwMode="auto">
                        <a:xfrm>
                          <a:off x="507365" y="26670"/>
                          <a:ext cx="176530" cy="172085"/>
                        </a:xfrm>
                        <a:custGeom>
                          <a:avLst/>
                          <a:gdLst>
                            <a:gd name="T0" fmla="*/ 444 w 556"/>
                            <a:gd name="T1" fmla="*/ 423 h 543"/>
                            <a:gd name="T2" fmla="*/ 444 w 556"/>
                            <a:gd name="T3" fmla="*/ 477 h 543"/>
                            <a:gd name="T4" fmla="*/ 112 w 556"/>
                            <a:gd name="T5" fmla="*/ 477 h 543"/>
                            <a:gd name="T6" fmla="*/ 112 w 556"/>
                            <a:gd name="T7" fmla="*/ 423 h 543"/>
                            <a:gd name="T8" fmla="*/ 276 w 556"/>
                            <a:gd name="T9" fmla="*/ 256 h 543"/>
                            <a:gd name="T10" fmla="*/ 444 w 556"/>
                            <a:gd name="T11" fmla="*/ 423 h 543"/>
                            <a:gd name="T12" fmla="*/ 556 w 556"/>
                            <a:gd name="T13" fmla="*/ 181 h 543"/>
                            <a:gd name="T14" fmla="*/ 353 w 556"/>
                            <a:gd name="T15" fmla="*/ 181 h 543"/>
                            <a:gd name="T16" fmla="*/ 485 w 556"/>
                            <a:gd name="T17" fmla="*/ 49 h 543"/>
                            <a:gd name="T18" fmla="*/ 436 w 556"/>
                            <a:gd name="T19" fmla="*/ 4 h 543"/>
                            <a:gd name="T20" fmla="*/ 276 w 556"/>
                            <a:gd name="T21" fmla="*/ 165 h 543"/>
                            <a:gd name="T22" fmla="*/ 114 w 556"/>
                            <a:gd name="T23" fmla="*/ 0 h 543"/>
                            <a:gd name="T24" fmla="*/ 69 w 556"/>
                            <a:gd name="T25" fmla="*/ 47 h 543"/>
                            <a:gd name="T26" fmla="*/ 201 w 556"/>
                            <a:gd name="T27" fmla="*/ 181 h 543"/>
                            <a:gd name="T28" fmla="*/ 0 w 556"/>
                            <a:gd name="T29" fmla="*/ 181 h 543"/>
                            <a:gd name="T30" fmla="*/ 0 w 556"/>
                            <a:gd name="T31" fmla="*/ 243 h 543"/>
                            <a:gd name="T32" fmla="*/ 201 w 556"/>
                            <a:gd name="T33" fmla="*/ 243 h 543"/>
                            <a:gd name="T34" fmla="*/ 46 w 556"/>
                            <a:gd name="T35" fmla="*/ 396 h 543"/>
                            <a:gd name="T36" fmla="*/ 46 w 556"/>
                            <a:gd name="T37" fmla="*/ 543 h 543"/>
                            <a:gd name="T38" fmla="*/ 508 w 556"/>
                            <a:gd name="T39" fmla="*/ 543 h 543"/>
                            <a:gd name="T40" fmla="*/ 508 w 556"/>
                            <a:gd name="T41" fmla="*/ 396 h 543"/>
                            <a:gd name="T42" fmla="*/ 353 w 556"/>
                            <a:gd name="T43" fmla="*/ 243 h 543"/>
                            <a:gd name="T44" fmla="*/ 556 w 556"/>
                            <a:gd name="T45" fmla="*/ 243 h 543"/>
                            <a:gd name="T46" fmla="*/ 556 w 556"/>
                            <a:gd name="T47" fmla="*/ 181 h 54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</a:cxnLst>
                          <a:rect l="0" t="0" r="r" b="b"/>
                          <a:pathLst>
                            <a:path w="556" h="543">
                              <a:moveTo>
                                <a:pt x="444" y="423"/>
                              </a:moveTo>
                              <a:lnTo>
                                <a:pt x="444" y="477"/>
                              </a:lnTo>
                              <a:lnTo>
                                <a:pt x="112" y="477"/>
                              </a:lnTo>
                              <a:lnTo>
                                <a:pt x="112" y="423"/>
                              </a:lnTo>
                              <a:lnTo>
                                <a:pt x="276" y="256"/>
                              </a:lnTo>
                              <a:lnTo>
                                <a:pt x="444" y="423"/>
                              </a:lnTo>
                              <a:close/>
                              <a:moveTo>
                                <a:pt x="556" y="181"/>
                              </a:moveTo>
                              <a:lnTo>
                                <a:pt x="353" y="181"/>
                              </a:lnTo>
                              <a:lnTo>
                                <a:pt x="485" y="49"/>
                              </a:lnTo>
                              <a:lnTo>
                                <a:pt x="436" y="4"/>
                              </a:lnTo>
                              <a:lnTo>
                                <a:pt x="276" y="165"/>
                              </a:lnTo>
                              <a:lnTo>
                                <a:pt x="114" y="0"/>
                              </a:lnTo>
                              <a:lnTo>
                                <a:pt x="69" y="47"/>
                              </a:lnTo>
                              <a:lnTo>
                                <a:pt x="201" y="181"/>
                              </a:lnTo>
                              <a:lnTo>
                                <a:pt x="0" y="181"/>
                              </a:lnTo>
                              <a:lnTo>
                                <a:pt x="0" y="243"/>
                              </a:lnTo>
                              <a:lnTo>
                                <a:pt x="201" y="243"/>
                              </a:lnTo>
                              <a:lnTo>
                                <a:pt x="46" y="396"/>
                              </a:lnTo>
                              <a:lnTo>
                                <a:pt x="46" y="543"/>
                              </a:lnTo>
                              <a:lnTo>
                                <a:pt x="508" y="543"/>
                              </a:lnTo>
                              <a:lnTo>
                                <a:pt x="508" y="396"/>
                              </a:lnTo>
                              <a:lnTo>
                                <a:pt x="353" y="243"/>
                              </a:lnTo>
                              <a:lnTo>
                                <a:pt x="556" y="243"/>
                              </a:lnTo>
                              <a:lnTo>
                                <a:pt x="556" y="18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4" name="Freeform 196"/>
                      <wps:cNvSpPr>
                        <a:spLocks/>
                      </wps:cNvSpPr>
                      <wps:spPr bwMode="auto">
                        <a:xfrm>
                          <a:off x="574675" y="0"/>
                          <a:ext cx="41910" cy="41910"/>
                        </a:xfrm>
                        <a:custGeom>
                          <a:avLst/>
                          <a:gdLst>
                            <a:gd name="T0" fmla="*/ 131 w 131"/>
                            <a:gd name="T1" fmla="*/ 66 h 132"/>
                            <a:gd name="T2" fmla="*/ 131 w 131"/>
                            <a:gd name="T3" fmla="*/ 66 h 132"/>
                            <a:gd name="T4" fmla="*/ 130 w 131"/>
                            <a:gd name="T5" fmla="*/ 79 h 132"/>
                            <a:gd name="T6" fmla="*/ 126 w 131"/>
                            <a:gd name="T7" fmla="*/ 93 h 132"/>
                            <a:gd name="T8" fmla="*/ 120 w 131"/>
                            <a:gd name="T9" fmla="*/ 103 h 132"/>
                            <a:gd name="T10" fmla="*/ 112 w 131"/>
                            <a:gd name="T11" fmla="*/ 112 h 132"/>
                            <a:gd name="T12" fmla="*/ 103 w 131"/>
                            <a:gd name="T13" fmla="*/ 120 h 132"/>
                            <a:gd name="T14" fmla="*/ 91 w 131"/>
                            <a:gd name="T15" fmla="*/ 128 h 132"/>
                            <a:gd name="T16" fmla="*/ 79 w 131"/>
                            <a:gd name="T17" fmla="*/ 132 h 132"/>
                            <a:gd name="T18" fmla="*/ 66 w 131"/>
                            <a:gd name="T19" fmla="*/ 132 h 132"/>
                            <a:gd name="T20" fmla="*/ 66 w 131"/>
                            <a:gd name="T21" fmla="*/ 132 h 132"/>
                            <a:gd name="T22" fmla="*/ 52 w 131"/>
                            <a:gd name="T23" fmla="*/ 132 h 132"/>
                            <a:gd name="T24" fmla="*/ 41 w 131"/>
                            <a:gd name="T25" fmla="*/ 128 h 132"/>
                            <a:gd name="T26" fmla="*/ 29 w 131"/>
                            <a:gd name="T27" fmla="*/ 120 h 132"/>
                            <a:gd name="T28" fmla="*/ 19 w 131"/>
                            <a:gd name="T29" fmla="*/ 112 h 132"/>
                            <a:gd name="T30" fmla="*/ 12 w 131"/>
                            <a:gd name="T31" fmla="*/ 103 h 132"/>
                            <a:gd name="T32" fmla="*/ 6 w 131"/>
                            <a:gd name="T33" fmla="*/ 93 h 132"/>
                            <a:gd name="T34" fmla="*/ 2 w 131"/>
                            <a:gd name="T35" fmla="*/ 79 h 132"/>
                            <a:gd name="T36" fmla="*/ 0 w 131"/>
                            <a:gd name="T37" fmla="*/ 66 h 132"/>
                            <a:gd name="T38" fmla="*/ 0 w 131"/>
                            <a:gd name="T39" fmla="*/ 66 h 132"/>
                            <a:gd name="T40" fmla="*/ 2 w 131"/>
                            <a:gd name="T41" fmla="*/ 52 h 132"/>
                            <a:gd name="T42" fmla="*/ 6 w 131"/>
                            <a:gd name="T43" fmla="*/ 41 h 132"/>
                            <a:gd name="T44" fmla="*/ 12 w 131"/>
                            <a:gd name="T45" fmla="*/ 29 h 132"/>
                            <a:gd name="T46" fmla="*/ 19 w 131"/>
                            <a:gd name="T47" fmla="*/ 19 h 132"/>
                            <a:gd name="T48" fmla="*/ 29 w 131"/>
                            <a:gd name="T49" fmla="*/ 12 h 132"/>
                            <a:gd name="T50" fmla="*/ 41 w 131"/>
                            <a:gd name="T51" fmla="*/ 6 h 132"/>
                            <a:gd name="T52" fmla="*/ 52 w 131"/>
                            <a:gd name="T53" fmla="*/ 2 h 132"/>
                            <a:gd name="T54" fmla="*/ 66 w 131"/>
                            <a:gd name="T55" fmla="*/ 0 h 132"/>
                            <a:gd name="T56" fmla="*/ 66 w 131"/>
                            <a:gd name="T57" fmla="*/ 0 h 132"/>
                            <a:gd name="T58" fmla="*/ 79 w 131"/>
                            <a:gd name="T59" fmla="*/ 2 h 132"/>
                            <a:gd name="T60" fmla="*/ 91 w 131"/>
                            <a:gd name="T61" fmla="*/ 6 h 132"/>
                            <a:gd name="T62" fmla="*/ 103 w 131"/>
                            <a:gd name="T63" fmla="*/ 12 h 132"/>
                            <a:gd name="T64" fmla="*/ 112 w 131"/>
                            <a:gd name="T65" fmla="*/ 19 h 132"/>
                            <a:gd name="T66" fmla="*/ 120 w 131"/>
                            <a:gd name="T67" fmla="*/ 29 h 132"/>
                            <a:gd name="T68" fmla="*/ 126 w 131"/>
                            <a:gd name="T69" fmla="*/ 41 h 132"/>
                            <a:gd name="T70" fmla="*/ 130 w 131"/>
                            <a:gd name="T71" fmla="*/ 52 h 132"/>
                            <a:gd name="T72" fmla="*/ 131 w 131"/>
                            <a:gd name="T73" fmla="*/ 66 h 13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131" h="132">
                              <a:moveTo>
                                <a:pt x="131" y="66"/>
                              </a:moveTo>
                              <a:lnTo>
                                <a:pt x="131" y="66"/>
                              </a:lnTo>
                              <a:lnTo>
                                <a:pt x="130" y="79"/>
                              </a:lnTo>
                              <a:lnTo>
                                <a:pt x="126" y="93"/>
                              </a:lnTo>
                              <a:lnTo>
                                <a:pt x="120" y="103"/>
                              </a:lnTo>
                              <a:lnTo>
                                <a:pt x="112" y="112"/>
                              </a:lnTo>
                              <a:lnTo>
                                <a:pt x="103" y="120"/>
                              </a:lnTo>
                              <a:lnTo>
                                <a:pt x="91" y="128"/>
                              </a:lnTo>
                              <a:lnTo>
                                <a:pt x="79" y="132"/>
                              </a:lnTo>
                              <a:lnTo>
                                <a:pt x="66" y="132"/>
                              </a:lnTo>
                              <a:lnTo>
                                <a:pt x="52" y="132"/>
                              </a:lnTo>
                              <a:lnTo>
                                <a:pt x="41" y="128"/>
                              </a:lnTo>
                              <a:lnTo>
                                <a:pt x="29" y="120"/>
                              </a:lnTo>
                              <a:lnTo>
                                <a:pt x="19" y="112"/>
                              </a:lnTo>
                              <a:lnTo>
                                <a:pt x="12" y="103"/>
                              </a:lnTo>
                              <a:lnTo>
                                <a:pt x="6" y="93"/>
                              </a:lnTo>
                              <a:lnTo>
                                <a:pt x="2" y="79"/>
                              </a:lnTo>
                              <a:lnTo>
                                <a:pt x="0" y="66"/>
                              </a:lnTo>
                              <a:lnTo>
                                <a:pt x="2" y="52"/>
                              </a:lnTo>
                              <a:lnTo>
                                <a:pt x="6" y="41"/>
                              </a:lnTo>
                              <a:lnTo>
                                <a:pt x="12" y="29"/>
                              </a:lnTo>
                              <a:lnTo>
                                <a:pt x="19" y="19"/>
                              </a:lnTo>
                              <a:lnTo>
                                <a:pt x="29" y="12"/>
                              </a:lnTo>
                              <a:lnTo>
                                <a:pt x="41" y="6"/>
                              </a:lnTo>
                              <a:lnTo>
                                <a:pt x="52" y="2"/>
                              </a:lnTo>
                              <a:lnTo>
                                <a:pt x="66" y="0"/>
                              </a:lnTo>
                              <a:lnTo>
                                <a:pt x="79" y="2"/>
                              </a:lnTo>
                              <a:lnTo>
                                <a:pt x="91" y="6"/>
                              </a:lnTo>
                              <a:lnTo>
                                <a:pt x="103" y="12"/>
                              </a:lnTo>
                              <a:lnTo>
                                <a:pt x="112" y="19"/>
                              </a:lnTo>
                              <a:lnTo>
                                <a:pt x="120" y="29"/>
                              </a:lnTo>
                              <a:lnTo>
                                <a:pt x="126" y="41"/>
                              </a:lnTo>
                              <a:lnTo>
                                <a:pt x="130" y="52"/>
                              </a:lnTo>
                              <a:lnTo>
                                <a:pt x="131" y="6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C002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5" name="Freeform 197"/>
                      <wps:cNvSpPr>
                        <a:spLocks/>
                      </wps:cNvSpPr>
                      <wps:spPr bwMode="auto">
                        <a:xfrm>
                          <a:off x="574675" y="0"/>
                          <a:ext cx="41910" cy="41910"/>
                        </a:xfrm>
                        <a:custGeom>
                          <a:avLst/>
                          <a:gdLst>
                            <a:gd name="T0" fmla="*/ 131 w 131"/>
                            <a:gd name="T1" fmla="*/ 66 h 132"/>
                            <a:gd name="T2" fmla="*/ 131 w 131"/>
                            <a:gd name="T3" fmla="*/ 66 h 132"/>
                            <a:gd name="T4" fmla="*/ 130 w 131"/>
                            <a:gd name="T5" fmla="*/ 79 h 132"/>
                            <a:gd name="T6" fmla="*/ 126 w 131"/>
                            <a:gd name="T7" fmla="*/ 93 h 132"/>
                            <a:gd name="T8" fmla="*/ 120 w 131"/>
                            <a:gd name="T9" fmla="*/ 103 h 132"/>
                            <a:gd name="T10" fmla="*/ 112 w 131"/>
                            <a:gd name="T11" fmla="*/ 112 h 132"/>
                            <a:gd name="T12" fmla="*/ 103 w 131"/>
                            <a:gd name="T13" fmla="*/ 120 h 132"/>
                            <a:gd name="T14" fmla="*/ 91 w 131"/>
                            <a:gd name="T15" fmla="*/ 128 h 132"/>
                            <a:gd name="T16" fmla="*/ 79 w 131"/>
                            <a:gd name="T17" fmla="*/ 132 h 132"/>
                            <a:gd name="T18" fmla="*/ 66 w 131"/>
                            <a:gd name="T19" fmla="*/ 132 h 132"/>
                            <a:gd name="T20" fmla="*/ 66 w 131"/>
                            <a:gd name="T21" fmla="*/ 132 h 132"/>
                            <a:gd name="T22" fmla="*/ 52 w 131"/>
                            <a:gd name="T23" fmla="*/ 132 h 132"/>
                            <a:gd name="T24" fmla="*/ 41 w 131"/>
                            <a:gd name="T25" fmla="*/ 128 h 132"/>
                            <a:gd name="T26" fmla="*/ 29 w 131"/>
                            <a:gd name="T27" fmla="*/ 120 h 132"/>
                            <a:gd name="T28" fmla="*/ 19 w 131"/>
                            <a:gd name="T29" fmla="*/ 112 h 132"/>
                            <a:gd name="T30" fmla="*/ 12 w 131"/>
                            <a:gd name="T31" fmla="*/ 103 h 132"/>
                            <a:gd name="T32" fmla="*/ 6 w 131"/>
                            <a:gd name="T33" fmla="*/ 93 h 132"/>
                            <a:gd name="T34" fmla="*/ 2 w 131"/>
                            <a:gd name="T35" fmla="*/ 79 h 132"/>
                            <a:gd name="T36" fmla="*/ 0 w 131"/>
                            <a:gd name="T37" fmla="*/ 66 h 132"/>
                            <a:gd name="T38" fmla="*/ 0 w 131"/>
                            <a:gd name="T39" fmla="*/ 66 h 132"/>
                            <a:gd name="T40" fmla="*/ 2 w 131"/>
                            <a:gd name="T41" fmla="*/ 52 h 132"/>
                            <a:gd name="T42" fmla="*/ 6 w 131"/>
                            <a:gd name="T43" fmla="*/ 41 h 132"/>
                            <a:gd name="T44" fmla="*/ 12 w 131"/>
                            <a:gd name="T45" fmla="*/ 29 h 132"/>
                            <a:gd name="T46" fmla="*/ 19 w 131"/>
                            <a:gd name="T47" fmla="*/ 19 h 132"/>
                            <a:gd name="T48" fmla="*/ 29 w 131"/>
                            <a:gd name="T49" fmla="*/ 12 h 132"/>
                            <a:gd name="T50" fmla="*/ 41 w 131"/>
                            <a:gd name="T51" fmla="*/ 6 h 132"/>
                            <a:gd name="T52" fmla="*/ 52 w 131"/>
                            <a:gd name="T53" fmla="*/ 2 h 132"/>
                            <a:gd name="T54" fmla="*/ 66 w 131"/>
                            <a:gd name="T55" fmla="*/ 0 h 132"/>
                            <a:gd name="T56" fmla="*/ 66 w 131"/>
                            <a:gd name="T57" fmla="*/ 0 h 132"/>
                            <a:gd name="T58" fmla="*/ 79 w 131"/>
                            <a:gd name="T59" fmla="*/ 2 h 132"/>
                            <a:gd name="T60" fmla="*/ 91 w 131"/>
                            <a:gd name="T61" fmla="*/ 6 h 132"/>
                            <a:gd name="T62" fmla="*/ 103 w 131"/>
                            <a:gd name="T63" fmla="*/ 12 h 132"/>
                            <a:gd name="T64" fmla="*/ 112 w 131"/>
                            <a:gd name="T65" fmla="*/ 19 h 132"/>
                            <a:gd name="T66" fmla="*/ 120 w 131"/>
                            <a:gd name="T67" fmla="*/ 29 h 132"/>
                            <a:gd name="T68" fmla="*/ 126 w 131"/>
                            <a:gd name="T69" fmla="*/ 41 h 132"/>
                            <a:gd name="T70" fmla="*/ 130 w 131"/>
                            <a:gd name="T71" fmla="*/ 52 h 132"/>
                            <a:gd name="T72" fmla="*/ 131 w 131"/>
                            <a:gd name="T73" fmla="*/ 66 h 13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131" h="132">
                              <a:moveTo>
                                <a:pt x="131" y="66"/>
                              </a:moveTo>
                              <a:lnTo>
                                <a:pt x="131" y="66"/>
                              </a:lnTo>
                              <a:lnTo>
                                <a:pt x="130" y="79"/>
                              </a:lnTo>
                              <a:lnTo>
                                <a:pt x="126" y="93"/>
                              </a:lnTo>
                              <a:lnTo>
                                <a:pt x="120" y="103"/>
                              </a:lnTo>
                              <a:lnTo>
                                <a:pt x="112" y="112"/>
                              </a:lnTo>
                              <a:lnTo>
                                <a:pt x="103" y="120"/>
                              </a:lnTo>
                              <a:lnTo>
                                <a:pt x="91" y="128"/>
                              </a:lnTo>
                              <a:lnTo>
                                <a:pt x="79" y="132"/>
                              </a:lnTo>
                              <a:lnTo>
                                <a:pt x="66" y="132"/>
                              </a:lnTo>
                              <a:lnTo>
                                <a:pt x="52" y="132"/>
                              </a:lnTo>
                              <a:lnTo>
                                <a:pt x="41" y="128"/>
                              </a:lnTo>
                              <a:lnTo>
                                <a:pt x="29" y="120"/>
                              </a:lnTo>
                              <a:lnTo>
                                <a:pt x="19" y="112"/>
                              </a:lnTo>
                              <a:lnTo>
                                <a:pt x="12" y="103"/>
                              </a:lnTo>
                              <a:lnTo>
                                <a:pt x="6" y="93"/>
                              </a:lnTo>
                              <a:lnTo>
                                <a:pt x="2" y="79"/>
                              </a:lnTo>
                              <a:lnTo>
                                <a:pt x="0" y="66"/>
                              </a:lnTo>
                              <a:lnTo>
                                <a:pt x="2" y="52"/>
                              </a:lnTo>
                              <a:lnTo>
                                <a:pt x="6" y="41"/>
                              </a:lnTo>
                              <a:lnTo>
                                <a:pt x="12" y="29"/>
                              </a:lnTo>
                              <a:lnTo>
                                <a:pt x="19" y="19"/>
                              </a:lnTo>
                              <a:lnTo>
                                <a:pt x="29" y="12"/>
                              </a:lnTo>
                              <a:lnTo>
                                <a:pt x="41" y="6"/>
                              </a:lnTo>
                              <a:lnTo>
                                <a:pt x="52" y="2"/>
                              </a:lnTo>
                              <a:lnTo>
                                <a:pt x="66" y="0"/>
                              </a:lnTo>
                              <a:lnTo>
                                <a:pt x="79" y="2"/>
                              </a:lnTo>
                              <a:lnTo>
                                <a:pt x="91" y="6"/>
                              </a:lnTo>
                              <a:lnTo>
                                <a:pt x="103" y="12"/>
                              </a:lnTo>
                              <a:lnTo>
                                <a:pt x="112" y="19"/>
                              </a:lnTo>
                              <a:lnTo>
                                <a:pt x="120" y="29"/>
                              </a:lnTo>
                              <a:lnTo>
                                <a:pt x="126" y="41"/>
                              </a:lnTo>
                              <a:lnTo>
                                <a:pt x="130" y="52"/>
                              </a:lnTo>
                              <a:lnTo>
                                <a:pt x="131" y="66"/>
                              </a:lnTo>
                            </a:path>
                          </a:pathLst>
                        </a:custGeom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6" name="Freeform 198"/>
                      <wps:cNvSpPr>
                        <a:spLocks noEditPoints="1"/>
                      </wps:cNvSpPr>
                      <wps:spPr bwMode="auto">
                        <a:xfrm>
                          <a:off x="381000" y="113030"/>
                          <a:ext cx="84455" cy="86360"/>
                        </a:xfrm>
                        <a:custGeom>
                          <a:avLst/>
                          <a:gdLst>
                            <a:gd name="T0" fmla="*/ 133 w 266"/>
                            <a:gd name="T1" fmla="*/ 0 h 271"/>
                            <a:gd name="T2" fmla="*/ 162 w 266"/>
                            <a:gd name="T3" fmla="*/ 2 h 271"/>
                            <a:gd name="T4" fmla="*/ 189 w 266"/>
                            <a:gd name="T5" fmla="*/ 7 h 271"/>
                            <a:gd name="T6" fmla="*/ 212 w 266"/>
                            <a:gd name="T7" fmla="*/ 19 h 271"/>
                            <a:gd name="T8" fmla="*/ 231 w 266"/>
                            <a:gd name="T9" fmla="*/ 35 h 271"/>
                            <a:gd name="T10" fmla="*/ 247 w 266"/>
                            <a:gd name="T11" fmla="*/ 54 h 271"/>
                            <a:gd name="T12" fmla="*/ 257 w 266"/>
                            <a:gd name="T13" fmla="*/ 77 h 271"/>
                            <a:gd name="T14" fmla="*/ 262 w 266"/>
                            <a:gd name="T15" fmla="*/ 104 h 271"/>
                            <a:gd name="T16" fmla="*/ 266 w 266"/>
                            <a:gd name="T17" fmla="*/ 135 h 271"/>
                            <a:gd name="T18" fmla="*/ 260 w 266"/>
                            <a:gd name="T19" fmla="*/ 180 h 271"/>
                            <a:gd name="T20" fmla="*/ 253 w 266"/>
                            <a:gd name="T21" fmla="*/ 205 h 271"/>
                            <a:gd name="T22" fmla="*/ 239 w 266"/>
                            <a:gd name="T23" fmla="*/ 226 h 271"/>
                            <a:gd name="T24" fmla="*/ 222 w 266"/>
                            <a:gd name="T25" fmla="*/ 244 h 271"/>
                            <a:gd name="T26" fmla="*/ 203 w 266"/>
                            <a:gd name="T27" fmla="*/ 257 h 271"/>
                            <a:gd name="T28" fmla="*/ 177 w 266"/>
                            <a:gd name="T29" fmla="*/ 267 h 271"/>
                            <a:gd name="T30" fmla="*/ 148 w 266"/>
                            <a:gd name="T31" fmla="*/ 271 h 271"/>
                            <a:gd name="T32" fmla="*/ 133 w 266"/>
                            <a:gd name="T33" fmla="*/ 271 h 271"/>
                            <a:gd name="T34" fmla="*/ 102 w 266"/>
                            <a:gd name="T35" fmla="*/ 269 h 271"/>
                            <a:gd name="T36" fmla="*/ 75 w 266"/>
                            <a:gd name="T37" fmla="*/ 263 h 271"/>
                            <a:gd name="T38" fmla="*/ 52 w 266"/>
                            <a:gd name="T39" fmla="*/ 252 h 271"/>
                            <a:gd name="T40" fmla="*/ 33 w 266"/>
                            <a:gd name="T41" fmla="*/ 236 h 271"/>
                            <a:gd name="T42" fmla="*/ 19 w 266"/>
                            <a:gd name="T43" fmla="*/ 215 h 271"/>
                            <a:gd name="T44" fmla="*/ 7 w 266"/>
                            <a:gd name="T45" fmla="*/ 192 h 271"/>
                            <a:gd name="T46" fmla="*/ 2 w 266"/>
                            <a:gd name="T47" fmla="*/ 166 h 271"/>
                            <a:gd name="T48" fmla="*/ 0 w 266"/>
                            <a:gd name="T49" fmla="*/ 135 h 271"/>
                            <a:gd name="T50" fmla="*/ 4 w 266"/>
                            <a:gd name="T51" fmla="*/ 91 h 271"/>
                            <a:gd name="T52" fmla="*/ 13 w 266"/>
                            <a:gd name="T53" fmla="*/ 66 h 271"/>
                            <a:gd name="T54" fmla="*/ 25 w 266"/>
                            <a:gd name="T55" fmla="*/ 44 h 271"/>
                            <a:gd name="T56" fmla="*/ 42 w 266"/>
                            <a:gd name="T57" fmla="*/ 27 h 271"/>
                            <a:gd name="T58" fmla="*/ 63 w 266"/>
                            <a:gd name="T59" fmla="*/ 13 h 271"/>
                            <a:gd name="T60" fmla="*/ 89 w 266"/>
                            <a:gd name="T61" fmla="*/ 4 h 271"/>
                            <a:gd name="T62" fmla="*/ 116 w 266"/>
                            <a:gd name="T63" fmla="*/ 0 h 271"/>
                            <a:gd name="T64" fmla="*/ 133 w 266"/>
                            <a:gd name="T65" fmla="*/ 219 h 271"/>
                            <a:gd name="T66" fmla="*/ 146 w 266"/>
                            <a:gd name="T67" fmla="*/ 219 h 271"/>
                            <a:gd name="T68" fmla="*/ 170 w 266"/>
                            <a:gd name="T69" fmla="*/ 205 h 271"/>
                            <a:gd name="T70" fmla="*/ 183 w 266"/>
                            <a:gd name="T71" fmla="*/ 182 h 271"/>
                            <a:gd name="T72" fmla="*/ 189 w 266"/>
                            <a:gd name="T73" fmla="*/ 151 h 271"/>
                            <a:gd name="T74" fmla="*/ 191 w 266"/>
                            <a:gd name="T75" fmla="*/ 135 h 271"/>
                            <a:gd name="T76" fmla="*/ 187 w 266"/>
                            <a:gd name="T77" fmla="*/ 102 h 271"/>
                            <a:gd name="T78" fmla="*/ 177 w 266"/>
                            <a:gd name="T79" fmla="*/ 75 h 271"/>
                            <a:gd name="T80" fmla="*/ 160 w 266"/>
                            <a:gd name="T81" fmla="*/ 58 h 271"/>
                            <a:gd name="T82" fmla="*/ 133 w 266"/>
                            <a:gd name="T83" fmla="*/ 52 h 271"/>
                            <a:gd name="T84" fmla="*/ 118 w 266"/>
                            <a:gd name="T85" fmla="*/ 52 h 271"/>
                            <a:gd name="T86" fmla="*/ 94 w 266"/>
                            <a:gd name="T87" fmla="*/ 66 h 271"/>
                            <a:gd name="T88" fmla="*/ 79 w 266"/>
                            <a:gd name="T89" fmla="*/ 89 h 271"/>
                            <a:gd name="T90" fmla="*/ 73 w 266"/>
                            <a:gd name="T91" fmla="*/ 118 h 271"/>
                            <a:gd name="T92" fmla="*/ 71 w 266"/>
                            <a:gd name="T93" fmla="*/ 135 h 271"/>
                            <a:gd name="T94" fmla="*/ 75 w 266"/>
                            <a:gd name="T95" fmla="*/ 166 h 271"/>
                            <a:gd name="T96" fmla="*/ 85 w 266"/>
                            <a:gd name="T97" fmla="*/ 193 h 271"/>
                            <a:gd name="T98" fmla="*/ 104 w 266"/>
                            <a:gd name="T99" fmla="*/ 213 h 271"/>
                            <a:gd name="T100" fmla="*/ 133 w 266"/>
                            <a:gd name="T101" fmla="*/ 219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</a:cxnLst>
                          <a:rect l="0" t="0" r="r" b="b"/>
                          <a:pathLst>
                            <a:path w="266" h="271">
                              <a:moveTo>
                                <a:pt x="133" y="0"/>
                              </a:moveTo>
                              <a:lnTo>
                                <a:pt x="133" y="0"/>
                              </a:lnTo>
                              <a:lnTo>
                                <a:pt x="148" y="0"/>
                              </a:lnTo>
                              <a:lnTo>
                                <a:pt x="162" y="2"/>
                              </a:lnTo>
                              <a:lnTo>
                                <a:pt x="177" y="4"/>
                              </a:lnTo>
                              <a:lnTo>
                                <a:pt x="189" y="7"/>
                              </a:lnTo>
                              <a:lnTo>
                                <a:pt x="203" y="13"/>
                              </a:lnTo>
                              <a:lnTo>
                                <a:pt x="212" y="19"/>
                              </a:lnTo>
                              <a:lnTo>
                                <a:pt x="222" y="27"/>
                              </a:lnTo>
                              <a:lnTo>
                                <a:pt x="231" y="35"/>
                              </a:lnTo>
                              <a:lnTo>
                                <a:pt x="239" y="44"/>
                              </a:lnTo>
                              <a:lnTo>
                                <a:pt x="247" y="54"/>
                              </a:lnTo>
                              <a:lnTo>
                                <a:pt x="253" y="66"/>
                              </a:lnTo>
                              <a:lnTo>
                                <a:pt x="257" y="77"/>
                              </a:lnTo>
                              <a:lnTo>
                                <a:pt x="260" y="91"/>
                              </a:lnTo>
                              <a:lnTo>
                                <a:pt x="262" y="104"/>
                              </a:lnTo>
                              <a:lnTo>
                                <a:pt x="266" y="135"/>
                              </a:lnTo>
                              <a:lnTo>
                                <a:pt x="262" y="166"/>
                              </a:lnTo>
                              <a:lnTo>
                                <a:pt x="260" y="180"/>
                              </a:lnTo>
                              <a:lnTo>
                                <a:pt x="257" y="192"/>
                              </a:lnTo>
                              <a:lnTo>
                                <a:pt x="253" y="205"/>
                              </a:lnTo>
                              <a:lnTo>
                                <a:pt x="247" y="215"/>
                              </a:lnTo>
                              <a:lnTo>
                                <a:pt x="239" y="226"/>
                              </a:lnTo>
                              <a:lnTo>
                                <a:pt x="231" y="236"/>
                              </a:lnTo>
                              <a:lnTo>
                                <a:pt x="222" y="244"/>
                              </a:lnTo>
                              <a:lnTo>
                                <a:pt x="212" y="252"/>
                              </a:lnTo>
                              <a:lnTo>
                                <a:pt x="203" y="257"/>
                              </a:lnTo>
                              <a:lnTo>
                                <a:pt x="189" y="263"/>
                              </a:lnTo>
                              <a:lnTo>
                                <a:pt x="177" y="267"/>
                              </a:lnTo>
                              <a:lnTo>
                                <a:pt x="162" y="269"/>
                              </a:lnTo>
                              <a:lnTo>
                                <a:pt x="148" y="271"/>
                              </a:lnTo>
                              <a:lnTo>
                                <a:pt x="133" y="271"/>
                              </a:lnTo>
                              <a:lnTo>
                                <a:pt x="116" y="271"/>
                              </a:lnTo>
                              <a:lnTo>
                                <a:pt x="102" y="269"/>
                              </a:lnTo>
                              <a:lnTo>
                                <a:pt x="89" y="267"/>
                              </a:lnTo>
                              <a:lnTo>
                                <a:pt x="75" y="263"/>
                              </a:lnTo>
                              <a:lnTo>
                                <a:pt x="63" y="257"/>
                              </a:lnTo>
                              <a:lnTo>
                                <a:pt x="52" y="252"/>
                              </a:lnTo>
                              <a:lnTo>
                                <a:pt x="42" y="244"/>
                              </a:lnTo>
                              <a:lnTo>
                                <a:pt x="33" y="236"/>
                              </a:lnTo>
                              <a:lnTo>
                                <a:pt x="25" y="226"/>
                              </a:lnTo>
                              <a:lnTo>
                                <a:pt x="19" y="215"/>
                              </a:lnTo>
                              <a:lnTo>
                                <a:pt x="13" y="205"/>
                              </a:lnTo>
                              <a:lnTo>
                                <a:pt x="7" y="192"/>
                              </a:lnTo>
                              <a:lnTo>
                                <a:pt x="4" y="180"/>
                              </a:lnTo>
                              <a:lnTo>
                                <a:pt x="2" y="166"/>
                              </a:lnTo>
                              <a:lnTo>
                                <a:pt x="0" y="135"/>
                              </a:lnTo>
                              <a:lnTo>
                                <a:pt x="2" y="104"/>
                              </a:lnTo>
                              <a:lnTo>
                                <a:pt x="4" y="91"/>
                              </a:lnTo>
                              <a:lnTo>
                                <a:pt x="7" y="77"/>
                              </a:lnTo>
                              <a:lnTo>
                                <a:pt x="13" y="66"/>
                              </a:lnTo>
                              <a:lnTo>
                                <a:pt x="19" y="54"/>
                              </a:lnTo>
                              <a:lnTo>
                                <a:pt x="25" y="44"/>
                              </a:lnTo>
                              <a:lnTo>
                                <a:pt x="33" y="35"/>
                              </a:lnTo>
                              <a:lnTo>
                                <a:pt x="42" y="27"/>
                              </a:lnTo>
                              <a:lnTo>
                                <a:pt x="52" y="19"/>
                              </a:lnTo>
                              <a:lnTo>
                                <a:pt x="63" y="13"/>
                              </a:lnTo>
                              <a:lnTo>
                                <a:pt x="75" y="7"/>
                              </a:lnTo>
                              <a:lnTo>
                                <a:pt x="89" y="4"/>
                              </a:lnTo>
                              <a:lnTo>
                                <a:pt x="102" y="2"/>
                              </a:lnTo>
                              <a:lnTo>
                                <a:pt x="116" y="0"/>
                              </a:lnTo>
                              <a:lnTo>
                                <a:pt x="133" y="0"/>
                              </a:lnTo>
                              <a:close/>
                              <a:moveTo>
                                <a:pt x="133" y="219"/>
                              </a:moveTo>
                              <a:lnTo>
                                <a:pt x="133" y="219"/>
                              </a:lnTo>
                              <a:lnTo>
                                <a:pt x="146" y="219"/>
                              </a:lnTo>
                              <a:lnTo>
                                <a:pt x="160" y="213"/>
                              </a:lnTo>
                              <a:lnTo>
                                <a:pt x="170" y="205"/>
                              </a:lnTo>
                              <a:lnTo>
                                <a:pt x="177" y="193"/>
                              </a:lnTo>
                              <a:lnTo>
                                <a:pt x="183" y="182"/>
                              </a:lnTo>
                              <a:lnTo>
                                <a:pt x="187" y="166"/>
                              </a:lnTo>
                              <a:lnTo>
                                <a:pt x="189" y="151"/>
                              </a:lnTo>
                              <a:lnTo>
                                <a:pt x="191" y="135"/>
                              </a:lnTo>
                              <a:lnTo>
                                <a:pt x="189" y="118"/>
                              </a:lnTo>
                              <a:lnTo>
                                <a:pt x="187" y="102"/>
                              </a:lnTo>
                              <a:lnTo>
                                <a:pt x="183" y="89"/>
                              </a:lnTo>
                              <a:lnTo>
                                <a:pt x="177" y="75"/>
                              </a:lnTo>
                              <a:lnTo>
                                <a:pt x="170" y="66"/>
                              </a:lnTo>
                              <a:lnTo>
                                <a:pt x="160" y="58"/>
                              </a:lnTo>
                              <a:lnTo>
                                <a:pt x="146" y="52"/>
                              </a:lnTo>
                              <a:lnTo>
                                <a:pt x="133" y="52"/>
                              </a:lnTo>
                              <a:lnTo>
                                <a:pt x="118" y="52"/>
                              </a:lnTo>
                              <a:lnTo>
                                <a:pt x="104" y="58"/>
                              </a:lnTo>
                              <a:lnTo>
                                <a:pt x="94" y="66"/>
                              </a:lnTo>
                              <a:lnTo>
                                <a:pt x="85" y="75"/>
                              </a:lnTo>
                              <a:lnTo>
                                <a:pt x="79" y="89"/>
                              </a:lnTo>
                              <a:lnTo>
                                <a:pt x="75" y="102"/>
                              </a:lnTo>
                              <a:lnTo>
                                <a:pt x="73" y="118"/>
                              </a:lnTo>
                              <a:lnTo>
                                <a:pt x="71" y="135"/>
                              </a:lnTo>
                              <a:lnTo>
                                <a:pt x="73" y="151"/>
                              </a:lnTo>
                              <a:lnTo>
                                <a:pt x="75" y="166"/>
                              </a:lnTo>
                              <a:lnTo>
                                <a:pt x="79" y="182"/>
                              </a:lnTo>
                              <a:lnTo>
                                <a:pt x="85" y="193"/>
                              </a:lnTo>
                              <a:lnTo>
                                <a:pt x="94" y="205"/>
                              </a:lnTo>
                              <a:lnTo>
                                <a:pt x="104" y="213"/>
                              </a:lnTo>
                              <a:lnTo>
                                <a:pt x="118" y="219"/>
                              </a:lnTo>
                              <a:lnTo>
                                <a:pt x="133" y="2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7" name="Freeform 199"/>
                      <wps:cNvSpPr>
                        <a:spLocks/>
                      </wps:cNvSpPr>
                      <wps:spPr bwMode="auto">
                        <a:xfrm>
                          <a:off x="381000" y="113030"/>
                          <a:ext cx="84455" cy="86360"/>
                        </a:xfrm>
                        <a:custGeom>
                          <a:avLst/>
                          <a:gdLst>
                            <a:gd name="T0" fmla="*/ 133 w 266"/>
                            <a:gd name="T1" fmla="*/ 0 h 271"/>
                            <a:gd name="T2" fmla="*/ 162 w 266"/>
                            <a:gd name="T3" fmla="*/ 2 h 271"/>
                            <a:gd name="T4" fmla="*/ 189 w 266"/>
                            <a:gd name="T5" fmla="*/ 7 h 271"/>
                            <a:gd name="T6" fmla="*/ 212 w 266"/>
                            <a:gd name="T7" fmla="*/ 19 h 271"/>
                            <a:gd name="T8" fmla="*/ 231 w 266"/>
                            <a:gd name="T9" fmla="*/ 35 h 271"/>
                            <a:gd name="T10" fmla="*/ 247 w 266"/>
                            <a:gd name="T11" fmla="*/ 54 h 271"/>
                            <a:gd name="T12" fmla="*/ 257 w 266"/>
                            <a:gd name="T13" fmla="*/ 77 h 271"/>
                            <a:gd name="T14" fmla="*/ 262 w 266"/>
                            <a:gd name="T15" fmla="*/ 104 h 271"/>
                            <a:gd name="T16" fmla="*/ 266 w 266"/>
                            <a:gd name="T17" fmla="*/ 135 h 271"/>
                            <a:gd name="T18" fmla="*/ 260 w 266"/>
                            <a:gd name="T19" fmla="*/ 180 h 271"/>
                            <a:gd name="T20" fmla="*/ 253 w 266"/>
                            <a:gd name="T21" fmla="*/ 205 h 271"/>
                            <a:gd name="T22" fmla="*/ 239 w 266"/>
                            <a:gd name="T23" fmla="*/ 226 h 271"/>
                            <a:gd name="T24" fmla="*/ 222 w 266"/>
                            <a:gd name="T25" fmla="*/ 244 h 271"/>
                            <a:gd name="T26" fmla="*/ 203 w 266"/>
                            <a:gd name="T27" fmla="*/ 257 h 271"/>
                            <a:gd name="T28" fmla="*/ 177 w 266"/>
                            <a:gd name="T29" fmla="*/ 267 h 271"/>
                            <a:gd name="T30" fmla="*/ 148 w 266"/>
                            <a:gd name="T31" fmla="*/ 271 h 271"/>
                            <a:gd name="T32" fmla="*/ 133 w 266"/>
                            <a:gd name="T33" fmla="*/ 271 h 271"/>
                            <a:gd name="T34" fmla="*/ 102 w 266"/>
                            <a:gd name="T35" fmla="*/ 269 h 271"/>
                            <a:gd name="T36" fmla="*/ 75 w 266"/>
                            <a:gd name="T37" fmla="*/ 263 h 271"/>
                            <a:gd name="T38" fmla="*/ 52 w 266"/>
                            <a:gd name="T39" fmla="*/ 252 h 271"/>
                            <a:gd name="T40" fmla="*/ 33 w 266"/>
                            <a:gd name="T41" fmla="*/ 236 h 271"/>
                            <a:gd name="T42" fmla="*/ 19 w 266"/>
                            <a:gd name="T43" fmla="*/ 215 h 271"/>
                            <a:gd name="T44" fmla="*/ 7 w 266"/>
                            <a:gd name="T45" fmla="*/ 192 h 271"/>
                            <a:gd name="T46" fmla="*/ 2 w 266"/>
                            <a:gd name="T47" fmla="*/ 166 h 271"/>
                            <a:gd name="T48" fmla="*/ 0 w 266"/>
                            <a:gd name="T49" fmla="*/ 135 h 271"/>
                            <a:gd name="T50" fmla="*/ 4 w 266"/>
                            <a:gd name="T51" fmla="*/ 91 h 271"/>
                            <a:gd name="T52" fmla="*/ 13 w 266"/>
                            <a:gd name="T53" fmla="*/ 66 h 271"/>
                            <a:gd name="T54" fmla="*/ 25 w 266"/>
                            <a:gd name="T55" fmla="*/ 44 h 271"/>
                            <a:gd name="T56" fmla="*/ 42 w 266"/>
                            <a:gd name="T57" fmla="*/ 27 h 271"/>
                            <a:gd name="T58" fmla="*/ 63 w 266"/>
                            <a:gd name="T59" fmla="*/ 13 h 271"/>
                            <a:gd name="T60" fmla="*/ 89 w 266"/>
                            <a:gd name="T61" fmla="*/ 4 h 271"/>
                            <a:gd name="T62" fmla="*/ 116 w 266"/>
                            <a:gd name="T63" fmla="*/ 0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</a:cxnLst>
                          <a:rect l="0" t="0" r="r" b="b"/>
                          <a:pathLst>
                            <a:path w="266" h="271">
                              <a:moveTo>
                                <a:pt x="133" y="0"/>
                              </a:moveTo>
                              <a:lnTo>
                                <a:pt x="133" y="0"/>
                              </a:lnTo>
                              <a:lnTo>
                                <a:pt x="148" y="0"/>
                              </a:lnTo>
                              <a:lnTo>
                                <a:pt x="162" y="2"/>
                              </a:lnTo>
                              <a:lnTo>
                                <a:pt x="177" y="4"/>
                              </a:lnTo>
                              <a:lnTo>
                                <a:pt x="189" y="7"/>
                              </a:lnTo>
                              <a:lnTo>
                                <a:pt x="203" y="13"/>
                              </a:lnTo>
                              <a:lnTo>
                                <a:pt x="212" y="19"/>
                              </a:lnTo>
                              <a:lnTo>
                                <a:pt x="222" y="27"/>
                              </a:lnTo>
                              <a:lnTo>
                                <a:pt x="231" y="35"/>
                              </a:lnTo>
                              <a:lnTo>
                                <a:pt x="239" y="44"/>
                              </a:lnTo>
                              <a:lnTo>
                                <a:pt x="247" y="54"/>
                              </a:lnTo>
                              <a:lnTo>
                                <a:pt x="253" y="66"/>
                              </a:lnTo>
                              <a:lnTo>
                                <a:pt x="257" y="77"/>
                              </a:lnTo>
                              <a:lnTo>
                                <a:pt x="260" y="91"/>
                              </a:lnTo>
                              <a:lnTo>
                                <a:pt x="262" y="104"/>
                              </a:lnTo>
                              <a:lnTo>
                                <a:pt x="266" y="135"/>
                              </a:lnTo>
                              <a:lnTo>
                                <a:pt x="262" y="166"/>
                              </a:lnTo>
                              <a:lnTo>
                                <a:pt x="260" y="180"/>
                              </a:lnTo>
                              <a:lnTo>
                                <a:pt x="257" y="192"/>
                              </a:lnTo>
                              <a:lnTo>
                                <a:pt x="253" y="205"/>
                              </a:lnTo>
                              <a:lnTo>
                                <a:pt x="247" y="215"/>
                              </a:lnTo>
                              <a:lnTo>
                                <a:pt x="239" y="226"/>
                              </a:lnTo>
                              <a:lnTo>
                                <a:pt x="231" y="236"/>
                              </a:lnTo>
                              <a:lnTo>
                                <a:pt x="222" y="244"/>
                              </a:lnTo>
                              <a:lnTo>
                                <a:pt x="212" y="252"/>
                              </a:lnTo>
                              <a:lnTo>
                                <a:pt x="203" y="257"/>
                              </a:lnTo>
                              <a:lnTo>
                                <a:pt x="189" y="263"/>
                              </a:lnTo>
                              <a:lnTo>
                                <a:pt x="177" y="267"/>
                              </a:lnTo>
                              <a:lnTo>
                                <a:pt x="162" y="269"/>
                              </a:lnTo>
                              <a:lnTo>
                                <a:pt x="148" y="271"/>
                              </a:lnTo>
                              <a:lnTo>
                                <a:pt x="133" y="271"/>
                              </a:lnTo>
                              <a:lnTo>
                                <a:pt x="116" y="271"/>
                              </a:lnTo>
                              <a:lnTo>
                                <a:pt x="102" y="269"/>
                              </a:lnTo>
                              <a:lnTo>
                                <a:pt x="89" y="267"/>
                              </a:lnTo>
                              <a:lnTo>
                                <a:pt x="75" y="263"/>
                              </a:lnTo>
                              <a:lnTo>
                                <a:pt x="63" y="257"/>
                              </a:lnTo>
                              <a:lnTo>
                                <a:pt x="52" y="252"/>
                              </a:lnTo>
                              <a:lnTo>
                                <a:pt x="42" y="244"/>
                              </a:lnTo>
                              <a:lnTo>
                                <a:pt x="33" y="236"/>
                              </a:lnTo>
                              <a:lnTo>
                                <a:pt x="25" y="226"/>
                              </a:lnTo>
                              <a:lnTo>
                                <a:pt x="19" y="215"/>
                              </a:lnTo>
                              <a:lnTo>
                                <a:pt x="13" y="205"/>
                              </a:lnTo>
                              <a:lnTo>
                                <a:pt x="7" y="192"/>
                              </a:lnTo>
                              <a:lnTo>
                                <a:pt x="4" y="180"/>
                              </a:lnTo>
                              <a:lnTo>
                                <a:pt x="2" y="166"/>
                              </a:lnTo>
                              <a:lnTo>
                                <a:pt x="0" y="135"/>
                              </a:lnTo>
                              <a:lnTo>
                                <a:pt x="2" y="104"/>
                              </a:lnTo>
                              <a:lnTo>
                                <a:pt x="4" y="91"/>
                              </a:lnTo>
                              <a:lnTo>
                                <a:pt x="7" y="77"/>
                              </a:lnTo>
                              <a:lnTo>
                                <a:pt x="13" y="66"/>
                              </a:lnTo>
                              <a:lnTo>
                                <a:pt x="19" y="54"/>
                              </a:lnTo>
                              <a:lnTo>
                                <a:pt x="25" y="44"/>
                              </a:lnTo>
                              <a:lnTo>
                                <a:pt x="33" y="35"/>
                              </a:lnTo>
                              <a:lnTo>
                                <a:pt x="42" y="27"/>
                              </a:lnTo>
                              <a:lnTo>
                                <a:pt x="52" y="19"/>
                              </a:lnTo>
                              <a:lnTo>
                                <a:pt x="63" y="13"/>
                              </a:lnTo>
                              <a:lnTo>
                                <a:pt x="75" y="7"/>
                              </a:lnTo>
                              <a:lnTo>
                                <a:pt x="89" y="4"/>
                              </a:lnTo>
                              <a:lnTo>
                                <a:pt x="102" y="2"/>
                              </a:lnTo>
                              <a:lnTo>
                                <a:pt x="116" y="0"/>
                              </a:lnTo>
                              <a:lnTo>
                                <a:pt x="133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8" name="Freeform 200"/>
                      <wps:cNvSpPr>
                        <a:spLocks/>
                      </wps:cNvSpPr>
                      <wps:spPr bwMode="auto">
                        <a:xfrm>
                          <a:off x="403860" y="129540"/>
                          <a:ext cx="37465" cy="53340"/>
                        </a:xfrm>
                        <a:custGeom>
                          <a:avLst/>
                          <a:gdLst>
                            <a:gd name="T0" fmla="*/ 62 w 120"/>
                            <a:gd name="T1" fmla="*/ 167 h 167"/>
                            <a:gd name="T2" fmla="*/ 62 w 120"/>
                            <a:gd name="T3" fmla="*/ 167 h 167"/>
                            <a:gd name="T4" fmla="*/ 75 w 120"/>
                            <a:gd name="T5" fmla="*/ 167 h 167"/>
                            <a:gd name="T6" fmla="*/ 89 w 120"/>
                            <a:gd name="T7" fmla="*/ 161 h 167"/>
                            <a:gd name="T8" fmla="*/ 99 w 120"/>
                            <a:gd name="T9" fmla="*/ 153 h 167"/>
                            <a:gd name="T10" fmla="*/ 106 w 120"/>
                            <a:gd name="T11" fmla="*/ 141 h 167"/>
                            <a:gd name="T12" fmla="*/ 112 w 120"/>
                            <a:gd name="T13" fmla="*/ 130 h 167"/>
                            <a:gd name="T14" fmla="*/ 116 w 120"/>
                            <a:gd name="T15" fmla="*/ 114 h 167"/>
                            <a:gd name="T16" fmla="*/ 118 w 120"/>
                            <a:gd name="T17" fmla="*/ 99 h 167"/>
                            <a:gd name="T18" fmla="*/ 120 w 120"/>
                            <a:gd name="T19" fmla="*/ 83 h 167"/>
                            <a:gd name="T20" fmla="*/ 120 w 120"/>
                            <a:gd name="T21" fmla="*/ 83 h 167"/>
                            <a:gd name="T22" fmla="*/ 118 w 120"/>
                            <a:gd name="T23" fmla="*/ 66 h 167"/>
                            <a:gd name="T24" fmla="*/ 116 w 120"/>
                            <a:gd name="T25" fmla="*/ 50 h 167"/>
                            <a:gd name="T26" fmla="*/ 112 w 120"/>
                            <a:gd name="T27" fmla="*/ 37 h 167"/>
                            <a:gd name="T28" fmla="*/ 106 w 120"/>
                            <a:gd name="T29" fmla="*/ 23 h 167"/>
                            <a:gd name="T30" fmla="*/ 99 w 120"/>
                            <a:gd name="T31" fmla="*/ 14 h 167"/>
                            <a:gd name="T32" fmla="*/ 89 w 120"/>
                            <a:gd name="T33" fmla="*/ 6 h 167"/>
                            <a:gd name="T34" fmla="*/ 75 w 120"/>
                            <a:gd name="T35" fmla="*/ 0 h 167"/>
                            <a:gd name="T36" fmla="*/ 62 w 120"/>
                            <a:gd name="T37" fmla="*/ 0 h 167"/>
                            <a:gd name="T38" fmla="*/ 62 w 120"/>
                            <a:gd name="T39" fmla="*/ 0 h 167"/>
                            <a:gd name="T40" fmla="*/ 47 w 120"/>
                            <a:gd name="T41" fmla="*/ 0 h 167"/>
                            <a:gd name="T42" fmla="*/ 33 w 120"/>
                            <a:gd name="T43" fmla="*/ 6 h 167"/>
                            <a:gd name="T44" fmla="*/ 23 w 120"/>
                            <a:gd name="T45" fmla="*/ 14 h 167"/>
                            <a:gd name="T46" fmla="*/ 14 w 120"/>
                            <a:gd name="T47" fmla="*/ 23 h 167"/>
                            <a:gd name="T48" fmla="*/ 8 w 120"/>
                            <a:gd name="T49" fmla="*/ 37 h 167"/>
                            <a:gd name="T50" fmla="*/ 4 w 120"/>
                            <a:gd name="T51" fmla="*/ 50 h 167"/>
                            <a:gd name="T52" fmla="*/ 2 w 120"/>
                            <a:gd name="T53" fmla="*/ 66 h 167"/>
                            <a:gd name="T54" fmla="*/ 0 w 120"/>
                            <a:gd name="T55" fmla="*/ 83 h 167"/>
                            <a:gd name="T56" fmla="*/ 0 w 120"/>
                            <a:gd name="T57" fmla="*/ 83 h 167"/>
                            <a:gd name="T58" fmla="*/ 2 w 120"/>
                            <a:gd name="T59" fmla="*/ 99 h 167"/>
                            <a:gd name="T60" fmla="*/ 4 w 120"/>
                            <a:gd name="T61" fmla="*/ 114 h 167"/>
                            <a:gd name="T62" fmla="*/ 8 w 120"/>
                            <a:gd name="T63" fmla="*/ 130 h 167"/>
                            <a:gd name="T64" fmla="*/ 14 w 120"/>
                            <a:gd name="T65" fmla="*/ 141 h 167"/>
                            <a:gd name="T66" fmla="*/ 23 w 120"/>
                            <a:gd name="T67" fmla="*/ 153 h 167"/>
                            <a:gd name="T68" fmla="*/ 33 w 120"/>
                            <a:gd name="T69" fmla="*/ 161 h 167"/>
                            <a:gd name="T70" fmla="*/ 47 w 120"/>
                            <a:gd name="T71" fmla="*/ 167 h 167"/>
                            <a:gd name="T72" fmla="*/ 62 w 120"/>
                            <a:gd name="T73" fmla="*/ 167 h 16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120" h="167">
                              <a:moveTo>
                                <a:pt x="62" y="167"/>
                              </a:moveTo>
                              <a:lnTo>
                                <a:pt x="62" y="167"/>
                              </a:lnTo>
                              <a:lnTo>
                                <a:pt x="75" y="167"/>
                              </a:lnTo>
                              <a:lnTo>
                                <a:pt x="89" y="161"/>
                              </a:lnTo>
                              <a:lnTo>
                                <a:pt x="99" y="153"/>
                              </a:lnTo>
                              <a:lnTo>
                                <a:pt x="106" y="141"/>
                              </a:lnTo>
                              <a:lnTo>
                                <a:pt x="112" y="130"/>
                              </a:lnTo>
                              <a:lnTo>
                                <a:pt x="116" y="114"/>
                              </a:lnTo>
                              <a:lnTo>
                                <a:pt x="118" y="99"/>
                              </a:lnTo>
                              <a:lnTo>
                                <a:pt x="120" y="83"/>
                              </a:lnTo>
                              <a:lnTo>
                                <a:pt x="118" y="66"/>
                              </a:lnTo>
                              <a:lnTo>
                                <a:pt x="116" y="50"/>
                              </a:lnTo>
                              <a:lnTo>
                                <a:pt x="112" y="37"/>
                              </a:lnTo>
                              <a:lnTo>
                                <a:pt x="106" y="23"/>
                              </a:lnTo>
                              <a:lnTo>
                                <a:pt x="99" y="14"/>
                              </a:lnTo>
                              <a:lnTo>
                                <a:pt x="89" y="6"/>
                              </a:lnTo>
                              <a:lnTo>
                                <a:pt x="75" y="0"/>
                              </a:lnTo>
                              <a:lnTo>
                                <a:pt x="62" y="0"/>
                              </a:lnTo>
                              <a:lnTo>
                                <a:pt x="47" y="0"/>
                              </a:lnTo>
                              <a:lnTo>
                                <a:pt x="33" y="6"/>
                              </a:lnTo>
                              <a:lnTo>
                                <a:pt x="23" y="14"/>
                              </a:lnTo>
                              <a:lnTo>
                                <a:pt x="14" y="23"/>
                              </a:lnTo>
                              <a:lnTo>
                                <a:pt x="8" y="37"/>
                              </a:lnTo>
                              <a:lnTo>
                                <a:pt x="4" y="50"/>
                              </a:lnTo>
                              <a:lnTo>
                                <a:pt x="2" y="66"/>
                              </a:lnTo>
                              <a:lnTo>
                                <a:pt x="0" y="83"/>
                              </a:lnTo>
                              <a:lnTo>
                                <a:pt x="2" y="99"/>
                              </a:lnTo>
                              <a:lnTo>
                                <a:pt x="4" y="114"/>
                              </a:lnTo>
                              <a:lnTo>
                                <a:pt x="8" y="130"/>
                              </a:lnTo>
                              <a:lnTo>
                                <a:pt x="14" y="141"/>
                              </a:lnTo>
                              <a:lnTo>
                                <a:pt x="23" y="153"/>
                              </a:lnTo>
                              <a:lnTo>
                                <a:pt x="33" y="161"/>
                              </a:lnTo>
                              <a:lnTo>
                                <a:pt x="47" y="167"/>
                              </a:lnTo>
                              <a:lnTo>
                                <a:pt x="62" y="167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9" name="Freeform 201"/>
                      <wps:cNvSpPr>
                        <a:spLocks/>
                      </wps:cNvSpPr>
                      <wps:spPr bwMode="auto">
                        <a:xfrm>
                          <a:off x="291465" y="113030"/>
                          <a:ext cx="73660" cy="86360"/>
                        </a:xfrm>
                        <a:custGeom>
                          <a:avLst/>
                          <a:gdLst>
                            <a:gd name="T0" fmla="*/ 154 w 231"/>
                            <a:gd name="T1" fmla="*/ 0 h 271"/>
                            <a:gd name="T2" fmla="*/ 193 w 231"/>
                            <a:gd name="T3" fmla="*/ 2 h 271"/>
                            <a:gd name="T4" fmla="*/ 226 w 231"/>
                            <a:gd name="T5" fmla="*/ 69 h 271"/>
                            <a:gd name="T6" fmla="*/ 208 w 231"/>
                            <a:gd name="T7" fmla="*/ 62 h 271"/>
                            <a:gd name="T8" fmla="*/ 173 w 231"/>
                            <a:gd name="T9" fmla="*/ 52 h 271"/>
                            <a:gd name="T10" fmla="*/ 156 w 231"/>
                            <a:gd name="T11" fmla="*/ 52 h 271"/>
                            <a:gd name="T12" fmla="*/ 123 w 231"/>
                            <a:gd name="T13" fmla="*/ 58 h 271"/>
                            <a:gd name="T14" fmla="*/ 96 w 231"/>
                            <a:gd name="T15" fmla="*/ 75 h 271"/>
                            <a:gd name="T16" fmla="*/ 79 w 231"/>
                            <a:gd name="T17" fmla="*/ 100 h 271"/>
                            <a:gd name="T18" fmla="*/ 73 w 231"/>
                            <a:gd name="T19" fmla="*/ 135 h 271"/>
                            <a:gd name="T20" fmla="*/ 75 w 231"/>
                            <a:gd name="T21" fmla="*/ 155 h 271"/>
                            <a:gd name="T22" fmla="*/ 87 w 231"/>
                            <a:gd name="T23" fmla="*/ 186 h 271"/>
                            <a:gd name="T24" fmla="*/ 112 w 231"/>
                            <a:gd name="T25" fmla="*/ 207 h 271"/>
                            <a:gd name="T26" fmla="*/ 143 w 231"/>
                            <a:gd name="T27" fmla="*/ 219 h 271"/>
                            <a:gd name="T28" fmla="*/ 162 w 231"/>
                            <a:gd name="T29" fmla="*/ 219 h 271"/>
                            <a:gd name="T30" fmla="*/ 197 w 231"/>
                            <a:gd name="T31" fmla="*/ 215 h 271"/>
                            <a:gd name="T32" fmla="*/ 230 w 231"/>
                            <a:gd name="T33" fmla="*/ 205 h 271"/>
                            <a:gd name="T34" fmla="*/ 231 w 231"/>
                            <a:gd name="T35" fmla="*/ 259 h 271"/>
                            <a:gd name="T36" fmla="*/ 199 w 231"/>
                            <a:gd name="T37" fmla="*/ 269 h 271"/>
                            <a:gd name="T38" fmla="*/ 154 w 231"/>
                            <a:gd name="T39" fmla="*/ 271 h 271"/>
                            <a:gd name="T40" fmla="*/ 127 w 231"/>
                            <a:gd name="T41" fmla="*/ 271 h 271"/>
                            <a:gd name="T42" fmla="*/ 87 w 231"/>
                            <a:gd name="T43" fmla="*/ 261 h 271"/>
                            <a:gd name="T44" fmla="*/ 61 w 231"/>
                            <a:gd name="T45" fmla="*/ 250 h 271"/>
                            <a:gd name="T46" fmla="*/ 40 w 231"/>
                            <a:gd name="T47" fmla="*/ 232 h 271"/>
                            <a:gd name="T48" fmla="*/ 21 w 231"/>
                            <a:gd name="T49" fmla="*/ 213 h 271"/>
                            <a:gd name="T50" fmla="*/ 7 w 231"/>
                            <a:gd name="T51" fmla="*/ 186 h 271"/>
                            <a:gd name="T52" fmla="*/ 2 w 231"/>
                            <a:gd name="T53" fmla="*/ 153 h 271"/>
                            <a:gd name="T54" fmla="*/ 0 w 231"/>
                            <a:gd name="T55" fmla="*/ 135 h 271"/>
                            <a:gd name="T56" fmla="*/ 3 w 231"/>
                            <a:gd name="T57" fmla="*/ 102 h 271"/>
                            <a:gd name="T58" fmla="*/ 11 w 231"/>
                            <a:gd name="T59" fmla="*/ 75 h 271"/>
                            <a:gd name="T60" fmla="*/ 27 w 231"/>
                            <a:gd name="T61" fmla="*/ 52 h 271"/>
                            <a:gd name="T62" fmla="*/ 44 w 231"/>
                            <a:gd name="T63" fmla="*/ 33 h 271"/>
                            <a:gd name="T64" fmla="*/ 67 w 231"/>
                            <a:gd name="T65" fmla="*/ 17 h 271"/>
                            <a:gd name="T66" fmla="*/ 92 w 231"/>
                            <a:gd name="T67" fmla="*/ 7 h 271"/>
                            <a:gd name="T68" fmla="*/ 121 w 231"/>
                            <a:gd name="T69" fmla="*/ 2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231" h="271">
                              <a:moveTo>
                                <a:pt x="154" y="0"/>
                              </a:moveTo>
                              <a:lnTo>
                                <a:pt x="154" y="0"/>
                              </a:lnTo>
                              <a:lnTo>
                                <a:pt x="173" y="0"/>
                              </a:lnTo>
                              <a:lnTo>
                                <a:pt x="193" y="2"/>
                              </a:lnTo>
                              <a:lnTo>
                                <a:pt x="231" y="11"/>
                              </a:lnTo>
                              <a:lnTo>
                                <a:pt x="226" y="69"/>
                              </a:lnTo>
                              <a:lnTo>
                                <a:pt x="208" y="62"/>
                              </a:lnTo>
                              <a:lnTo>
                                <a:pt x="191" y="56"/>
                              </a:lnTo>
                              <a:lnTo>
                                <a:pt x="173" y="52"/>
                              </a:lnTo>
                              <a:lnTo>
                                <a:pt x="156" y="52"/>
                              </a:lnTo>
                              <a:lnTo>
                                <a:pt x="139" y="52"/>
                              </a:lnTo>
                              <a:lnTo>
                                <a:pt x="123" y="58"/>
                              </a:lnTo>
                              <a:lnTo>
                                <a:pt x="108" y="66"/>
                              </a:lnTo>
                              <a:lnTo>
                                <a:pt x="96" y="75"/>
                              </a:lnTo>
                              <a:lnTo>
                                <a:pt x="87" y="87"/>
                              </a:lnTo>
                              <a:lnTo>
                                <a:pt x="79" y="100"/>
                              </a:lnTo>
                              <a:lnTo>
                                <a:pt x="75" y="118"/>
                              </a:lnTo>
                              <a:lnTo>
                                <a:pt x="73" y="135"/>
                              </a:lnTo>
                              <a:lnTo>
                                <a:pt x="75" y="155"/>
                              </a:lnTo>
                              <a:lnTo>
                                <a:pt x="79" y="170"/>
                              </a:lnTo>
                              <a:lnTo>
                                <a:pt x="87" y="186"/>
                              </a:lnTo>
                              <a:lnTo>
                                <a:pt x="98" y="197"/>
                              </a:lnTo>
                              <a:lnTo>
                                <a:pt x="112" y="207"/>
                              </a:lnTo>
                              <a:lnTo>
                                <a:pt x="127" y="213"/>
                              </a:lnTo>
                              <a:lnTo>
                                <a:pt x="143" y="219"/>
                              </a:lnTo>
                              <a:lnTo>
                                <a:pt x="162" y="219"/>
                              </a:lnTo>
                              <a:lnTo>
                                <a:pt x="179" y="219"/>
                              </a:lnTo>
                              <a:lnTo>
                                <a:pt x="197" y="215"/>
                              </a:lnTo>
                              <a:lnTo>
                                <a:pt x="214" y="211"/>
                              </a:lnTo>
                              <a:lnTo>
                                <a:pt x="230" y="205"/>
                              </a:lnTo>
                              <a:lnTo>
                                <a:pt x="231" y="259"/>
                              </a:lnTo>
                              <a:lnTo>
                                <a:pt x="216" y="265"/>
                              </a:lnTo>
                              <a:lnTo>
                                <a:pt x="199" y="269"/>
                              </a:lnTo>
                              <a:lnTo>
                                <a:pt x="177" y="271"/>
                              </a:lnTo>
                              <a:lnTo>
                                <a:pt x="154" y="271"/>
                              </a:lnTo>
                              <a:lnTo>
                                <a:pt x="127" y="271"/>
                              </a:lnTo>
                              <a:lnTo>
                                <a:pt x="100" y="265"/>
                              </a:lnTo>
                              <a:lnTo>
                                <a:pt x="87" y="261"/>
                              </a:lnTo>
                              <a:lnTo>
                                <a:pt x="73" y="255"/>
                              </a:lnTo>
                              <a:lnTo>
                                <a:pt x="61" y="250"/>
                              </a:lnTo>
                              <a:lnTo>
                                <a:pt x="50" y="242"/>
                              </a:lnTo>
                              <a:lnTo>
                                <a:pt x="40" y="232"/>
                              </a:lnTo>
                              <a:lnTo>
                                <a:pt x="31" y="223"/>
                              </a:lnTo>
                              <a:lnTo>
                                <a:pt x="21" y="213"/>
                              </a:lnTo>
                              <a:lnTo>
                                <a:pt x="13" y="199"/>
                              </a:lnTo>
                              <a:lnTo>
                                <a:pt x="7" y="186"/>
                              </a:lnTo>
                              <a:lnTo>
                                <a:pt x="3" y="170"/>
                              </a:lnTo>
                              <a:lnTo>
                                <a:pt x="2" y="153"/>
                              </a:lnTo>
                              <a:lnTo>
                                <a:pt x="0" y="135"/>
                              </a:lnTo>
                              <a:lnTo>
                                <a:pt x="2" y="118"/>
                              </a:lnTo>
                              <a:lnTo>
                                <a:pt x="3" y="102"/>
                              </a:lnTo>
                              <a:lnTo>
                                <a:pt x="7" y="89"/>
                              </a:lnTo>
                              <a:lnTo>
                                <a:pt x="11" y="75"/>
                              </a:lnTo>
                              <a:lnTo>
                                <a:pt x="19" y="62"/>
                              </a:lnTo>
                              <a:lnTo>
                                <a:pt x="27" y="52"/>
                              </a:lnTo>
                              <a:lnTo>
                                <a:pt x="34" y="40"/>
                              </a:lnTo>
                              <a:lnTo>
                                <a:pt x="44" y="33"/>
                              </a:lnTo>
                              <a:lnTo>
                                <a:pt x="56" y="25"/>
                              </a:lnTo>
                              <a:lnTo>
                                <a:pt x="67" y="17"/>
                              </a:lnTo>
                              <a:lnTo>
                                <a:pt x="79" y="11"/>
                              </a:lnTo>
                              <a:lnTo>
                                <a:pt x="92" y="7"/>
                              </a:lnTo>
                              <a:lnTo>
                                <a:pt x="108" y="4"/>
                              </a:lnTo>
                              <a:lnTo>
                                <a:pt x="121" y="2"/>
                              </a:lnTo>
                              <a:lnTo>
                                <a:pt x="15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0" name="Freeform 202"/>
                      <wps:cNvSpPr>
                        <a:spLocks/>
                      </wps:cNvSpPr>
                      <wps:spPr bwMode="auto">
                        <a:xfrm>
                          <a:off x="291465" y="113030"/>
                          <a:ext cx="73660" cy="86360"/>
                        </a:xfrm>
                        <a:custGeom>
                          <a:avLst/>
                          <a:gdLst>
                            <a:gd name="T0" fmla="*/ 154 w 231"/>
                            <a:gd name="T1" fmla="*/ 0 h 271"/>
                            <a:gd name="T2" fmla="*/ 193 w 231"/>
                            <a:gd name="T3" fmla="*/ 2 h 271"/>
                            <a:gd name="T4" fmla="*/ 226 w 231"/>
                            <a:gd name="T5" fmla="*/ 69 h 271"/>
                            <a:gd name="T6" fmla="*/ 208 w 231"/>
                            <a:gd name="T7" fmla="*/ 62 h 271"/>
                            <a:gd name="T8" fmla="*/ 173 w 231"/>
                            <a:gd name="T9" fmla="*/ 52 h 271"/>
                            <a:gd name="T10" fmla="*/ 156 w 231"/>
                            <a:gd name="T11" fmla="*/ 52 h 271"/>
                            <a:gd name="T12" fmla="*/ 123 w 231"/>
                            <a:gd name="T13" fmla="*/ 58 h 271"/>
                            <a:gd name="T14" fmla="*/ 96 w 231"/>
                            <a:gd name="T15" fmla="*/ 75 h 271"/>
                            <a:gd name="T16" fmla="*/ 79 w 231"/>
                            <a:gd name="T17" fmla="*/ 100 h 271"/>
                            <a:gd name="T18" fmla="*/ 73 w 231"/>
                            <a:gd name="T19" fmla="*/ 135 h 271"/>
                            <a:gd name="T20" fmla="*/ 75 w 231"/>
                            <a:gd name="T21" fmla="*/ 155 h 271"/>
                            <a:gd name="T22" fmla="*/ 87 w 231"/>
                            <a:gd name="T23" fmla="*/ 186 h 271"/>
                            <a:gd name="T24" fmla="*/ 112 w 231"/>
                            <a:gd name="T25" fmla="*/ 207 h 271"/>
                            <a:gd name="T26" fmla="*/ 143 w 231"/>
                            <a:gd name="T27" fmla="*/ 219 h 271"/>
                            <a:gd name="T28" fmla="*/ 162 w 231"/>
                            <a:gd name="T29" fmla="*/ 219 h 271"/>
                            <a:gd name="T30" fmla="*/ 197 w 231"/>
                            <a:gd name="T31" fmla="*/ 215 h 271"/>
                            <a:gd name="T32" fmla="*/ 230 w 231"/>
                            <a:gd name="T33" fmla="*/ 205 h 271"/>
                            <a:gd name="T34" fmla="*/ 231 w 231"/>
                            <a:gd name="T35" fmla="*/ 259 h 271"/>
                            <a:gd name="T36" fmla="*/ 199 w 231"/>
                            <a:gd name="T37" fmla="*/ 269 h 271"/>
                            <a:gd name="T38" fmla="*/ 154 w 231"/>
                            <a:gd name="T39" fmla="*/ 271 h 271"/>
                            <a:gd name="T40" fmla="*/ 127 w 231"/>
                            <a:gd name="T41" fmla="*/ 271 h 271"/>
                            <a:gd name="T42" fmla="*/ 87 w 231"/>
                            <a:gd name="T43" fmla="*/ 261 h 271"/>
                            <a:gd name="T44" fmla="*/ 61 w 231"/>
                            <a:gd name="T45" fmla="*/ 250 h 271"/>
                            <a:gd name="T46" fmla="*/ 40 w 231"/>
                            <a:gd name="T47" fmla="*/ 232 h 271"/>
                            <a:gd name="T48" fmla="*/ 21 w 231"/>
                            <a:gd name="T49" fmla="*/ 213 h 271"/>
                            <a:gd name="T50" fmla="*/ 7 w 231"/>
                            <a:gd name="T51" fmla="*/ 186 h 271"/>
                            <a:gd name="T52" fmla="*/ 2 w 231"/>
                            <a:gd name="T53" fmla="*/ 153 h 271"/>
                            <a:gd name="T54" fmla="*/ 0 w 231"/>
                            <a:gd name="T55" fmla="*/ 135 h 271"/>
                            <a:gd name="T56" fmla="*/ 3 w 231"/>
                            <a:gd name="T57" fmla="*/ 102 h 271"/>
                            <a:gd name="T58" fmla="*/ 11 w 231"/>
                            <a:gd name="T59" fmla="*/ 75 h 271"/>
                            <a:gd name="T60" fmla="*/ 27 w 231"/>
                            <a:gd name="T61" fmla="*/ 52 h 271"/>
                            <a:gd name="T62" fmla="*/ 44 w 231"/>
                            <a:gd name="T63" fmla="*/ 33 h 271"/>
                            <a:gd name="T64" fmla="*/ 67 w 231"/>
                            <a:gd name="T65" fmla="*/ 17 h 271"/>
                            <a:gd name="T66" fmla="*/ 92 w 231"/>
                            <a:gd name="T67" fmla="*/ 7 h 271"/>
                            <a:gd name="T68" fmla="*/ 121 w 231"/>
                            <a:gd name="T69" fmla="*/ 2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231" h="271">
                              <a:moveTo>
                                <a:pt x="154" y="0"/>
                              </a:moveTo>
                              <a:lnTo>
                                <a:pt x="154" y="0"/>
                              </a:lnTo>
                              <a:lnTo>
                                <a:pt x="173" y="0"/>
                              </a:lnTo>
                              <a:lnTo>
                                <a:pt x="193" y="2"/>
                              </a:lnTo>
                              <a:lnTo>
                                <a:pt x="231" y="11"/>
                              </a:lnTo>
                              <a:lnTo>
                                <a:pt x="226" y="69"/>
                              </a:lnTo>
                              <a:lnTo>
                                <a:pt x="208" y="62"/>
                              </a:lnTo>
                              <a:lnTo>
                                <a:pt x="191" y="56"/>
                              </a:lnTo>
                              <a:lnTo>
                                <a:pt x="173" y="52"/>
                              </a:lnTo>
                              <a:lnTo>
                                <a:pt x="156" y="52"/>
                              </a:lnTo>
                              <a:lnTo>
                                <a:pt x="139" y="52"/>
                              </a:lnTo>
                              <a:lnTo>
                                <a:pt x="123" y="58"/>
                              </a:lnTo>
                              <a:lnTo>
                                <a:pt x="108" y="66"/>
                              </a:lnTo>
                              <a:lnTo>
                                <a:pt x="96" y="75"/>
                              </a:lnTo>
                              <a:lnTo>
                                <a:pt x="87" y="87"/>
                              </a:lnTo>
                              <a:lnTo>
                                <a:pt x="79" y="100"/>
                              </a:lnTo>
                              <a:lnTo>
                                <a:pt x="75" y="118"/>
                              </a:lnTo>
                              <a:lnTo>
                                <a:pt x="73" y="135"/>
                              </a:lnTo>
                              <a:lnTo>
                                <a:pt x="75" y="155"/>
                              </a:lnTo>
                              <a:lnTo>
                                <a:pt x="79" y="170"/>
                              </a:lnTo>
                              <a:lnTo>
                                <a:pt x="87" y="186"/>
                              </a:lnTo>
                              <a:lnTo>
                                <a:pt x="98" y="197"/>
                              </a:lnTo>
                              <a:lnTo>
                                <a:pt x="112" y="207"/>
                              </a:lnTo>
                              <a:lnTo>
                                <a:pt x="127" y="213"/>
                              </a:lnTo>
                              <a:lnTo>
                                <a:pt x="143" y="219"/>
                              </a:lnTo>
                              <a:lnTo>
                                <a:pt x="162" y="219"/>
                              </a:lnTo>
                              <a:lnTo>
                                <a:pt x="179" y="219"/>
                              </a:lnTo>
                              <a:lnTo>
                                <a:pt x="197" y="215"/>
                              </a:lnTo>
                              <a:lnTo>
                                <a:pt x="214" y="211"/>
                              </a:lnTo>
                              <a:lnTo>
                                <a:pt x="230" y="205"/>
                              </a:lnTo>
                              <a:lnTo>
                                <a:pt x="231" y="259"/>
                              </a:lnTo>
                              <a:lnTo>
                                <a:pt x="216" y="265"/>
                              </a:lnTo>
                              <a:lnTo>
                                <a:pt x="199" y="269"/>
                              </a:lnTo>
                              <a:lnTo>
                                <a:pt x="177" y="271"/>
                              </a:lnTo>
                              <a:lnTo>
                                <a:pt x="154" y="271"/>
                              </a:lnTo>
                              <a:lnTo>
                                <a:pt x="127" y="271"/>
                              </a:lnTo>
                              <a:lnTo>
                                <a:pt x="100" y="265"/>
                              </a:lnTo>
                              <a:lnTo>
                                <a:pt x="87" y="261"/>
                              </a:lnTo>
                              <a:lnTo>
                                <a:pt x="73" y="255"/>
                              </a:lnTo>
                              <a:lnTo>
                                <a:pt x="61" y="250"/>
                              </a:lnTo>
                              <a:lnTo>
                                <a:pt x="50" y="242"/>
                              </a:lnTo>
                              <a:lnTo>
                                <a:pt x="40" y="232"/>
                              </a:lnTo>
                              <a:lnTo>
                                <a:pt x="31" y="223"/>
                              </a:lnTo>
                              <a:lnTo>
                                <a:pt x="21" y="213"/>
                              </a:lnTo>
                              <a:lnTo>
                                <a:pt x="13" y="199"/>
                              </a:lnTo>
                              <a:lnTo>
                                <a:pt x="7" y="186"/>
                              </a:lnTo>
                              <a:lnTo>
                                <a:pt x="3" y="170"/>
                              </a:lnTo>
                              <a:lnTo>
                                <a:pt x="2" y="153"/>
                              </a:lnTo>
                              <a:lnTo>
                                <a:pt x="0" y="135"/>
                              </a:lnTo>
                              <a:lnTo>
                                <a:pt x="2" y="118"/>
                              </a:lnTo>
                              <a:lnTo>
                                <a:pt x="3" y="102"/>
                              </a:lnTo>
                              <a:lnTo>
                                <a:pt x="7" y="89"/>
                              </a:lnTo>
                              <a:lnTo>
                                <a:pt x="11" y="75"/>
                              </a:lnTo>
                              <a:lnTo>
                                <a:pt x="19" y="62"/>
                              </a:lnTo>
                              <a:lnTo>
                                <a:pt x="27" y="52"/>
                              </a:lnTo>
                              <a:lnTo>
                                <a:pt x="34" y="40"/>
                              </a:lnTo>
                              <a:lnTo>
                                <a:pt x="44" y="33"/>
                              </a:lnTo>
                              <a:lnTo>
                                <a:pt x="56" y="25"/>
                              </a:lnTo>
                              <a:lnTo>
                                <a:pt x="67" y="17"/>
                              </a:lnTo>
                              <a:lnTo>
                                <a:pt x="79" y="11"/>
                              </a:lnTo>
                              <a:lnTo>
                                <a:pt x="92" y="7"/>
                              </a:lnTo>
                              <a:lnTo>
                                <a:pt x="108" y="4"/>
                              </a:lnTo>
                              <a:lnTo>
                                <a:pt x="121" y="2"/>
                              </a:lnTo>
                              <a:lnTo>
                                <a:pt x="154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1" name="Freeform 203"/>
                      <wps:cNvSpPr>
                        <a:spLocks/>
                      </wps:cNvSpPr>
                      <wps:spPr bwMode="auto">
                        <a:xfrm>
                          <a:off x="213995" y="113665"/>
                          <a:ext cx="60325" cy="85090"/>
                        </a:xfrm>
                        <a:custGeom>
                          <a:avLst/>
                          <a:gdLst>
                            <a:gd name="T0" fmla="*/ 0 w 190"/>
                            <a:gd name="T1" fmla="*/ 0 h 267"/>
                            <a:gd name="T2" fmla="*/ 186 w 190"/>
                            <a:gd name="T3" fmla="*/ 0 h 267"/>
                            <a:gd name="T4" fmla="*/ 186 w 190"/>
                            <a:gd name="T5" fmla="*/ 50 h 267"/>
                            <a:gd name="T6" fmla="*/ 68 w 190"/>
                            <a:gd name="T7" fmla="*/ 50 h 267"/>
                            <a:gd name="T8" fmla="*/ 68 w 190"/>
                            <a:gd name="T9" fmla="*/ 104 h 267"/>
                            <a:gd name="T10" fmla="*/ 178 w 190"/>
                            <a:gd name="T11" fmla="*/ 104 h 267"/>
                            <a:gd name="T12" fmla="*/ 178 w 190"/>
                            <a:gd name="T13" fmla="*/ 157 h 267"/>
                            <a:gd name="T14" fmla="*/ 68 w 190"/>
                            <a:gd name="T15" fmla="*/ 157 h 267"/>
                            <a:gd name="T16" fmla="*/ 68 w 190"/>
                            <a:gd name="T17" fmla="*/ 215 h 267"/>
                            <a:gd name="T18" fmla="*/ 190 w 190"/>
                            <a:gd name="T19" fmla="*/ 215 h 267"/>
                            <a:gd name="T20" fmla="*/ 190 w 190"/>
                            <a:gd name="T21" fmla="*/ 267 h 267"/>
                            <a:gd name="T22" fmla="*/ 0 w 190"/>
                            <a:gd name="T23" fmla="*/ 267 h 267"/>
                            <a:gd name="T24" fmla="*/ 0 w 190"/>
                            <a:gd name="T25" fmla="*/ 0 h 26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190" h="267">
                              <a:moveTo>
                                <a:pt x="0" y="0"/>
                              </a:moveTo>
                              <a:lnTo>
                                <a:pt x="186" y="0"/>
                              </a:lnTo>
                              <a:lnTo>
                                <a:pt x="186" y="50"/>
                              </a:lnTo>
                              <a:lnTo>
                                <a:pt x="68" y="50"/>
                              </a:lnTo>
                              <a:lnTo>
                                <a:pt x="68" y="104"/>
                              </a:lnTo>
                              <a:lnTo>
                                <a:pt x="178" y="104"/>
                              </a:lnTo>
                              <a:lnTo>
                                <a:pt x="178" y="157"/>
                              </a:lnTo>
                              <a:lnTo>
                                <a:pt x="68" y="157"/>
                              </a:lnTo>
                              <a:lnTo>
                                <a:pt x="68" y="215"/>
                              </a:lnTo>
                              <a:lnTo>
                                <a:pt x="190" y="215"/>
                              </a:lnTo>
                              <a:lnTo>
                                <a:pt x="190" y="267"/>
                              </a:lnTo>
                              <a:lnTo>
                                <a:pt x="0" y="26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2" name="Freeform 204"/>
                      <wps:cNvSpPr>
                        <a:spLocks/>
                      </wps:cNvSpPr>
                      <wps:spPr bwMode="auto">
                        <a:xfrm>
                          <a:off x="78740" y="113665"/>
                          <a:ext cx="118110" cy="85090"/>
                        </a:xfrm>
                        <a:custGeom>
                          <a:avLst/>
                          <a:gdLst>
                            <a:gd name="T0" fmla="*/ 0 w 373"/>
                            <a:gd name="T1" fmla="*/ 0 h 267"/>
                            <a:gd name="T2" fmla="*/ 72 w 373"/>
                            <a:gd name="T3" fmla="*/ 0 h 267"/>
                            <a:gd name="T4" fmla="*/ 105 w 373"/>
                            <a:gd name="T5" fmla="*/ 203 h 267"/>
                            <a:gd name="T6" fmla="*/ 107 w 373"/>
                            <a:gd name="T7" fmla="*/ 203 h 267"/>
                            <a:gd name="T8" fmla="*/ 141 w 373"/>
                            <a:gd name="T9" fmla="*/ 0 h 267"/>
                            <a:gd name="T10" fmla="*/ 232 w 373"/>
                            <a:gd name="T11" fmla="*/ 0 h 267"/>
                            <a:gd name="T12" fmla="*/ 269 w 373"/>
                            <a:gd name="T13" fmla="*/ 203 h 267"/>
                            <a:gd name="T14" fmla="*/ 304 w 373"/>
                            <a:gd name="T15" fmla="*/ 0 h 267"/>
                            <a:gd name="T16" fmla="*/ 373 w 373"/>
                            <a:gd name="T17" fmla="*/ 0 h 267"/>
                            <a:gd name="T18" fmla="*/ 311 w 373"/>
                            <a:gd name="T19" fmla="*/ 267 h 267"/>
                            <a:gd name="T20" fmla="*/ 222 w 373"/>
                            <a:gd name="T21" fmla="*/ 267 h 267"/>
                            <a:gd name="T22" fmla="*/ 186 w 373"/>
                            <a:gd name="T23" fmla="*/ 62 h 267"/>
                            <a:gd name="T24" fmla="*/ 151 w 373"/>
                            <a:gd name="T25" fmla="*/ 267 h 267"/>
                            <a:gd name="T26" fmla="*/ 58 w 373"/>
                            <a:gd name="T27" fmla="*/ 267 h 267"/>
                            <a:gd name="T28" fmla="*/ 0 w 373"/>
                            <a:gd name="T29" fmla="*/ 0 h 26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3" h="267">
                              <a:moveTo>
                                <a:pt x="0" y="0"/>
                              </a:moveTo>
                              <a:lnTo>
                                <a:pt x="72" y="0"/>
                              </a:lnTo>
                              <a:lnTo>
                                <a:pt x="105" y="203"/>
                              </a:lnTo>
                              <a:lnTo>
                                <a:pt x="107" y="203"/>
                              </a:lnTo>
                              <a:lnTo>
                                <a:pt x="141" y="0"/>
                              </a:lnTo>
                              <a:lnTo>
                                <a:pt x="232" y="0"/>
                              </a:lnTo>
                              <a:lnTo>
                                <a:pt x="269" y="203"/>
                              </a:lnTo>
                              <a:lnTo>
                                <a:pt x="304" y="0"/>
                              </a:lnTo>
                              <a:lnTo>
                                <a:pt x="373" y="0"/>
                              </a:lnTo>
                              <a:lnTo>
                                <a:pt x="311" y="267"/>
                              </a:lnTo>
                              <a:lnTo>
                                <a:pt x="222" y="267"/>
                              </a:lnTo>
                              <a:lnTo>
                                <a:pt x="186" y="62"/>
                              </a:lnTo>
                              <a:lnTo>
                                <a:pt x="151" y="267"/>
                              </a:lnTo>
                              <a:lnTo>
                                <a:pt x="58" y="26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3" name="Freeform 205"/>
                      <wps:cNvSpPr>
                        <a:spLocks/>
                      </wps:cNvSpPr>
                      <wps:spPr bwMode="auto">
                        <a:xfrm>
                          <a:off x="0" y="113030"/>
                          <a:ext cx="63500" cy="86360"/>
                        </a:xfrm>
                        <a:custGeom>
                          <a:avLst/>
                          <a:gdLst>
                            <a:gd name="T0" fmla="*/ 116 w 201"/>
                            <a:gd name="T1" fmla="*/ 0 h 271"/>
                            <a:gd name="T2" fmla="*/ 170 w 201"/>
                            <a:gd name="T3" fmla="*/ 4 h 271"/>
                            <a:gd name="T4" fmla="*/ 180 w 201"/>
                            <a:gd name="T5" fmla="*/ 64 h 271"/>
                            <a:gd name="T6" fmla="*/ 166 w 201"/>
                            <a:gd name="T7" fmla="*/ 58 h 271"/>
                            <a:gd name="T8" fmla="*/ 137 w 201"/>
                            <a:gd name="T9" fmla="*/ 52 h 271"/>
                            <a:gd name="T10" fmla="*/ 122 w 201"/>
                            <a:gd name="T11" fmla="*/ 52 h 271"/>
                            <a:gd name="T12" fmla="*/ 91 w 201"/>
                            <a:gd name="T13" fmla="*/ 54 h 271"/>
                            <a:gd name="T14" fmla="*/ 77 w 201"/>
                            <a:gd name="T15" fmla="*/ 62 h 271"/>
                            <a:gd name="T16" fmla="*/ 73 w 201"/>
                            <a:gd name="T17" fmla="*/ 75 h 271"/>
                            <a:gd name="T18" fmla="*/ 73 w 201"/>
                            <a:gd name="T19" fmla="*/ 81 h 271"/>
                            <a:gd name="T20" fmla="*/ 85 w 201"/>
                            <a:gd name="T21" fmla="*/ 93 h 271"/>
                            <a:gd name="T22" fmla="*/ 114 w 201"/>
                            <a:gd name="T23" fmla="*/ 102 h 271"/>
                            <a:gd name="T24" fmla="*/ 160 w 201"/>
                            <a:gd name="T25" fmla="*/ 120 h 271"/>
                            <a:gd name="T26" fmla="*/ 180 w 201"/>
                            <a:gd name="T27" fmla="*/ 133 h 271"/>
                            <a:gd name="T28" fmla="*/ 195 w 201"/>
                            <a:gd name="T29" fmla="*/ 155 h 271"/>
                            <a:gd name="T30" fmla="*/ 201 w 201"/>
                            <a:gd name="T31" fmla="*/ 184 h 271"/>
                            <a:gd name="T32" fmla="*/ 199 w 201"/>
                            <a:gd name="T33" fmla="*/ 197 h 271"/>
                            <a:gd name="T34" fmla="*/ 195 w 201"/>
                            <a:gd name="T35" fmla="*/ 219 h 271"/>
                            <a:gd name="T36" fmla="*/ 185 w 201"/>
                            <a:gd name="T37" fmla="*/ 236 h 271"/>
                            <a:gd name="T38" fmla="*/ 172 w 201"/>
                            <a:gd name="T39" fmla="*/ 250 h 271"/>
                            <a:gd name="T40" fmla="*/ 147 w 201"/>
                            <a:gd name="T41" fmla="*/ 263 h 271"/>
                            <a:gd name="T42" fmla="*/ 104 w 201"/>
                            <a:gd name="T43" fmla="*/ 271 h 271"/>
                            <a:gd name="T44" fmla="*/ 81 w 201"/>
                            <a:gd name="T45" fmla="*/ 271 h 271"/>
                            <a:gd name="T46" fmla="*/ 43 w 201"/>
                            <a:gd name="T47" fmla="*/ 269 h 271"/>
                            <a:gd name="T48" fmla="*/ 4 w 201"/>
                            <a:gd name="T49" fmla="*/ 259 h 271"/>
                            <a:gd name="T50" fmla="*/ 10 w 201"/>
                            <a:gd name="T51" fmla="*/ 201 h 271"/>
                            <a:gd name="T52" fmla="*/ 43 w 201"/>
                            <a:gd name="T53" fmla="*/ 215 h 271"/>
                            <a:gd name="T54" fmla="*/ 81 w 201"/>
                            <a:gd name="T55" fmla="*/ 219 h 271"/>
                            <a:gd name="T56" fmla="*/ 99 w 201"/>
                            <a:gd name="T57" fmla="*/ 219 h 271"/>
                            <a:gd name="T58" fmla="*/ 118 w 201"/>
                            <a:gd name="T59" fmla="*/ 211 h 271"/>
                            <a:gd name="T60" fmla="*/ 124 w 201"/>
                            <a:gd name="T61" fmla="*/ 201 h 271"/>
                            <a:gd name="T62" fmla="*/ 126 w 201"/>
                            <a:gd name="T63" fmla="*/ 193 h 271"/>
                            <a:gd name="T64" fmla="*/ 120 w 201"/>
                            <a:gd name="T65" fmla="*/ 178 h 271"/>
                            <a:gd name="T66" fmla="*/ 106 w 201"/>
                            <a:gd name="T67" fmla="*/ 168 h 271"/>
                            <a:gd name="T68" fmla="*/ 64 w 201"/>
                            <a:gd name="T69" fmla="*/ 155 h 271"/>
                            <a:gd name="T70" fmla="*/ 29 w 201"/>
                            <a:gd name="T71" fmla="*/ 139 h 271"/>
                            <a:gd name="T72" fmla="*/ 12 w 201"/>
                            <a:gd name="T73" fmla="*/ 122 h 271"/>
                            <a:gd name="T74" fmla="*/ 2 w 201"/>
                            <a:gd name="T75" fmla="*/ 97 h 271"/>
                            <a:gd name="T76" fmla="*/ 0 w 201"/>
                            <a:gd name="T77" fmla="*/ 81 h 271"/>
                            <a:gd name="T78" fmla="*/ 4 w 201"/>
                            <a:gd name="T79" fmla="*/ 58 h 271"/>
                            <a:gd name="T80" fmla="*/ 12 w 201"/>
                            <a:gd name="T81" fmla="*/ 40 h 271"/>
                            <a:gd name="T82" fmla="*/ 23 w 201"/>
                            <a:gd name="T83" fmla="*/ 27 h 271"/>
                            <a:gd name="T84" fmla="*/ 56 w 201"/>
                            <a:gd name="T85" fmla="*/ 7 h 271"/>
                            <a:gd name="T86" fmla="*/ 97 w 201"/>
                            <a:gd name="T87" fmla="*/ 0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</a:cxnLst>
                          <a:rect l="0" t="0" r="r" b="b"/>
                          <a:pathLst>
                            <a:path w="201" h="271">
                              <a:moveTo>
                                <a:pt x="116" y="0"/>
                              </a:moveTo>
                              <a:lnTo>
                                <a:pt x="116" y="0"/>
                              </a:lnTo>
                              <a:lnTo>
                                <a:pt x="153" y="2"/>
                              </a:lnTo>
                              <a:lnTo>
                                <a:pt x="170" y="4"/>
                              </a:lnTo>
                              <a:lnTo>
                                <a:pt x="185" y="7"/>
                              </a:lnTo>
                              <a:lnTo>
                                <a:pt x="180" y="64"/>
                              </a:lnTo>
                              <a:lnTo>
                                <a:pt x="166" y="58"/>
                              </a:lnTo>
                              <a:lnTo>
                                <a:pt x="153" y="54"/>
                              </a:lnTo>
                              <a:lnTo>
                                <a:pt x="137" y="52"/>
                              </a:lnTo>
                              <a:lnTo>
                                <a:pt x="122" y="52"/>
                              </a:lnTo>
                              <a:lnTo>
                                <a:pt x="106" y="52"/>
                              </a:lnTo>
                              <a:lnTo>
                                <a:pt x="91" y="54"/>
                              </a:lnTo>
                              <a:lnTo>
                                <a:pt x="83" y="56"/>
                              </a:lnTo>
                              <a:lnTo>
                                <a:pt x="77" y="62"/>
                              </a:lnTo>
                              <a:lnTo>
                                <a:pt x="73" y="67"/>
                              </a:lnTo>
                              <a:lnTo>
                                <a:pt x="73" y="75"/>
                              </a:lnTo>
                              <a:lnTo>
                                <a:pt x="73" y="81"/>
                              </a:lnTo>
                              <a:lnTo>
                                <a:pt x="79" y="87"/>
                              </a:lnTo>
                              <a:lnTo>
                                <a:pt x="85" y="93"/>
                              </a:lnTo>
                              <a:lnTo>
                                <a:pt x="93" y="97"/>
                              </a:lnTo>
                              <a:lnTo>
                                <a:pt x="114" y="102"/>
                              </a:lnTo>
                              <a:lnTo>
                                <a:pt x="137" y="110"/>
                              </a:lnTo>
                              <a:lnTo>
                                <a:pt x="160" y="120"/>
                              </a:lnTo>
                              <a:lnTo>
                                <a:pt x="170" y="126"/>
                              </a:lnTo>
                              <a:lnTo>
                                <a:pt x="180" y="133"/>
                              </a:lnTo>
                              <a:lnTo>
                                <a:pt x="189" y="143"/>
                              </a:lnTo>
                              <a:lnTo>
                                <a:pt x="195" y="155"/>
                              </a:lnTo>
                              <a:lnTo>
                                <a:pt x="199" y="168"/>
                              </a:lnTo>
                              <a:lnTo>
                                <a:pt x="201" y="184"/>
                              </a:lnTo>
                              <a:lnTo>
                                <a:pt x="199" y="197"/>
                              </a:lnTo>
                              <a:lnTo>
                                <a:pt x="197" y="209"/>
                              </a:lnTo>
                              <a:lnTo>
                                <a:pt x="195" y="219"/>
                              </a:lnTo>
                              <a:lnTo>
                                <a:pt x="191" y="228"/>
                              </a:lnTo>
                              <a:lnTo>
                                <a:pt x="185" y="236"/>
                              </a:lnTo>
                              <a:lnTo>
                                <a:pt x="180" y="244"/>
                              </a:lnTo>
                              <a:lnTo>
                                <a:pt x="172" y="250"/>
                              </a:lnTo>
                              <a:lnTo>
                                <a:pt x="164" y="254"/>
                              </a:lnTo>
                              <a:lnTo>
                                <a:pt x="147" y="263"/>
                              </a:lnTo>
                              <a:lnTo>
                                <a:pt x="126" y="267"/>
                              </a:lnTo>
                              <a:lnTo>
                                <a:pt x="104" y="271"/>
                              </a:lnTo>
                              <a:lnTo>
                                <a:pt x="81" y="271"/>
                              </a:lnTo>
                              <a:lnTo>
                                <a:pt x="64" y="271"/>
                              </a:lnTo>
                              <a:lnTo>
                                <a:pt x="43" y="269"/>
                              </a:lnTo>
                              <a:lnTo>
                                <a:pt x="21" y="265"/>
                              </a:lnTo>
                              <a:lnTo>
                                <a:pt x="4" y="259"/>
                              </a:lnTo>
                              <a:lnTo>
                                <a:pt x="10" y="201"/>
                              </a:lnTo>
                              <a:lnTo>
                                <a:pt x="25" y="209"/>
                              </a:lnTo>
                              <a:lnTo>
                                <a:pt x="43" y="215"/>
                              </a:lnTo>
                              <a:lnTo>
                                <a:pt x="62" y="219"/>
                              </a:lnTo>
                              <a:lnTo>
                                <a:pt x="81" y="219"/>
                              </a:lnTo>
                              <a:lnTo>
                                <a:pt x="99" y="219"/>
                              </a:lnTo>
                              <a:lnTo>
                                <a:pt x="112" y="215"/>
                              </a:lnTo>
                              <a:lnTo>
                                <a:pt x="118" y="211"/>
                              </a:lnTo>
                              <a:lnTo>
                                <a:pt x="122" y="205"/>
                              </a:lnTo>
                              <a:lnTo>
                                <a:pt x="124" y="201"/>
                              </a:lnTo>
                              <a:lnTo>
                                <a:pt x="126" y="193"/>
                              </a:lnTo>
                              <a:lnTo>
                                <a:pt x="124" y="186"/>
                              </a:lnTo>
                              <a:lnTo>
                                <a:pt x="120" y="178"/>
                              </a:lnTo>
                              <a:lnTo>
                                <a:pt x="114" y="172"/>
                              </a:lnTo>
                              <a:lnTo>
                                <a:pt x="106" y="168"/>
                              </a:lnTo>
                              <a:lnTo>
                                <a:pt x="85" y="161"/>
                              </a:lnTo>
                              <a:lnTo>
                                <a:pt x="64" y="155"/>
                              </a:lnTo>
                              <a:lnTo>
                                <a:pt x="41" y="145"/>
                              </a:lnTo>
                              <a:lnTo>
                                <a:pt x="29" y="139"/>
                              </a:lnTo>
                              <a:lnTo>
                                <a:pt x="19" y="131"/>
                              </a:lnTo>
                              <a:lnTo>
                                <a:pt x="12" y="122"/>
                              </a:lnTo>
                              <a:lnTo>
                                <a:pt x="6" y="110"/>
                              </a:lnTo>
                              <a:lnTo>
                                <a:pt x="2" y="97"/>
                              </a:lnTo>
                              <a:lnTo>
                                <a:pt x="0" y="81"/>
                              </a:lnTo>
                              <a:lnTo>
                                <a:pt x="2" y="69"/>
                              </a:lnTo>
                              <a:lnTo>
                                <a:pt x="4" y="58"/>
                              </a:lnTo>
                              <a:lnTo>
                                <a:pt x="8" y="48"/>
                              </a:lnTo>
                              <a:lnTo>
                                <a:pt x="12" y="40"/>
                              </a:lnTo>
                              <a:lnTo>
                                <a:pt x="17" y="33"/>
                              </a:lnTo>
                              <a:lnTo>
                                <a:pt x="23" y="27"/>
                              </a:lnTo>
                              <a:lnTo>
                                <a:pt x="39" y="15"/>
                              </a:lnTo>
                              <a:lnTo>
                                <a:pt x="56" y="7"/>
                              </a:lnTo>
                              <a:lnTo>
                                <a:pt x="75" y="4"/>
                              </a:lnTo>
                              <a:lnTo>
                                <a:pt x="97" y="0"/>
                              </a:lnTo>
                              <a:lnTo>
                                <a:pt x="11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4" name="Freeform 206"/>
                      <wps:cNvSpPr>
                        <a:spLocks/>
                      </wps:cNvSpPr>
                      <wps:spPr bwMode="auto">
                        <a:xfrm>
                          <a:off x="0" y="113030"/>
                          <a:ext cx="63500" cy="86360"/>
                        </a:xfrm>
                        <a:custGeom>
                          <a:avLst/>
                          <a:gdLst>
                            <a:gd name="T0" fmla="*/ 116 w 201"/>
                            <a:gd name="T1" fmla="*/ 0 h 271"/>
                            <a:gd name="T2" fmla="*/ 170 w 201"/>
                            <a:gd name="T3" fmla="*/ 4 h 271"/>
                            <a:gd name="T4" fmla="*/ 180 w 201"/>
                            <a:gd name="T5" fmla="*/ 64 h 271"/>
                            <a:gd name="T6" fmla="*/ 166 w 201"/>
                            <a:gd name="T7" fmla="*/ 58 h 271"/>
                            <a:gd name="T8" fmla="*/ 137 w 201"/>
                            <a:gd name="T9" fmla="*/ 52 h 271"/>
                            <a:gd name="T10" fmla="*/ 122 w 201"/>
                            <a:gd name="T11" fmla="*/ 52 h 271"/>
                            <a:gd name="T12" fmla="*/ 91 w 201"/>
                            <a:gd name="T13" fmla="*/ 54 h 271"/>
                            <a:gd name="T14" fmla="*/ 77 w 201"/>
                            <a:gd name="T15" fmla="*/ 62 h 271"/>
                            <a:gd name="T16" fmla="*/ 73 w 201"/>
                            <a:gd name="T17" fmla="*/ 75 h 271"/>
                            <a:gd name="T18" fmla="*/ 73 w 201"/>
                            <a:gd name="T19" fmla="*/ 81 h 271"/>
                            <a:gd name="T20" fmla="*/ 85 w 201"/>
                            <a:gd name="T21" fmla="*/ 93 h 271"/>
                            <a:gd name="T22" fmla="*/ 114 w 201"/>
                            <a:gd name="T23" fmla="*/ 102 h 271"/>
                            <a:gd name="T24" fmla="*/ 160 w 201"/>
                            <a:gd name="T25" fmla="*/ 120 h 271"/>
                            <a:gd name="T26" fmla="*/ 180 w 201"/>
                            <a:gd name="T27" fmla="*/ 133 h 271"/>
                            <a:gd name="T28" fmla="*/ 195 w 201"/>
                            <a:gd name="T29" fmla="*/ 155 h 271"/>
                            <a:gd name="T30" fmla="*/ 201 w 201"/>
                            <a:gd name="T31" fmla="*/ 184 h 271"/>
                            <a:gd name="T32" fmla="*/ 199 w 201"/>
                            <a:gd name="T33" fmla="*/ 197 h 271"/>
                            <a:gd name="T34" fmla="*/ 195 w 201"/>
                            <a:gd name="T35" fmla="*/ 219 h 271"/>
                            <a:gd name="T36" fmla="*/ 185 w 201"/>
                            <a:gd name="T37" fmla="*/ 236 h 271"/>
                            <a:gd name="T38" fmla="*/ 172 w 201"/>
                            <a:gd name="T39" fmla="*/ 250 h 271"/>
                            <a:gd name="T40" fmla="*/ 147 w 201"/>
                            <a:gd name="T41" fmla="*/ 263 h 271"/>
                            <a:gd name="T42" fmla="*/ 104 w 201"/>
                            <a:gd name="T43" fmla="*/ 271 h 271"/>
                            <a:gd name="T44" fmla="*/ 81 w 201"/>
                            <a:gd name="T45" fmla="*/ 271 h 271"/>
                            <a:gd name="T46" fmla="*/ 43 w 201"/>
                            <a:gd name="T47" fmla="*/ 269 h 271"/>
                            <a:gd name="T48" fmla="*/ 4 w 201"/>
                            <a:gd name="T49" fmla="*/ 259 h 271"/>
                            <a:gd name="T50" fmla="*/ 10 w 201"/>
                            <a:gd name="T51" fmla="*/ 201 h 271"/>
                            <a:gd name="T52" fmla="*/ 43 w 201"/>
                            <a:gd name="T53" fmla="*/ 215 h 271"/>
                            <a:gd name="T54" fmla="*/ 81 w 201"/>
                            <a:gd name="T55" fmla="*/ 219 h 271"/>
                            <a:gd name="T56" fmla="*/ 99 w 201"/>
                            <a:gd name="T57" fmla="*/ 219 h 271"/>
                            <a:gd name="T58" fmla="*/ 118 w 201"/>
                            <a:gd name="T59" fmla="*/ 211 h 271"/>
                            <a:gd name="T60" fmla="*/ 124 w 201"/>
                            <a:gd name="T61" fmla="*/ 201 h 271"/>
                            <a:gd name="T62" fmla="*/ 126 w 201"/>
                            <a:gd name="T63" fmla="*/ 193 h 271"/>
                            <a:gd name="T64" fmla="*/ 120 w 201"/>
                            <a:gd name="T65" fmla="*/ 178 h 271"/>
                            <a:gd name="T66" fmla="*/ 106 w 201"/>
                            <a:gd name="T67" fmla="*/ 168 h 271"/>
                            <a:gd name="T68" fmla="*/ 64 w 201"/>
                            <a:gd name="T69" fmla="*/ 155 h 271"/>
                            <a:gd name="T70" fmla="*/ 29 w 201"/>
                            <a:gd name="T71" fmla="*/ 139 h 271"/>
                            <a:gd name="T72" fmla="*/ 12 w 201"/>
                            <a:gd name="T73" fmla="*/ 122 h 271"/>
                            <a:gd name="T74" fmla="*/ 2 w 201"/>
                            <a:gd name="T75" fmla="*/ 97 h 271"/>
                            <a:gd name="T76" fmla="*/ 0 w 201"/>
                            <a:gd name="T77" fmla="*/ 81 h 271"/>
                            <a:gd name="T78" fmla="*/ 4 w 201"/>
                            <a:gd name="T79" fmla="*/ 58 h 271"/>
                            <a:gd name="T80" fmla="*/ 12 w 201"/>
                            <a:gd name="T81" fmla="*/ 40 h 271"/>
                            <a:gd name="T82" fmla="*/ 23 w 201"/>
                            <a:gd name="T83" fmla="*/ 27 h 271"/>
                            <a:gd name="T84" fmla="*/ 56 w 201"/>
                            <a:gd name="T85" fmla="*/ 7 h 271"/>
                            <a:gd name="T86" fmla="*/ 97 w 201"/>
                            <a:gd name="T87" fmla="*/ 0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</a:cxnLst>
                          <a:rect l="0" t="0" r="r" b="b"/>
                          <a:pathLst>
                            <a:path w="201" h="271">
                              <a:moveTo>
                                <a:pt x="116" y="0"/>
                              </a:moveTo>
                              <a:lnTo>
                                <a:pt x="116" y="0"/>
                              </a:lnTo>
                              <a:lnTo>
                                <a:pt x="153" y="2"/>
                              </a:lnTo>
                              <a:lnTo>
                                <a:pt x="170" y="4"/>
                              </a:lnTo>
                              <a:lnTo>
                                <a:pt x="185" y="7"/>
                              </a:lnTo>
                              <a:lnTo>
                                <a:pt x="180" y="64"/>
                              </a:lnTo>
                              <a:lnTo>
                                <a:pt x="166" y="58"/>
                              </a:lnTo>
                              <a:lnTo>
                                <a:pt x="153" y="54"/>
                              </a:lnTo>
                              <a:lnTo>
                                <a:pt x="137" y="52"/>
                              </a:lnTo>
                              <a:lnTo>
                                <a:pt x="122" y="52"/>
                              </a:lnTo>
                              <a:lnTo>
                                <a:pt x="106" y="52"/>
                              </a:lnTo>
                              <a:lnTo>
                                <a:pt x="91" y="54"/>
                              </a:lnTo>
                              <a:lnTo>
                                <a:pt x="83" y="56"/>
                              </a:lnTo>
                              <a:lnTo>
                                <a:pt x="77" y="62"/>
                              </a:lnTo>
                              <a:lnTo>
                                <a:pt x="73" y="67"/>
                              </a:lnTo>
                              <a:lnTo>
                                <a:pt x="73" y="75"/>
                              </a:lnTo>
                              <a:lnTo>
                                <a:pt x="73" y="81"/>
                              </a:lnTo>
                              <a:lnTo>
                                <a:pt x="79" y="87"/>
                              </a:lnTo>
                              <a:lnTo>
                                <a:pt x="85" y="93"/>
                              </a:lnTo>
                              <a:lnTo>
                                <a:pt x="93" y="97"/>
                              </a:lnTo>
                              <a:lnTo>
                                <a:pt x="114" y="102"/>
                              </a:lnTo>
                              <a:lnTo>
                                <a:pt x="137" y="110"/>
                              </a:lnTo>
                              <a:lnTo>
                                <a:pt x="160" y="120"/>
                              </a:lnTo>
                              <a:lnTo>
                                <a:pt x="170" y="126"/>
                              </a:lnTo>
                              <a:lnTo>
                                <a:pt x="180" y="133"/>
                              </a:lnTo>
                              <a:lnTo>
                                <a:pt x="189" y="143"/>
                              </a:lnTo>
                              <a:lnTo>
                                <a:pt x="195" y="155"/>
                              </a:lnTo>
                              <a:lnTo>
                                <a:pt x="199" y="168"/>
                              </a:lnTo>
                              <a:lnTo>
                                <a:pt x="201" y="184"/>
                              </a:lnTo>
                              <a:lnTo>
                                <a:pt x="199" y="197"/>
                              </a:lnTo>
                              <a:lnTo>
                                <a:pt x="197" y="209"/>
                              </a:lnTo>
                              <a:lnTo>
                                <a:pt x="195" y="219"/>
                              </a:lnTo>
                              <a:lnTo>
                                <a:pt x="191" y="228"/>
                              </a:lnTo>
                              <a:lnTo>
                                <a:pt x="185" y="236"/>
                              </a:lnTo>
                              <a:lnTo>
                                <a:pt x="180" y="244"/>
                              </a:lnTo>
                              <a:lnTo>
                                <a:pt x="172" y="250"/>
                              </a:lnTo>
                              <a:lnTo>
                                <a:pt x="164" y="254"/>
                              </a:lnTo>
                              <a:lnTo>
                                <a:pt x="147" y="263"/>
                              </a:lnTo>
                              <a:lnTo>
                                <a:pt x="126" y="267"/>
                              </a:lnTo>
                              <a:lnTo>
                                <a:pt x="104" y="271"/>
                              </a:lnTo>
                              <a:lnTo>
                                <a:pt x="81" y="271"/>
                              </a:lnTo>
                              <a:lnTo>
                                <a:pt x="64" y="271"/>
                              </a:lnTo>
                              <a:lnTo>
                                <a:pt x="43" y="269"/>
                              </a:lnTo>
                              <a:lnTo>
                                <a:pt x="21" y="265"/>
                              </a:lnTo>
                              <a:lnTo>
                                <a:pt x="4" y="259"/>
                              </a:lnTo>
                              <a:lnTo>
                                <a:pt x="10" y="201"/>
                              </a:lnTo>
                              <a:lnTo>
                                <a:pt x="25" y="209"/>
                              </a:lnTo>
                              <a:lnTo>
                                <a:pt x="43" y="215"/>
                              </a:lnTo>
                              <a:lnTo>
                                <a:pt x="62" y="219"/>
                              </a:lnTo>
                              <a:lnTo>
                                <a:pt x="81" y="219"/>
                              </a:lnTo>
                              <a:lnTo>
                                <a:pt x="99" y="219"/>
                              </a:lnTo>
                              <a:lnTo>
                                <a:pt x="112" y="215"/>
                              </a:lnTo>
                              <a:lnTo>
                                <a:pt x="118" y="211"/>
                              </a:lnTo>
                              <a:lnTo>
                                <a:pt x="122" y="205"/>
                              </a:lnTo>
                              <a:lnTo>
                                <a:pt x="124" y="201"/>
                              </a:lnTo>
                              <a:lnTo>
                                <a:pt x="126" y="193"/>
                              </a:lnTo>
                              <a:lnTo>
                                <a:pt x="124" y="186"/>
                              </a:lnTo>
                              <a:lnTo>
                                <a:pt x="120" y="178"/>
                              </a:lnTo>
                              <a:lnTo>
                                <a:pt x="114" y="172"/>
                              </a:lnTo>
                              <a:lnTo>
                                <a:pt x="106" y="168"/>
                              </a:lnTo>
                              <a:lnTo>
                                <a:pt x="85" y="161"/>
                              </a:lnTo>
                              <a:lnTo>
                                <a:pt x="64" y="155"/>
                              </a:lnTo>
                              <a:lnTo>
                                <a:pt x="41" y="145"/>
                              </a:lnTo>
                              <a:lnTo>
                                <a:pt x="29" y="139"/>
                              </a:lnTo>
                              <a:lnTo>
                                <a:pt x="19" y="131"/>
                              </a:lnTo>
                              <a:lnTo>
                                <a:pt x="12" y="122"/>
                              </a:lnTo>
                              <a:lnTo>
                                <a:pt x="6" y="110"/>
                              </a:lnTo>
                              <a:lnTo>
                                <a:pt x="2" y="97"/>
                              </a:lnTo>
                              <a:lnTo>
                                <a:pt x="0" y="81"/>
                              </a:lnTo>
                              <a:lnTo>
                                <a:pt x="2" y="69"/>
                              </a:lnTo>
                              <a:lnTo>
                                <a:pt x="4" y="58"/>
                              </a:lnTo>
                              <a:lnTo>
                                <a:pt x="8" y="48"/>
                              </a:lnTo>
                              <a:lnTo>
                                <a:pt x="12" y="40"/>
                              </a:lnTo>
                              <a:lnTo>
                                <a:pt x="17" y="33"/>
                              </a:lnTo>
                              <a:lnTo>
                                <a:pt x="23" y="27"/>
                              </a:lnTo>
                              <a:lnTo>
                                <a:pt x="39" y="15"/>
                              </a:lnTo>
                              <a:lnTo>
                                <a:pt x="56" y="7"/>
                              </a:lnTo>
                              <a:lnTo>
                                <a:pt x="75" y="4"/>
                              </a:lnTo>
                              <a:lnTo>
                                <a:pt x="97" y="0"/>
                              </a:lnTo>
                              <a:lnTo>
                                <a:pt x="116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c:wpc>
                </a:graphicData>
              </a:graphic>
            </wp:inline>
          </w:drawing>
        </mc:Choice>
        <mc:Fallback xmlns:oel="http://schemas.microsoft.com/office/2019/extlst">
          <w:pict>
            <v:group w14:anchorId="3BE84E77" id="Plátno 345" o:spid="_x0000_s1026" editas="canvas" style="width:53.85pt;height:15.7pt;mso-position-horizontal-relative:char;mso-position-vertical-relative:line" coordsize="6838,19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27" type="#_x0000_t75" style="position:absolute;width:6838;height:1993;visibility:visible;mso-wrap-style:square">
                <v:fill o:detectmouseclick="t"/>
                <v:path o:connecttype="none"/>
              </v:shape>
              <v:shape id="Freeform 195" o:spid="_x0000_s1028" style="position:absolute;left:5073;top:266;width:1765;height:1721;visibility:visible;mso-wrap-style:square;v-text-anchor:top" coordsize="556,5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" path="m444,423r,54l112,477r,-54l276,256,444,423xm556,181r-203,l485,49,436,4,276,165,114,,69,47,201,181,,181r,62l201,243,46,396r,147l508,543r,-147l353,243r203,l556,181xe" fillcolor="black" stroked="f">
                <v:path arrowok="t" o:connecttype="custom" o:connectlocs="140970,134055;140970,151169;35560,151169;35560,134055;87630,81130;140970,134055;176530,57362;112078,57362;153988,15529;138430,1268;87630,52291;36195,0;21908,14895;63818,57362;0,57362;0,77010;63818,77010;14605,125498;14605,172085;161290,172085;161290,125498;112078,77010;176530,77010;176530,57362" o:connectangles="0,0,0,0,0,0,0,0,0,0,0,0,0,0,0,0,0,0,0,0,0,0,0,0"/>
                <o:lock v:ext="edit" verticies="t"/>
              </v:shape>
              <v:shape id="Freeform 196" o:spid="_x0000_s1029" style="position:absolute;left:5746;width:419;height:419;visibility:visible;mso-wrap-style:square;v-text-anchor:top" coordsize="131,1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" path="m131,66r,l130,79r-4,14l120,103r-8,9l103,120r-12,8l79,132r-13,l52,132,41,128,29,120,19,112r-7,-9l6,93,2,79,,66,2,52,6,41,12,29,19,19,29,12,41,6,52,2,66,,79,2,91,6r12,6l112,19r8,10l126,41r4,11l131,66xe" fillcolor="#dc002e" stroked="f">
                <v:path arrowok="t" o:connecttype="custom" o:connectlocs="41910,20955;41910,20955;41590,25083;40310,29528;38391,32703;35831,35560;32952,38100;29113,40640;25274,41910;21115,41910;21115,41910;16636,41910;13117,40640;9278,38100;6079,35560;3839,32703;1920,29528;640,25083;0,20955;0,20955;640,16510;1920,13018;3839,9208;6079,6033;9278,3810;13117,1905;16636,635;21115,0;21115,0;25274,635;29113,1905;32952,3810;35831,6033;38391,9208;40310,13018;41590,16510;41910,20955" o:connectangles="0,0,0,0,0,0,0,0,0,0,0,0,0,0,0,0,0,0,0,0,0,0,0,0,0,0,0,0,0,0,0,0,0,0,0,0,0"/>
              </v:shape>
              <v:shape id="Freeform 197" o:spid="_x0000_s1030" style="position:absolute;left:5746;width:419;height:419;visibility:visible;mso-wrap-style:square;v-text-anchor:top" coordsize="131,1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" path="m131,66r,l130,79r-4,14l120,103r-8,9l103,120r-12,8l79,132r-13,l52,132,41,128,29,120,19,112r-7,-9l6,93,2,79,,66,2,52,6,41,12,29,19,19,29,12,41,6,52,2,66,,79,2,91,6r12,6l112,19r8,10l126,41r4,11l131,66e" fillcolor="black [3213]" stroked="f">
                <v:path arrowok="t" o:connecttype="custom" o:connectlocs="41910,20955;41910,20955;41590,25083;40310,29528;38391,32703;35831,35560;32952,38100;29113,40640;25274,41910;21115,41910;21115,41910;16636,41910;13117,40640;9278,38100;6079,35560;3839,32703;1920,29528;640,25083;0,20955;0,20955;640,16510;1920,13018;3839,9208;6079,6033;9278,3810;13117,1905;16636,635;21115,0;21115,0;25274,635;29113,1905;32952,3810;35831,6033;38391,9208;40310,13018;41590,16510;41910,20955" o:connectangles="0,0,0,0,0,0,0,0,0,0,0,0,0,0,0,0,0,0,0,0,0,0,0,0,0,0,0,0,0,0,0,0,0,0,0,0,0"/>
              </v:shape>
              <v:shape id="Freeform 198" o:spid="_x0000_s1031" style="position:absolute;left:3810;top:1130;width:844;height:863;visibility:visible;mso-wrap-style:square;v-text-anchor:top" coordsize="266,2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" path="m133,r,l148,r14,2l177,4r12,3l203,13r9,6l222,27r9,8l239,44r8,10l253,66r4,11l260,91r2,13l266,135r-4,31l260,180r-3,12l253,205r-6,10l239,226r-8,10l222,244r-10,8l203,257r-14,6l177,267r-15,2l148,271r-15,l116,271r-14,-2l89,267,75,263,63,257,52,252,42,244r-9,-8l25,226,19,215,13,205,7,192,4,180,2,166,,135,2,104,4,91,7,77,13,66,19,54,25,44r8,-9l42,27,52,19,63,13,75,7,89,4,102,2,116,r17,xm133,219r,l146,219r14,-6l170,205r7,-12l183,182r4,-16l189,151r2,-16l189,118r-2,-16l183,89,177,75r-7,-9l160,58,146,52r-13,l118,52r-14,6l94,66r-9,9l79,89r-4,13l73,118r-2,17l73,151r2,15l79,182r6,11l94,205r10,8l118,219r15,xe" fillcolor="black" stroked="f">
                <v:path arrowok="t" o:connecttype="custom" o:connectlocs="42228,0;51435,637;60008,2231;67310,6055;73343,11154;78423,17208;81598,24538;83185,33142;84455,43021;82550,57361;80328,65328;75883,72020;70485,77756;64453,81899;56198,85085;46990,86360;42228,86360;32385,85723;23813,83811;16510,80305;10478,75206;6033,68514;2223,61185;635,52899;0,43021;1270,28999;4128,21032;7938,14022;13335,8604;20003,4143;28258,1275;36830,0;42228,69789;46355,69789;53975,65328;58103,57998;60008,48119;60643,43021;59373,32505;56198,23900;50800,18483;42228,16571;37465,16571;29845,21032;25083,28362;23178,37603;22543,43021;23813,52899;26988,61504;33020,67877;42228,69789" o:connectangles="0,0,0,0,0,0,0,0,0,0,0,0,0,0,0,0,0,0,0,0,0,0,0,0,0,0,0,0,0,0,0,0,0,0,0,0,0,0,0,0,0,0,0,0,0,0,0,0,0,0,0"/>
                <o:lock v:ext="edit" verticies="t"/>
              </v:shape>
              <v:shape id="Freeform 199" o:spid="_x0000_s1032" style="position:absolute;left:3810;top:1130;width:844;height:863;visibility:visible;mso-wrap-style:square;v-text-anchor:top" coordsize="266,2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" path="m133,r,l148,r14,2l177,4r12,3l203,13r9,6l222,27r9,8l239,44r8,10l253,66r4,11l260,91r2,13l266,135r-4,31l260,180r-3,12l253,205r-6,10l239,226r-8,10l222,244r-10,8l203,257r-14,6l177,267r-15,2l148,271r-15,l116,271r-14,-2l89,267,75,263,63,257,52,252,42,244r-9,-8l25,226,19,215,13,205,7,192,4,180,2,166,,135,2,104,4,91,7,77,13,66,19,54,25,44r8,-9l42,27,52,19,63,13,75,7,89,4,102,2,116,r17,e" filled="f" stroked="f">
                <v:path arrowok="t" o:connecttype="custom" o:connectlocs="42228,0;51435,637;60008,2231;67310,6055;73343,11154;78423,17208;81598,24538;83185,33142;84455,43021;82550,57361;80328,65328;75883,72020;70485,77756;64453,81899;56198,85085;46990,86360;42228,86360;32385,85723;23813,83811;16510,80305;10478,75206;6033,68514;2223,61185;635,52899;0,43021;1270,28999;4128,21032;7938,14022;13335,8604;20003,4143;28258,1275;36830,0" o:connectangles="0,0,0,0,0,0,0,0,0,0,0,0,0,0,0,0,0,0,0,0,0,0,0,0,0,0,0,0,0,0,0,0"/>
              </v:shape>
              <v:shape id="Freeform 200" o:spid="_x0000_s1033" style="position:absolute;left:4038;top:1295;width:375;height:533;visibility:visible;mso-wrap-style:square;v-text-anchor:top" coordsize="120,1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" path="m62,167r,l75,167r14,-6l99,153r7,-12l112,130r4,-16l118,99r2,-16l118,66,116,50,112,37,106,23,99,14,89,6,75,,62,,47,,33,6,23,14r-9,9l8,37,4,50,2,66,,83,2,99r2,15l8,130r6,11l23,153r10,8l47,167r15,e" filled="f" stroked="f">
                <v:path arrowok="t" o:connecttype="custom" o:connectlocs="19357,53340;19357,53340;23416,53340;27787,51424;30909,48868;33094,45036;34967,41522;36216,36412;36841,31621;37465,26510;37465,26510;36841,21080;36216,15970;34967,11818;33094,7346;30909,4472;27787,1916;23416,0;19357,0;19357,0;14674,0;10303,1916;7181,4472;4371,7346;2498,11818;1249,15970;624,21080;0,26510;0,26510;624,31621;1249,36412;2498,41522;4371,45036;7181,48868;10303,51424;14674,53340;19357,53340" o:connectangles="0,0,0,0,0,0,0,0,0,0,0,0,0,0,0,0,0,0,0,0,0,0,0,0,0,0,0,0,0,0,0,0,0,0,0,0,0"/>
              </v:shape>
              <v:shape id="Freeform 201" o:spid="_x0000_s1034" style="position:absolute;left:2914;top:1130;width:737;height:863;visibility:visible;mso-wrap-style:square;v-text-anchor:top" coordsize="231,2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" path="m154,r,l173,r20,2l231,11r-5,58l208,62,191,56,173,52r-17,l139,52r-16,6l108,66,96,75,87,87r-8,13l75,118r-2,17l75,155r4,15l87,186r11,11l112,207r15,6l143,219r19,l179,219r18,-4l214,211r16,-6l231,259r-15,6l199,269r-22,2l154,271r-27,l100,265,87,261,73,255,61,250,50,242,40,232r-9,-9l21,213,13,199,7,186,3,170,2,153,,135,2,118,3,102,7,89,11,75,19,62,27,52,34,40,44,33,56,25,67,17,79,11,92,7,108,4,121,2,154,xe" fillcolor="black" stroked="f">
                <v:path arrowok="t" o:connecttype="custom" o:connectlocs="49107,0;61543,637;72066,21988;66326,19758;55165,16571;49744,16571;39222,18483;30612,23900;25191,31867;23278,43021;23916,49394;27742,59273;35714,65965;45599,69789;51658,69789;62818,68514;73341,65328;73660,82536;63456,85723;49107,86360;40497,86360;27742,83173;19451,79668;12755,73932;6696,67877;2232,59273;638,48757;0,43021;957,32505;3508,23900;8610,16571;14030,10516;21365,5417;29336,2231;38584,637" o:connectangles="0,0,0,0,0,0,0,0,0,0,0,0,0,0,0,0,0,0,0,0,0,0,0,0,0,0,0,0,0,0,0,0,0,0,0"/>
              </v:shape>
              <v:shape id="Freeform 202" o:spid="_x0000_s1035" style="position:absolute;left:2914;top:1130;width:737;height:863;visibility:visible;mso-wrap-style:square;v-text-anchor:top" coordsize="231,2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" path="m154,r,l173,r20,2l231,11r-5,58l208,62,191,56,173,52r-17,l139,52r-16,6l108,66,96,75,87,87r-8,13l75,118r-2,17l75,155r4,15l87,186r11,11l112,207r15,6l143,219r19,l179,219r18,-4l214,211r16,-6l231,259r-15,6l199,269r-22,2l154,271r-27,l100,265,87,261,73,255,61,250,50,242,40,232r-9,-9l21,213,13,199,7,186,3,170,2,153,,135,2,118,3,102,7,89,11,75,19,62,27,52,34,40,44,33,56,25,67,17,79,11,92,7,108,4,121,2,154,e" filled="f" stroked="f">
                <v:path arrowok="t" o:connecttype="custom" o:connectlocs="49107,0;61543,637;72066,21988;66326,19758;55165,16571;49744,16571;39222,18483;30612,23900;25191,31867;23278,43021;23916,49394;27742,59273;35714,65965;45599,69789;51658,69789;62818,68514;73341,65328;73660,82536;63456,85723;49107,86360;40497,86360;27742,83173;19451,79668;12755,73932;6696,67877;2232,59273;638,48757;0,43021;957,32505;3508,23900;8610,16571;14030,10516;21365,5417;29336,2231;38584,637" o:connectangles="0,0,0,0,0,0,0,0,0,0,0,0,0,0,0,0,0,0,0,0,0,0,0,0,0,0,0,0,0,0,0,0,0,0,0"/>
              </v:shape>
              <v:shape id="Freeform 203" o:spid="_x0000_s1036" style="position:absolute;left:2139;top:1136;width:604;height:851;visibility:visible;mso-wrap-style:square;v-text-anchor:top" coordsize="190,2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" path="m,l186,r,50l68,50r,54l178,104r,53l68,157r,58l190,215r,52l,267,,xe" fillcolor="black" stroked="f">
                <v:path arrowok="t" o:connecttype="custom" o:connectlocs="0,0;59055,0;59055,15934;21590,15934;21590,33144;56515,33144;56515,50034;21590,50034;21590,68518;60325,68518;60325,85090;0,85090;0,0" o:connectangles="0,0,0,0,0,0,0,0,0,0,0,0,0"/>
              </v:shape>
              <v:shape id="Freeform 204" o:spid="_x0000_s1037" style="position:absolute;left:787;top:1136;width:1181;height:851;visibility:visible;mso-wrap-style:square;v-text-anchor:top" coordsize="373,2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" path="m,l72,r33,203l107,203,141,r91,l269,203,304,r69,l311,267r-89,l186,62,151,267r-93,l,xe" fillcolor="black" stroked="f">
                <v:path arrowok="t" o:connecttype="custom" o:connectlocs="0,0;22799,0;33248,64694;33881,64694;44647,0;73463,0;85179,64694;96261,0;118110,0;98478,85090;70296,85090;58897,19759;47814,85090;18366,85090;0,0" o:connectangles="0,0,0,0,0,0,0,0,0,0,0,0,0,0,0"/>
              </v:shape>
              <v:shape id="Freeform 205" o:spid="_x0000_s1038" style="position:absolute;top:1130;width:635;height:863;visibility:visible;mso-wrap-style:square;v-text-anchor:top" coordsize="201,2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" path="m116,r,l153,2r17,2l185,7r-5,57l166,58,153,54,137,52r-15,l106,52,91,54r-8,2l77,62r-4,5l73,75r,6l79,87r6,6l93,97r21,5l137,110r23,10l170,126r10,7l189,143r6,12l199,168r2,16l199,197r-2,12l195,219r-4,9l185,236r-5,8l172,250r-8,4l147,263r-21,4l104,271r-23,l64,271,43,269,21,265,4,259r6,-58l25,209r18,6l62,219r19,l99,219r13,-4l118,211r4,-6l124,201r2,-8l124,186r-4,-8l114,172r-8,-4l85,161,64,155,41,145,29,139,19,131r-7,-9l6,110,2,97,,81,2,69,4,58,8,48r4,-8l17,33r6,-6l39,15,56,7,75,4,97,r19,xe" fillcolor="black" stroked="f">
                <v:path arrowok="t" o:connecttype="custom" o:connectlocs="36647,0;53706,1275;56866,20395;52443,18483;43281,16571;38542,16571;28749,17208;24326,19758;23062,23900;23062,25812;26853,29636;36015,32505;50547,38241;56866,42383;61604,49394;63500,58636;62868,62778;61604,69789;58445,75206;54338,79668;46440,83811;32856,86360;25590,86360;13585,85723;1264,82536;3159,64053;13585,68514;25590,69789;31276,69789;37279,67240;39174,64053;39806,61504;37910,56724;33488,53537;20219,49394;9162,44295;3791,38878;632,30911;0,25812;1264,18483;3791,12747;7266,8604;17692,2231;30644,0" o:connectangles="0,0,0,0,0,0,0,0,0,0,0,0,0,0,0,0,0,0,0,0,0,0,0,0,0,0,0,0,0,0,0,0,0,0,0,0,0,0,0,0,0,0,0,0"/>
              </v:shape>
              <v:shape id="Freeform 206" o:spid="_x0000_s1039" style="position:absolute;top:1130;width:635;height:863;visibility:visible;mso-wrap-style:square;v-text-anchor:top" coordsize="201,2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" path="m116,r,l153,2r17,2l185,7r-5,57l166,58,153,54,137,52r-15,l106,52,91,54r-8,2l77,62r-4,5l73,75r,6l79,87r6,6l93,97r21,5l137,110r23,10l170,126r10,7l189,143r6,12l199,168r2,16l199,197r-2,12l195,219r-4,9l185,236r-5,8l172,250r-8,4l147,263r-21,4l104,271r-23,l64,271,43,269,21,265,4,259r6,-58l25,209r18,6l62,219r19,l99,219r13,-4l118,211r4,-6l124,201r2,-8l124,186r-4,-8l114,172r-8,-4l85,161,64,155,41,145,29,139,19,131r-7,-9l6,110,2,97,,81,2,69,4,58,8,48r4,-8l17,33r6,-6l39,15,56,7,75,4,97,r19,e" filled="f" stroked="f">
                <v:path arrowok="t" o:connecttype="custom" o:connectlocs="36647,0;53706,1275;56866,20395;52443,18483;43281,16571;38542,16571;28749,17208;24326,19758;23062,23900;23062,25812;26853,29636;36015,32505;50547,38241;56866,42383;61604,49394;63500,58636;62868,62778;61604,69789;58445,75206;54338,79668;46440,83811;32856,86360;25590,86360;13585,85723;1264,82536;3159,64053;13585,68514;25590,69789;31276,69789;37279,67240;39174,64053;39806,61504;37910,56724;33488,53537;20219,49394;9162,44295;3791,38878;632,30911;0,25812;1264,18483;3791,12747;7266,8604;17692,2231;30644,0" o:connectangles="0,0,0,0,0,0,0,0,0,0,0,0,0,0,0,0,0,0,0,0,0,0,0,0,0,0,0,0,0,0,0,0,0,0,0,0,0,0,0,0,0,0,0,0"/>
              </v:shape>
              <w10:anchorlock/>
            </v:group>
          </w:pict>
        </mc:Fallback>
      </mc:AlternateContent>
    </w:r>
  </w:p>
  <w:tbl>
    <w:tblPr>
      <w:tblW w:w="8505" w:type="dxa"/>
      <w:jc w:val="center"/>
      <w:tblBorders>
        <w:top w:val="single" w:sz="4" w:space="0" w:color="auto"/>
        <w:bottom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103"/>
      <w:gridCol w:w="3402"/>
    </w:tblGrid>
    <w:tr w:rsidR="000A56B5" w:rsidRPr="00AE3921" w14:paraId="05F59CDD" w14:textId="77777777" w:rsidTr="00154293">
      <w:trPr>
        <w:trHeight w:val="227"/>
        <w:jc w:val="center"/>
      </w:trPr>
      <w:tc>
        <w:tcPr>
          <w:tcW w:w="5103" w:type="dxa"/>
          <w:vAlign w:val="center"/>
        </w:tcPr>
        <w:p w14:paraId="12BC2FC8" w14:textId="6206E9E3" w:rsidR="000A56B5" w:rsidRPr="00AE3921" w:rsidRDefault="00E477C4" w:rsidP="00154293">
          <w:pPr>
            <w:tabs>
              <w:tab w:val="right" w:pos="8505"/>
            </w:tabs>
            <w:jc w:val="left"/>
            <w:rPr>
              <w:color w:val="000000" w:themeColor="text1"/>
              <w:sz w:val="12"/>
              <w:szCs w:val="12"/>
            </w:rPr>
          </w:pPr>
          <w:sdt>
            <w:sdtPr>
              <w:rPr>
                <w:color w:val="000000" w:themeColor="text1"/>
                <w:sz w:val="12"/>
                <w:szCs w:val="12"/>
              </w:rPr>
              <w:alias w:val="Název dokumentace 1"/>
              <w:tag w:val="NazevDok"/>
              <w:id w:val="2029212298"/>
              <w:text/>
            </w:sdtPr>
            <w:sdtEndPr/>
            <w:sdtContent>
              <w:r w:rsidR="00741696">
                <w:rPr>
                  <w:color w:val="000000" w:themeColor="text1"/>
                  <w:sz w:val="12"/>
                  <w:szCs w:val="12"/>
                </w:rPr>
                <w:t>Kalové hospodářství ČOV Brno - Modřice</w:t>
              </w:r>
            </w:sdtContent>
          </w:sdt>
          <w:r w:rsidR="000A56B5" w:rsidRPr="00AE3921">
            <w:rPr>
              <w:color w:val="000000" w:themeColor="text1"/>
              <w:sz w:val="12"/>
              <w:szCs w:val="12"/>
            </w:rPr>
            <w:t xml:space="preserve"> </w:t>
          </w:r>
          <w:sdt>
            <w:sdtPr>
              <w:rPr>
                <w:color w:val="000000" w:themeColor="text1"/>
                <w:sz w:val="12"/>
                <w:szCs w:val="12"/>
              </w:rPr>
              <w:alias w:val="Název dokumentace 2"/>
              <w:tag w:val="NazevDok2_"/>
              <w:id w:val="-1046912558"/>
              <w:showingPlcHdr/>
              <w:text/>
            </w:sdtPr>
            <w:sdtEndPr/>
            <w:sdtContent>
              <w:r w:rsidR="000050CB">
                <w:rPr>
                  <w:color w:val="000000" w:themeColor="text1"/>
                  <w:sz w:val="12"/>
                  <w:szCs w:val="12"/>
                </w:rPr>
                <w:t xml:space="preserve">     </w:t>
              </w:r>
            </w:sdtContent>
          </w:sdt>
          <w:r w:rsidR="000A56B5" w:rsidRPr="00AE3921">
            <w:rPr>
              <w:color w:val="000000" w:themeColor="text1"/>
              <w:sz w:val="12"/>
              <w:szCs w:val="12"/>
            </w:rPr>
            <w:t xml:space="preserve"> </w:t>
          </w:r>
          <w:sdt>
            <w:sdtPr>
              <w:rPr>
                <w:color w:val="000000" w:themeColor="text1"/>
                <w:sz w:val="12"/>
                <w:szCs w:val="12"/>
              </w:rPr>
              <w:alias w:val="Název dokumentace 3"/>
              <w:tag w:val="NazevDok3_"/>
              <w:id w:val="121510200"/>
              <w:showingPlcHdr/>
              <w:text/>
            </w:sdtPr>
            <w:sdtEndPr/>
            <w:sdtContent>
              <w:r w:rsidR="000050CB">
                <w:rPr>
                  <w:color w:val="000000" w:themeColor="text1"/>
                  <w:sz w:val="12"/>
                  <w:szCs w:val="12"/>
                </w:rPr>
                <w:t xml:space="preserve">     </w:t>
              </w:r>
            </w:sdtContent>
          </w:sdt>
        </w:p>
      </w:tc>
      <w:tc>
        <w:tcPr>
          <w:tcW w:w="3402" w:type="dxa"/>
          <w:tcMar>
            <w:left w:w="113" w:type="dxa"/>
          </w:tcMar>
          <w:vAlign w:val="center"/>
        </w:tcPr>
        <w:p w14:paraId="5881C87F" w14:textId="444E105E" w:rsidR="000A56B5" w:rsidRPr="00AE3921" w:rsidRDefault="00E477C4" w:rsidP="00154293">
          <w:pPr>
            <w:tabs>
              <w:tab w:val="right" w:pos="8505"/>
            </w:tabs>
            <w:jc w:val="right"/>
            <w:rPr>
              <w:color w:val="000000" w:themeColor="text1"/>
              <w:sz w:val="12"/>
              <w:szCs w:val="12"/>
            </w:rPr>
          </w:pPr>
          <w:sdt>
            <w:sdtPr>
              <w:rPr>
                <w:bCs/>
                <w:color w:val="000000" w:themeColor="text1"/>
                <w:sz w:val="12"/>
                <w:szCs w:val="12"/>
              </w:rPr>
              <w:alias w:val="Číslo přílohy"/>
              <w:tag w:val="PrilCislo"/>
              <w:id w:val="-806556144"/>
              <w:text/>
            </w:sdtPr>
            <w:sdtEndPr/>
            <w:sdtContent>
              <w:r w:rsidR="000050CB">
                <w:rPr>
                  <w:bCs/>
                  <w:color w:val="000000" w:themeColor="text1"/>
                  <w:sz w:val="12"/>
                  <w:szCs w:val="12"/>
                </w:rPr>
                <w:t>D1.1.1</w:t>
              </w:r>
            </w:sdtContent>
          </w:sdt>
          <w:r w:rsidR="000A56B5">
            <w:rPr>
              <w:bCs/>
              <w:color w:val="000000" w:themeColor="text1"/>
              <w:sz w:val="12"/>
              <w:szCs w:val="12"/>
            </w:rPr>
            <w:t xml:space="preserve">  </w:t>
          </w:r>
          <w:r w:rsidR="000A56B5" w:rsidRPr="00AE3921">
            <w:rPr>
              <w:bCs/>
              <w:color w:val="000000" w:themeColor="text1"/>
              <w:sz w:val="12"/>
              <w:szCs w:val="12"/>
            </w:rPr>
            <w:t xml:space="preserve"> </w:t>
          </w:r>
          <w:sdt>
            <w:sdtPr>
              <w:rPr>
                <w:bCs/>
                <w:color w:val="000000" w:themeColor="text1"/>
                <w:sz w:val="12"/>
                <w:szCs w:val="12"/>
              </w:rPr>
              <w:alias w:val="Název přílohy"/>
              <w:tag w:val="PrilNaz"/>
              <w:id w:val="1986205032"/>
              <w:text/>
            </w:sdtPr>
            <w:sdtEndPr/>
            <w:sdtContent>
              <w:r w:rsidR="00A83470">
                <w:rPr>
                  <w:bCs/>
                  <w:color w:val="000000" w:themeColor="text1"/>
                  <w:sz w:val="12"/>
                  <w:szCs w:val="12"/>
                </w:rPr>
                <w:t>TECHNICKÁ ZPRÁVA</w:t>
              </w:r>
            </w:sdtContent>
          </w:sdt>
        </w:p>
      </w:tc>
    </w:tr>
    <w:tr w:rsidR="000A56B5" w:rsidRPr="00AE3921" w14:paraId="77F13094" w14:textId="77777777" w:rsidTr="00154293">
      <w:trPr>
        <w:trHeight w:val="227"/>
        <w:jc w:val="center"/>
      </w:trPr>
      <w:tc>
        <w:tcPr>
          <w:tcW w:w="5103" w:type="dxa"/>
          <w:vAlign w:val="center"/>
        </w:tcPr>
        <w:p w14:paraId="3A8F6CE7" w14:textId="483803D8" w:rsidR="000A56B5" w:rsidRPr="00AE3921" w:rsidRDefault="00E477C4" w:rsidP="00154293">
          <w:pPr>
            <w:tabs>
              <w:tab w:val="right" w:pos="8505"/>
            </w:tabs>
            <w:jc w:val="left"/>
            <w:rPr>
              <w:color w:val="000000" w:themeColor="text1"/>
              <w:sz w:val="12"/>
              <w:szCs w:val="12"/>
            </w:rPr>
          </w:pPr>
          <w:sdt>
            <w:sdtPr>
              <w:rPr>
                <w:color w:val="000000" w:themeColor="text1"/>
                <w:sz w:val="12"/>
                <w:szCs w:val="12"/>
              </w:rPr>
              <w:alias w:val="Upřesňující podnázev zakázky"/>
              <w:tag w:val="Podnazev"/>
              <w:id w:val="1766803730"/>
              <w:showingPlcHdr/>
              <w:text/>
            </w:sdtPr>
            <w:sdtEndPr/>
            <w:sdtContent>
              <w:r w:rsidR="000050CB">
                <w:rPr>
                  <w:color w:val="000000" w:themeColor="text1"/>
                  <w:sz w:val="12"/>
                  <w:szCs w:val="12"/>
                </w:rPr>
                <w:t xml:space="preserve">     </w:t>
              </w:r>
            </w:sdtContent>
          </w:sdt>
        </w:p>
      </w:tc>
      <w:tc>
        <w:tcPr>
          <w:tcW w:w="3402" w:type="dxa"/>
          <w:tcMar>
            <w:left w:w="113" w:type="dxa"/>
          </w:tcMar>
          <w:vAlign w:val="center"/>
        </w:tcPr>
        <w:p w14:paraId="2B51B09D" w14:textId="77777777" w:rsidR="000A56B5" w:rsidRPr="00AE3921" w:rsidRDefault="00E477C4" w:rsidP="00154293">
          <w:pPr>
            <w:tabs>
              <w:tab w:val="right" w:pos="8505"/>
            </w:tabs>
            <w:jc w:val="right"/>
            <w:rPr>
              <w:color w:val="000000" w:themeColor="text1"/>
              <w:sz w:val="12"/>
              <w:szCs w:val="12"/>
            </w:rPr>
          </w:pPr>
          <w:sdt>
            <w:sdtPr>
              <w:rPr>
                <w:color w:val="000000" w:themeColor="text1"/>
                <w:sz w:val="12"/>
                <w:szCs w:val="12"/>
              </w:rPr>
              <w:alias w:val="Stupeň"/>
              <w:tag w:val="StupenZ"/>
              <w:id w:val="-1225128130"/>
              <w:text/>
            </w:sdtPr>
            <w:sdtEndPr/>
            <w:sdtContent>
              <w:r w:rsidR="00741696">
                <w:rPr>
                  <w:color w:val="000000" w:themeColor="text1"/>
                  <w:sz w:val="12"/>
                  <w:szCs w:val="12"/>
                </w:rPr>
                <w:t>DSP</w:t>
              </w:r>
            </w:sdtContent>
          </w:sdt>
        </w:p>
      </w:tc>
    </w:tr>
  </w:tbl>
  <w:p w14:paraId="7AE18AC8" w14:textId="67F6D48B" w:rsidR="000A56B5" w:rsidRDefault="00E477C4" w:rsidP="00C81FAB">
    <w:pPr>
      <w:pStyle w:val="volndek"/>
      <w:spacing w:before="60"/>
      <w:rPr>
        <w:bCs/>
        <w:color w:val="000000" w:themeColor="text1"/>
        <w:sz w:val="12"/>
        <w:szCs w:val="12"/>
      </w:rPr>
    </w:pPr>
    <w:sdt>
      <w:sdtPr>
        <w:rPr>
          <w:bCs/>
          <w:color w:val="000000" w:themeColor="text1"/>
          <w:sz w:val="12"/>
          <w:szCs w:val="12"/>
        </w:rPr>
        <w:alias w:val="Část stavby"/>
        <w:tag w:val="CastSt"/>
        <w:id w:val="2017105503"/>
        <w:showingPlcHdr/>
        <w:text/>
      </w:sdtPr>
      <w:sdtEndPr/>
      <w:sdtContent>
        <w:r w:rsidR="000050CB">
          <w:rPr>
            <w:bCs/>
            <w:color w:val="000000" w:themeColor="text1"/>
            <w:sz w:val="12"/>
            <w:szCs w:val="12"/>
          </w:rPr>
          <w:t xml:space="preserve">     </w:t>
        </w:r>
      </w:sdtContent>
    </w:sdt>
    <w:r w:rsidR="000A56B5" w:rsidRPr="00CA337C">
      <w:rPr>
        <w:bCs/>
        <w:color w:val="000000" w:themeColor="text1"/>
        <w:sz w:val="12"/>
        <w:szCs w:val="12"/>
      </w:rPr>
      <w:t xml:space="preserve"> </w:t>
    </w:r>
    <w:r w:rsidR="000A56B5">
      <w:rPr>
        <w:bCs/>
        <w:color w:val="000000" w:themeColor="text1"/>
        <w:sz w:val="12"/>
        <w:szCs w:val="12"/>
      </w:rPr>
      <w:t xml:space="preserve"> </w:t>
    </w:r>
    <w:r w:rsidR="000A56B5" w:rsidRPr="00CA337C">
      <w:rPr>
        <w:bCs/>
        <w:color w:val="000000" w:themeColor="text1"/>
        <w:sz w:val="12"/>
        <w:szCs w:val="12"/>
      </w:rPr>
      <w:t xml:space="preserve"> </w:t>
    </w:r>
    <w:sdt>
      <w:sdtPr>
        <w:rPr>
          <w:bCs/>
          <w:color w:val="000000" w:themeColor="text1"/>
          <w:sz w:val="12"/>
          <w:szCs w:val="12"/>
        </w:rPr>
        <w:alias w:val="SO/PS"/>
        <w:tag w:val="SOPS"/>
        <w:id w:val="501395581"/>
        <w:text/>
      </w:sdtPr>
      <w:sdtEndPr/>
      <w:sdtContent>
        <w:r w:rsidR="0035003F">
          <w:rPr>
            <w:bCs/>
            <w:color w:val="000000" w:themeColor="text1"/>
            <w:sz w:val="12"/>
            <w:szCs w:val="12"/>
          </w:rPr>
          <w:t>SO 2104 - SO 4900</w:t>
        </w:r>
      </w:sdtContent>
    </w:sdt>
  </w:p>
  <w:p w14:paraId="399625F3" w14:textId="77777777" w:rsidR="000A56B5" w:rsidRPr="00AE3921" w:rsidRDefault="000A56B5" w:rsidP="00C81FAB">
    <w:pPr>
      <w:pStyle w:val="volndek"/>
      <w:rPr>
        <w:color w:val="000000" w:themeColor="text1"/>
        <w:sz w:val="12"/>
        <w:szCs w:val="12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60274B" w14:textId="77777777" w:rsidR="000A56B5" w:rsidRPr="00AE3921" w:rsidRDefault="000A56B5" w:rsidP="00C81FAB">
    <w:pPr>
      <w:tabs>
        <w:tab w:val="right" w:pos="8505"/>
      </w:tabs>
      <w:spacing w:after="60"/>
      <w:jc w:val="left"/>
      <w:rPr>
        <w:noProof/>
        <w:color w:val="000000" w:themeColor="text1"/>
      </w:rPr>
    </w:pPr>
    <w:r w:rsidRPr="00AE3921">
      <w:rPr>
        <w:noProof/>
        <w:color w:val="000000" w:themeColor="text1"/>
      </w:rPr>
      <w:tab/>
    </w:r>
    <w:r w:rsidRPr="00AE3921">
      <w:rPr>
        <w:noProof/>
        <w:color w:val="000000" w:themeColor="text1"/>
      </w:rPr>
      <mc:AlternateContent>
        <mc:Choice Requires="wpc">
          <w:drawing>
            <wp:inline distT="0" distB="0" distL="0" distR="0" wp14:anchorId="61D7594B" wp14:editId="1D897D2C">
              <wp:extent cx="683895" cy="199390"/>
              <wp:effectExtent l="1905" t="6985" r="0" b="3175"/>
              <wp:docPr id="397" name="Plátno 397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/>
                    <wps:wsp>
                      <wps:cNvPr id="346" name="Freeform 195"/>
                      <wps:cNvSpPr>
                        <a:spLocks noEditPoints="1"/>
                      </wps:cNvSpPr>
                      <wps:spPr bwMode="auto">
                        <a:xfrm>
                          <a:off x="507365" y="26670"/>
                          <a:ext cx="176530" cy="172085"/>
                        </a:xfrm>
                        <a:custGeom>
                          <a:avLst/>
                          <a:gdLst>
                            <a:gd name="T0" fmla="*/ 444 w 556"/>
                            <a:gd name="T1" fmla="*/ 423 h 543"/>
                            <a:gd name="T2" fmla="*/ 444 w 556"/>
                            <a:gd name="T3" fmla="*/ 477 h 543"/>
                            <a:gd name="T4" fmla="*/ 112 w 556"/>
                            <a:gd name="T5" fmla="*/ 477 h 543"/>
                            <a:gd name="T6" fmla="*/ 112 w 556"/>
                            <a:gd name="T7" fmla="*/ 423 h 543"/>
                            <a:gd name="T8" fmla="*/ 276 w 556"/>
                            <a:gd name="T9" fmla="*/ 256 h 543"/>
                            <a:gd name="T10" fmla="*/ 444 w 556"/>
                            <a:gd name="T11" fmla="*/ 423 h 543"/>
                            <a:gd name="T12" fmla="*/ 556 w 556"/>
                            <a:gd name="T13" fmla="*/ 181 h 543"/>
                            <a:gd name="T14" fmla="*/ 353 w 556"/>
                            <a:gd name="T15" fmla="*/ 181 h 543"/>
                            <a:gd name="T16" fmla="*/ 485 w 556"/>
                            <a:gd name="T17" fmla="*/ 49 h 543"/>
                            <a:gd name="T18" fmla="*/ 436 w 556"/>
                            <a:gd name="T19" fmla="*/ 4 h 543"/>
                            <a:gd name="T20" fmla="*/ 276 w 556"/>
                            <a:gd name="T21" fmla="*/ 165 h 543"/>
                            <a:gd name="T22" fmla="*/ 114 w 556"/>
                            <a:gd name="T23" fmla="*/ 0 h 543"/>
                            <a:gd name="T24" fmla="*/ 69 w 556"/>
                            <a:gd name="T25" fmla="*/ 47 h 543"/>
                            <a:gd name="T26" fmla="*/ 201 w 556"/>
                            <a:gd name="T27" fmla="*/ 181 h 543"/>
                            <a:gd name="T28" fmla="*/ 0 w 556"/>
                            <a:gd name="T29" fmla="*/ 181 h 543"/>
                            <a:gd name="T30" fmla="*/ 0 w 556"/>
                            <a:gd name="T31" fmla="*/ 243 h 543"/>
                            <a:gd name="T32" fmla="*/ 201 w 556"/>
                            <a:gd name="T33" fmla="*/ 243 h 543"/>
                            <a:gd name="T34" fmla="*/ 46 w 556"/>
                            <a:gd name="T35" fmla="*/ 396 h 543"/>
                            <a:gd name="T36" fmla="*/ 46 w 556"/>
                            <a:gd name="T37" fmla="*/ 543 h 543"/>
                            <a:gd name="T38" fmla="*/ 508 w 556"/>
                            <a:gd name="T39" fmla="*/ 543 h 543"/>
                            <a:gd name="T40" fmla="*/ 508 w 556"/>
                            <a:gd name="T41" fmla="*/ 396 h 543"/>
                            <a:gd name="T42" fmla="*/ 353 w 556"/>
                            <a:gd name="T43" fmla="*/ 243 h 543"/>
                            <a:gd name="T44" fmla="*/ 556 w 556"/>
                            <a:gd name="T45" fmla="*/ 243 h 543"/>
                            <a:gd name="T46" fmla="*/ 556 w 556"/>
                            <a:gd name="T47" fmla="*/ 181 h 54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</a:cxnLst>
                          <a:rect l="0" t="0" r="r" b="b"/>
                          <a:pathLst>
                            <a:path w="556" h="543">
                              <a:moveTo>
                                <a:pt x="444" y="423"/>
                              </a:moveTo>
                              <a:lnTo>
                                <a:pt x="444" y="477"/>
                              </a:lnTo>
                              <a:lnTo>
                                <a:pt x="112" y="477"/>
                              </a:lnTo>
                              <a:lnTo>
                                <a:pt x="112" y="423"/>
                              </a:lnTo>
                              <a:lnTo>
                                <a:pt x="276" y="256"/>
                              </a:lnTo>
                              <a:lnTo>
                                <a:pt x="444" y="423"/>
                              </a:lnTo>
                              <a:close/>
                              <a:moveTo>
                                <a:pt x="556" y="181"/>
                              </a:moveTo>
                              <a:lnTo>
                                <a:pt x="353" y="181"/>
                              </a:lnTo>
                              <a:lnTo>
                                <a:pt x="485" y="49"/>
                              </a:lnTo>
                              <a:lnTo>
                                <a:pt x="436" y="4"/>
                              </a:lnTo>
                              <a:lnTo>
                                <a:pt x="276" y="165"/>
                              </a:lnTo>
                              <a:lnTo>
                                <a:pt x="114" y="0"/>
                              </a:lnTo>
                              <a:lnTo>
                                <a:pt x="69" y="47"/>
                              </a:lnTo>
                              <a:lnTo>
                                <a:pt x="201" y="181"/>
                              </a:lnTo>
                              <a:lnTo>
                                <a:pt x="0" y="181"/>
                              </a:lnTo>
                              <a:lnTo>
                                <a:pt x="0" y="243"/>
                              </a:lnTo>
                              <a:lnTo>
                                <a:pt x="201" y="243"/>
                              </a:lnTo>
                              <a:lnTo>
                                <a:pt x="46" y="396"/>
                              </a:lnTo>
                              <a:lnTo>
                                <a:pt x="46" y="543"/>
                              </a:lnTo>
                              <a:lnTo>
                                <a:pt x="508" y="543"/>
                              </a:lnTo>
                              <a:lnTo>
                                <a:pt x="508" y="396"/>
                              </a:lnTo>
                              <a:lnTo>
                                <a:pt x="353" y="243"/>
                              </a:lnTo>
                              <a:lnTo>
                                <a:pt x="556" y="243"/>
                              </a:lnTo>
                              <a:lnTo>
                                <a:pt x="556" y="18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6" name="Freeform 196"/>
                      <wps:cNvSpPr>
                        <a:spLocks/>
                      </wps:cNvSpPr>
                      <wps:spPr bwMode="auto">
                        <a:xfrm>
                          <a:off x="574675" y="0"/>
                          <a:ext cx="41910" cy="41910"/>
                        </a:xfrm>
                        <a:custGeom>
                          <a:avLst/>
                          <a:gdLst>
                            <a:gd name="T0" fmla="*/ 131 w 131"/>
                            <a:gd name="T1" fmla="*/ 66 h 132"/>
                            <a:gd name="T2" fmla="*/ 131 w 131"/>
                            <a:gd name="T3" fmla="*/ 66 h 132"/>
                            <a:gd name="T4" fmla="*/ 130 w 131"/>
                            <a:gd name="T5" fmla="*/ 79 h 132"/>
                            <a:gd name="T6" fmla="*/ 126 w 131"/>
                            <a:gd name="T7" fmla="*/ 93 h 132"/>
                            <a:gd name="T8" fmla="*/ 120 w 131"/>
                            <a:gd name="T9" fmla="*/ 103 h 132"/>
                            <a:gd name="T10" fmla="*/ 112 w 131"/>
                            <a:gd name="T11" fmla="*/ 112 h 132"/>
                            <a:gd name="T12" fmla="*/ 103 w 131"/>
                            <a:gd name="T13" fmla="*/ 120 h 132"/>
                            <a:gd name="T14" fmla="*/ 91 w 131"/>
                            <a:gd name="T15" fmla="*/ 128 h 132"/>
                            <a:gd name="T16" fmla="*/ 79 w 131"/>
                            <a:gd name="T17" fmla="*/ 132 h 132"/>
                            <a:gd name="T18" fmla="*/ 66 w 131"/>
                            <a:gd name="T19" fmla="*/ 132 h 132"/>
                            <a:gd name="T20" fmla="*/ 66 w 131"/>
                            <a:gd name="T21" fmla="*/ 132 h 132"/>
                            <a:gd name="T22" fmla="*/ 52 w 131"/>
                            <a:gd name="T23" fmla="*/ 132 h 132"/>
                            <a:gd name="T24" fmla="*/ 41 w 131"/>
                            <a:gd name="T25" fmla="*/ 128 h 132"/>
                            <a:gd name="T26" fmla="*/ 29 w 131"/>
                            <a:gd name="T27" fmla="*/ 120 h 132"/>
                            <a:gd name="T28" fmla="*/ 19 w 131"/>
                            <a:gd name="T29" fmla="*/ 112 h 132"/>
                            <a:gd name="T30" fmla="*/ 12 w 131"/>
                            <a:gd name="T31" fmla="*/ 103 h 132"/>
                            <a:gd name="T32" fmla="*/ 6 w 131"/>
                            <a:gd name="T33" fmla="*/ 93 h 132"/>
                            <a:gd name="T34" fmla="*/ 2 w 131"/>
                            <a:gd name="T35" fmla="*/ 79 h 132"/>
                            <a:gd name="T36" fmla="*/ 0 w 131"/>
                            <a:gd name="T37" fmla="*/ 66 h 132"/>
                            <a:gd name="T38" fmla="*/ 0 w 131"/>
                            <a:gd name="T39" fmla="*/ 66 h 132"/>
                            <a:gd name="T40" fmla="*/ 2 w 131"/>
                            <a:gd name="T41" fmla="*/ 52 h 132"/>
                            <a:gd name="T42" fmla="*/ 6 w 131"/>
                            <a:gd name="T43" fmla="*/ 41 h 132"/>
                            <a:gd name="T44" fmla="*/ 12 w 131"/>
                            <a:gd name="T45" fmla="*/ 29 h 132"/>
                            <a:gd name="T46" fmla="*/ 19 w 131"/>
                            <a:gd name="T47" fmla="*/ 19 h 132"/>
                            <a:gd name="T48" fmla="*/ 29 w 131"/>
                            <a:gd name="T49" fmla="*/ 12 h 132"/>
                            <a:gd name="T50" fmla="*/ 41 w 131"/>
                            <a:gd name="T51" fmla="*/ 6 h 132"/>
                            <a:gd name="T52" fmla="*/ 52 w 131"/>
                            <a:gd name="T53" fmla="*/ 2 h 132"/>
                            <a:gd name="T54" fmla="*/ 66 w 131"/>
                            <a:gd name="T55" fmla="*/ 0 h 132"/>
                            <a:gd name="T56" fmla="*/ 66 w 131"/>
                            <a:gd name="T57" fmla="*/ 0 h 132"/>
                            <a:gd name="T58" fmla="*/ 79 w 131"/>
                            <a:gd name="T59" fmla="*/ 2 h 132"/>
                            <a:gd name="T60" fmla="*/ 91 w 131"/>
                            <a:gd name="T61" fmla="*/ 6 h 132"/>
                            <a:gd name="T62" fmla="*/ 103 w 131"/>
                            <a:gd name="T63" fmla="*/ 12 h 132"/>
                            <a:gd name="T64" fmla="*/ 112 w 131"/>
                            <a:gd name="T65" fmla="*/ 19 h 132"/>
                            <a:gd name="T66" fmla="*/ 120 w 131"/>
                            <a:gd name="T67" fmla="*/ 29 h 132"/>
                            <a:gd name="T68" fmla="*/ 126 w 131"/>
                            <a:gd name="T69" fmla="*/ 41 h 132"/>
                            <a:gd name="T70" fmla="*/ 130 w 131"/>
                            <a:gd name="T71" fmla="*/ 52 h 132"/>
                            <a:gd name="T72" fmla="*/ 131 w 131"/>
                            <a:gd name="T73" fmla="*/ 66 h 13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131" h="132">
                              <a:moveTo>
                                <a:pt x="131" y="66"/>
                              </a:moveTo>
                              <a:lnTo>
                                <a:pt x="131" y="66"/>
                              </a:lnTo>
                              <a:lnTo>
                                <a:pt x="130" y="79"/>
                              </a:lnTo>
                              <a:lnTo>
                                <a:pt x="126" y="93"/>
                              </a:lnTo>
                              <a:lnTo>
                                <a:pt x="120" y="103"/>
                              </a:lnTo>
                              <a:lnTo>
                                <a:pt x="112" y="112"/>
                              </a:lnTo>
                              <a:lnTo>
                                <a:pt x="103" y="120"/>
                              </a:lnTo>
                              <a:lnTo>
                                <a:pt x="91" y="128"/>
                              </a:lnTo>
                              <a:lnTo>
                                <a:pt x="79" y="132"/>
                              </a:lnTo>
                              <a:lnTo>
                                <a:pt x="66" y="132"/>
                              </a:lnTo>
                              <a:lnTo>
                                <a:pt x="52" y="132"/>
                              </a:lnTo>
                              <a:lnTo>
                                <a:pt x="41" y="128"/>
                              </a:lnTo>
                              <a:lnTo>
                                <a:pt x="29" y="120"/>
                              </a:lnTo>
                              <a:lnTo>
                                <a:pt x="19" y="112"/>
                              </a:lnTo>
                              <a:lnTo>
                                <a:pt x="12" y="103"/>
                              </a:lnTo>
                              <a:lnTo>
                                <a:pt x="6" y="93"/>
                              </a:lnTo>
                              <a:lnTo>
                                <a:pt x="2" y="79"/>
                              </a:lnTo>
                              <a:lnTo>
                                <a:pt x="0" y="66"/>
                              </a:lnTo>
                              <a:lnTo>
                                <a:pt x="2" y="52"/>
                              </a:lnTo>
                              <a:lnTo>
                                <a:pt x="6" y="41"/>
                              </a:lnTo>
                              <a:lnTo>
                                <a:pt x="12" y="29"/>
                              </a:lnTo>
                              <a:lnTo>
                                <a:pt x="19" y="19"/>
                              </a:lnTo>
                              <a:lnTo>
                                <a:pt x="29" y="12"/>
                              </a:lnTo>
                              <a:lnTo>
                                <a:pt x="41" y="6"/>
                              </a:lnTo>
                              <a:lnTo>
                                <a:pt x="52" y="2"/>
                              </a:lnTo>
                              <a:lnTo>
                                <a:pt x="66" y="0"/>
                              </a:lnTo>
                              <a:lnTo>
                                <a:pt x="79" y="2"/>
                              </a:lnTo>
                              <a:lnTo>
                                <a:pt x="91" y="6"/>
                              </a:lnTo>
                              <a:lnTo>
                                <a:pt x="103" y="12"/>
                              </a:lnTo>
                              <a:lnTo>
                                <a:pt x="112" y="19"/>
                              </a:lnTo>
                              <a:lnTo>
                                <a:pt x="120" y="29"/>
                              </a:lnTo>
                              <a:lnTo>
                                <a:pt x="126" y="41"/>
                              </a:lnTo>
                              <a:lnTo>
                                <a:pt x="130" y="52"/>
                              </a:lnTo>
                              <a:lnTo>
                                <a:pt x="131" y="6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C002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7" name="Freeform 197"/>
                      <wps:cNvSpPr>
                        <a:spLocks/>
                      </wps:cNvSpPr>
                      <wps:spPr bwMode="auto">
                        <a:xfrm>
                          <a:off x="574675" y="0"/>
                          <a:ext cx="41910" cy="41910"/>
                        </a:xfrm>
                        <a:custGeom>
                          <a:avLst/>
                          <a:gdLst>
                            <a:gd name="T0" fmla="*/ 131 w 131"/>
                            <a:gd name="T1" fmla="*/ 66 h 132"/>
                            <a:gd name="T2" fmla="*/ 131 w 131"/>
                            <a:gd name="T3" fmla="*/ 66 h 132"/>
                            <a:gd name="T4" fmla="*/ 130 w 131"/>
                            <a:gd name="T5" fmla="*/ 79 h 132"/>
                            <a:gd name="T6" fmla="*/ 126 w 131"/>
                            <a:gd name="T7" fmla="*/ 93 h 132"/>
                            <a:gd name="T8" fmla="*/ 120 w 131"/>
                            <a:gd name="T9" fmla="*/ 103 h 132"/>
                            <a:gd name="T10" fmla="*/ 112 w 131"/>
                            <a:gd name="T11" fmla="*/ 112 h 132"/>
                            <a:gd name="T12" fmla="*/ 103 w 131"/>
                            <a:gd name="T13" fmla="*/ 120 h 132"/>
                            <a:gd name="T14" fmla="*/ 91 w 131"/>
                            <a:gd name="T15" fmla="*/ 128 h 132"/>
                            <a:gd name="T16" fmla="*/ 79 w 131"/>
                            <a:gd name="T17" fmla="*/ 132 h 132"/>
                            <a:gd name="T18" fmla="*/ 66 w 131"/>
                            <a:gd name="T19" fmla="*/ 132 h 132"/>
                            <a:gd name="T20" fmla="*/ 66 w 131"/>
                            <a:gd name="T21" fmla="*/ 132 h 132"/>
                            <a:gd name="T22" fmla="*/ 52 w 131"/>
                            <a:gd name="T23" fmla="*/ 132 h 132"/>
                            <a:gd name="T24" fmla="*/ 41 w 131"/>
                            <a:gd name="T25" fmla="*/ 128 h 132"/>
                            <a:gd name="T26" fmla="*/ 29 w 131"/>
                            <a:gd name="T27" fmla="*/ 120 h 132"/>
                            <a:gd name="T28" fmla="*/ 19 w 131"/>
                            <a:gd name="T29" fmla="*/ 112 h 132"/>
                            <a:gd name="T30" fmla="*/ 12 w 131"/>
                            <a:gd name="T31" fmla="*/ 103 h 132"/>
                            <a:gd name="T32" fmla="*/ 6 w 131"/>
                            <a:gd name="T33" fmla="*/ 93 h 132"/>
                            <a:gd name="T34" fmla="*/ 2 w 131"/>
                            <a:gd name="T35" fmla="*/ 79 h 132"/>
                            <a:gd name="T36" fmla="*/ 0 w 131"/>
                            <a:gd name="T37" fmla="*/ 66 h 132"/>
                            <a:gd name="T38" fmla="*/ 0 w 131"/>
                            <a:gd name="T39" fmla="*/ 66 h 132"/>
                            <a:gd name="T40" fmla="*/ 2 w 131"/>
                            <a:gd name="T41" fmla="*/ 52 h 132"/>
                            <a:gd name="T42" fmla="*/ 6 w 131"/>
                            <a:gd name="T43" fmla="*/ 41 h 132"/>
                            <a:gd name="T44" fmla="*/ 12 w 131"/>
                            <a:gd name="T45" fmla="*/ 29 h 132"/>
                            <a:gd name="T46" fmla="*/ 19 w 131"/>
                            <a:gd name="T47" fmla="*/ 19 h 132"/>
                            <a:gd name="T48" fmla="*/ 29 w 131"/>
                            <a:gd name="T49" fmla="*/ 12 h 132"/>
                            <a:gd name="T50" fmla="*/ 41 w 131"/>
                            <a:gd name="T51" fmla="*/ 6 h 132"/>
                            <a:gd name="T52" fmla="*/ 52 w 131"/>
                            <a:gd name="T53" fmla="*/ 2 h 132"/>
                            <a:gd name="T54" fmla="*/ 66 w 131"/>
                            <a:gd name="T55" fmla="*/ 0 h 132"/>
                            <a:gd name="T56" fmla="*/ 66 w 131"/>
                            <a:gd name="T57" fmla="*/ 0 h 132"/>
                            <a:gd name="T58" fmla="*/ 79 w 131"/>
                            <a:gd name="T59" fmla="*/ 2 h 132"/>
                            <a:gd name="T60" fmla="*/ 91 w 131"/>
                            <a:gd name="T61" fmla="*/ 6 h 132"/>
                            <a:gd name="T62" fmla="*/ 103 w 131"/>
                            <a:gd name="T63" fmla="*/ 12 h 132"/>
                            <a:gd name="T64" fmla="*/ 112 w 131"/>
                            <a:gd name="T65" fmla="*/ 19 h 132"/>
                            <a:gd name="T66" fmla="*/ 120 w 131"/>
                            <a:gd name="T67" fmla="*/ 29 h 132"/>
                            <a:gd name="T68" fmla="*/ 126 w 131"/>
                            <a:gd name="T69" fmla="*/ 41 h 132"/>
                            <a:gd name="T70" fmla="*/ 130 w 131"/>
                            <a:gd name="T71" fmla="*/ 52 h 132"/>
                            <a:gd name="T72" fmla="*/ 131 w 131"/>
                            <a:gd name="T73" fmla="*/ 66 h 13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131" h="132">
                              <a:moveTo>
                                <a:pt x="131" y="66"/>
                              </a:moveTo>
                              <a:lnTo>
                                <a:pt x="131" y="66"/>
                              </a:lnTo>
                              <a:lnTo>
                                <a:pt x="130" y="79"/>
                              </a:lnTo>
                              <a:lnTo>
                                <a:pt x="126" y="93"/>
                              </a:lnTo>
                              <a:lnTo>
                                <a:pt x="120" y="103"/>
                              </a:lnTo>
                              <a:lnTo>
                                <a:pt x="112" y="112"/>
                              </a:lnTo>
                              <a:lnTo>
                                <a:pt x="103" y="120"/>
                              </a:lnTo>
                              <a:lnTo>
                                <a:pt x="91" y="128"/>
                              </a:lnTo>
                              <a:lnTo>
                                <a:pt x="79" y="132"/>
                              </a:lnTo>
                              <a:lnTo>
                                <a:pt x="66" y="132"/>
                              </a:lnTo>
                              <a:lnTo>
                                <a:pt x="52" y="132"/>
                              </a:lnTo>
                              <a:lnTo>
                                <a:pt x="41" y="128"/>
                              </a:lnTo>
                              <a:lnTo>
                                <a:pt x="29" y="120"/>
                              </a:lnTo>
                              <a:lnTo>
                                <a:pt x="19" y="112"/>
                              </a:lnTo>
                              <a:lnTo>
                                <a:pt x="12" y="103"/>
                              </a:lnTo>
                              <a:lnTo>
                                <a:pt x="6" y="93"/>
                              </a:lnTo>
                              <a:lnTo>
                                <a:pt x="2" y="79"/>
                              </a:lnTo>
                              <a:lnTo>
                                <a:pt x="0" y="66"/>
                              </a:lnTo>
                              <a:lnTo>
                                <a:pt x="2" y="52"/>
                              </a:lnTo>
                              <a:lnTo>
                                <a:pt x="6" y="41"/>
                              </a:lnTo>
                              <a:lnTo>
                                <a:pt x="12" y="29"/>
                              </a:lnTo>
                              <a:lnTo>
                                <a:pt x="19" y="19"/>
                              </a:lnTo>
                              <a:lnTo>
                                <a:pt x="29" y="12"/>
                              </a:lnTo>
                              <a:lnTo>
                                <a:pt x="41" y="6"/>
                              </a:lnTo>
                              <a:lnTo>
                                <a:pt x="52" y="2"/>
                              </a:lnTo>
                              <a:lnTo>
                                <a:pt x="66" y="0"/>
                              </a:lnTo>
                              <a:lnTo>
                                <a:pt x="79" y="2"/>
                              </a:lnTo>
                              <a:lnTo>
                                <a:pt x="91" y="6"/>
                              </a:lnTo>
                              <a:lnTo>
                                <a:pt x="103" y="12"/>
                              </a:lnTo>
                              <a:lnTo>
                                <a:pt x="112" y="19"/>
                              </a:lnTo>
                              <a:lnTo>
                                <a:pt x="120" y="29"/>
                              </a:lnTo>
                              <a:lnTo>
                                <a:pt x="126" y="41"/>
                              </a:lnTo>
                              <a:lnTo>
                                <a:pt x="130" y="52"/>
                              </a:lnTo>
                              <a:lnTo>
                                <a:pt x="131" y="66"/>
                              </a:lnTo>
                            </a:path>
                          </a:pathLst>
                        </a:custGeom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8" name="Freeform 198"/>
                      <wps:cNvSpPr>
                        <a:spLocks noEditPoints="1"/>
                      </wps:cNvSpPr>
                      <wps:spPr bwMode="auto">
                        <a:xfrm>
                          <a:off x="381000" y="113030"/>
                          <a:ext cx="84455" cy="86360"/>
                        </a:xfrm>
                        <a:custGeom>
                          <a:avLst/>
                          <a:gdLst>
                            <a:gd name="T0" fmla="*/ 133 w 266"/>
                            <a:gd name="T1" fmla="*/ 0 h 271"/>
                            <a:gd name="T2" fmla="*/ 162 w 266"/>
                            <a:gd name="T3" fmla="*/ 2 h 271"/>
                            <a:gd name="T4" fmla="*/ 189 w 266"/>
                            <a:gd name="T5" fmla="*/ 7 h 271"/>
                            <a:gd name="T6" fmla="*/ 212 w 266"/>
                            <a:gd name="T7" fmla="*/ 19 h 271"/>
                            <a:gd name="T8" fmla="*/ 231 w 266"/>
                            <a:gd name="T9" fmla="*/ 35 h 271"/>
                            <a:gd name="T10" fmla="*/ 247 w 266"/>
                            <a:gd name="T11" fmla="*/ 54 h 271"/>
                            <a:gd name="T12" fmla="*/ 257 w 266"/>
                            <a:gd name="T13" fmla="*/ 77 h 271"/>
                            <a:gd name="T14" fmla="*/ 262 w 266"/>
                            <a:gd name="T15" fmla="*/ 104 h 271"/>
                            <a:gd name="T16" fmla="*/ 266 w 266"/>
                            <a:gd name="T17" fmla="*/ 135 h 271"/>
                            <a:gd name="T18" fmla="*/ 260 w 266"/>
                            <a:gd name="T19" fmla="*/ 180 h 271"/>
                            <a:gd name="T20" fmla="*/ 253 w 266"/>
                            <a:gd name="T21" fmla="*/ 205 h 271"/>
                            <a:gd name="T22" fmla="*/ 239 w 266"/>
                            <a:gd name="T23" fmla="*/ 226 h 271"/>
                            <a:gd name="T24" fmla="*/ 222 w 266"/>
                            <a:gd name="T25" fmla="*/ 244 h 271"/>
                            <a:gd name="T26" fmla="*/ 203 w 266"/>
                            <a:gd name="T27" fmla="*/ 257 h 271"/>
                            <a:gd name="T28" fmla="*/ 177 w 266"/>
                            <a:gd name="T29" fmla="*/ 267 h 271"/>
                            <a:gd name="T30" fmla="*/ 148 w 266"/>
                            <a:gd name="T31" fmla="*/ 271 h 271"/>
                            <a:gd name="T32" fmla="*/ 133 w 266"/>
                            <a:gd name="T33" fmla="*/ 271 h 271"/>
                            <a:gd name="T34" fmla="*/ 102 w 266"/>
                            <a:gd name="T35" fmla="*/ 269 h 271"/>
                            <a:gd name="T36" fmla="*/ 75 w 266"/>
                            <a:gd name="T37" fmla="*/ 263 h 271"/>
                            <a:gd name="T38" fmla="*/ 52 w 266"/>
                            <a:gd name="T39" fmla="*/ 252 h 271"/>
                            <a:gd name="T40" fmla="*/ 33 w 266"/>
                            <a:gd name="T41" fmla="*/ 236 h 271"/>
                            <a:gd name="T42" fmla="*/ 19 w 266"/>
                            <a:gd name="T43" fmla="*/ 215 h 271"/>
                            <a:gd name="T44" fmla="*/ 7 w 266"/>
                            <a:gd name="T45" fmla="*/ 192 h 271"/>
                            <a:gd name="T46" fmla="*/ 2 w 266"/>
                            <a:gd name="T47" fmla="*/ 166 h 271"/>
                            <a:gd name="T48" fmla="*/ 0 w 266"/>
                            <a:gd name="T49" fmla="*/ 135 h 271"/>
                            <a:gd name="T50" fmla="*/ 4 w 266"/>
                            <a:gd name="T51" fmla="*/ 91 h 271"/>
                            <a:gd name="T52" fmla="*/ 13 w 266"/>
                            <a:gd name="T53" fmla="*/ 66 h 271"/>
                            <a:gd name="T54" fmla="*/ 25 w 266"/>
                            <a:gd name="T55" fmla="*/ 44 h 271"/>
                            <a:gd name="T56" fmla="*/ 42 w 266"/>
                            <a:gd name="T57" fmla="*/ 27 h 271"/>
                            <a:gd name="T58" fmla="*/ 63 w 266"/>
                            <a:gd name="T59" fmla="*/ 13 h 271"/>
                            <a:gd name="T60" fmla="*/ 89 w 266"/>
                            <a:gd name="T61" fmla="*/ 4 h 271"/>
                            <a:gd name="T62" fmla="*/ 116 w 266"/>
                            <a:gd name="T63" fmla="*/ 0 h 271"/>
                            <a:gd name="T64" fmla="*/ 133 w 266"/>
                            <a:gd name="T65" fmla="*/ 219 h 271"/>
                            <a:gd name="T66" fmla="*/ 146 w 266"/>
                            <a:gd name="T67" fmla="*/ 219 h 271"/>
                            <a:gd name="T68" fmla="*/ 170 w 266"/>
                            <a:gd name="T69" fmla="*/ 205 h 271"/>
                            <a:gd name="T70" fmla="*/ 183 w 266"/>
                            <a:gd name="T71" fmla="*/ 182 h 271"/>
                            <a:gd name="T72" fmla="*/ 189 w 266"/>
                            <a:gd name="T73" fmla="*/ 151 h 271"/>
                            <a:gd name="T74" fmla="*/ 191 w 266"/>
                            <a:gd name="T75" fmla="*/ 135 h 271"/>
                            <a:gd name="T76" fmla="*/ 187 w 266"/>
                            <a:gd name="T77" fmla="*/ 102 h 271"/>
                            <a:gd name="T78" fmla="*/ 177 w 266"/>
                            <a:gd name="T79" fmla="*/ 75 h 271"/>
                            <a:gd name="T80" fmla="*/ 160 w 266"/>
                            <a:gd name="T81" fmla="*/ 58 h 271"/>
                            <a:gd name="T82" fmla="*/ 133 w 266"/>
                            <a:gd name="T83" fmla="*/ 52 h 271"/>
                            <a:gd name="T84" fmla="*/ 118 w 266"/>
                            <a:gd name="T85" fmla="*/ 52 h 271"/>
                            <a:gd name="T86" fmla="*/ 94 w 266"/>
                            <a:gd name="T87" fmla="*/ 66 h 271"/>
                            <a:gd name="T88" fmla="*/ 79 w 266"/>
                            <a:gd name="T89" fmla="*/ 89 h 271"/>
                            <a:gd name="T90" fmla="*/ 73 w 266"/>
                            <a:gd name="T91" fmla="*/ 118 h 271"/>
                            <a:gd name="T92" fmla="*/ 71 w 266"/>
                            <a:gd name="T93" fmla="*/ 135 h 271"/>
                            <a:gd name="T94" fmla="*/ 75 w 266"/>
                            <a:gd name="T95" fmla="*/ 166 h 271"/>
                            <a:gd name="T96" fmla="*/ 85 w 266"/>
                            <a:gd name="T97" fmla="*/ 193 h 271"/>
                            <a:gd name="T98" fmla="*/ 104 w 266"/>
                            <a:gd name="T99" fmla="*/ 213 h 271"/>
                            <a:gd name="T100" fmla="*/ 133 w 266"/>
                            <a:gd name="T101" fmla="*/ 219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</a:cxnLst>
                          <a:rect l="0" t="0" r="r" b="b"/>
                          <a:pathLst>
                            <a:path w="266" h="271">
                              <a:moveTo>
                                <a:pt x="133" y="0"/>
                              </a:moveTo>
                              <a:lnTo>
                                <a:pt x="133" y="0"/>
                              </a:lnTo>
                              <a:lnTo>
                                <a:pt x="148" y="0"/>
                              </a:lnTo>
                              <a:lnTo>
                                <a:pt x="162" y="2"/>
                              </a:lnTo>
                              <a:lnTo>
                                <a:pt x="177" y="4"/>
                              </a:lnTo>
                              <a:lnTo>
                                <a:pt x="189" y="7"/>
                              </a:lnTo>
                              <a:lnTo>
                                <a:pt x="203" y="13"/>
                              </a:lnTo>
                              <a:lnTo>
                                <a:pt x="212" y="19"/>
                              </a:lnTo>
                              <a:lnTo>
                                <a:pt x="222" y="27"/>
                              </a:lnTo>
                              <a:lnTo>
                                <a:pt x="231" y="35"/>
                              </a:lnTo>
                              <a:lnTo>
                                <a:pt x="239" y="44"/>
                              </a:lnTo>
                              <a:lnTo>
                                <a:pt x="247" y="54"/>
                              </a:lnTo>
                              <a:lnTo>
                                <a:pt x="253" y="66"/>
                              </a:lnTo>
                              <a:lnTo>
                                <a:pt x="257" y="77"/>
                              </a:lnTo>
                              <a:lnTo>
                                <a:pt x="260" y="91"/>
                              </a:lnTo>
                              <a:lnTo>
                                <a:pt x="262" y="104"/>
                              </a:lnTo>
                              <a:lnTo>
                                <a:pt x="266" y="135"/>
                              </a:lnTo>
                              <a:lnTo>
                                <a:pt x="262" y="166"/>
                              </a:lnTo>
                              <a:lnTo>
                                <a:pt x="260" y="180"/>
                              </a:lnTo>
                              <a:lnTo>
                                <a:pt x="257" y="192"/>
                              </a:lnTo>
                              <a:lnTo>
                                <a:pt x="253" y="205"/>
                              </a:lnTo>
                              <a:lnTo>
                                <a:pt x="247" y="215"/>
                              </a:lnTo>
                              <a:lnTo>
                                <a:pt x="239" y="226"/>
                              </a:lnTo>
                              <a:lnTo>
                                <a:pt x="231" y="236"/>
                              </a:lnTo>
                              <a:lnTo>
                                <a:pt x="222" y="244"/>
                              </a:lnTo>
                              <a:lnTo>
                                <a:pt x="212" y="252"/>
                              </a:lnTo>
                              <a:lnTo>
                                <a:pt x="203" y="257"/>
                              </a:lnTo>
                              <a:lnTo>
                                <a:pt x="189" y="263"/>
                              </a:lnTo>
                              <a:lnTo>
                                <a:pt x="177" y="267"/>
                              </a:lnTo>
                              <a:lnTo>
                                <a:pt x="162" y="269"/>
                              </a:lnTo>
                              <a:lnTo>
                                <a:pt x="148" y="271"/>
                              </a:lnTo>
                              <a:lnTo>
                                <a:pt x="133" y="271"/>
                              </a:lnTo>
                              <a:lnTo>
                                <a:pt x="116" y="271"/>
                              </a:lnTo>
                              <a:lnTo>
                                <a:pt x="102" y="269"/>
                              </a:lnTo>
                              <a:lnTo>
                                <a:pt x="89" y="267"/>
                              </a:lnTo>
                              <a:lnTo>
                                <a:pt x="75" y="263"/>
                              </a:lnTo>
                              <a:lnTo>
                                <a:pt x="63" y="257"/>
                              </a:lnTo>
                              <a:lnTo>
                                <a:pt x="52" y="252"/>
                              </a:lnTo>
                              <a:lnTo>
                                <a:pt x="42" y="244"/>
                              </a:lnTo>
                              <a:lnTo>
                                <a:pt x="33" y="236"/>
                              </a:lnTo>
                              <a:lnTo>
                                <a:pt x="25" y="226"/>
                              </a:lnTo>
                              <a:lnTo>
                                <a:pt x="19" y="215"/>
                              </a:lnTo>
                              <a:lnTo>
                                <a:pt x="13" y="205"/>
                              </a:lnTo>
                              <a:lnTo>
                                <a:pt x="7" y="192"/>
                              </a:lnTo>
                              <a:lnTo>
                                <a:pt x="4" y="180"/>
                              </a:lnTo>
                              <a:lnTo>
                                <a:pt x="2" y="166"/>
                              </a:lnTo>
                              <a:lnTo>
                                <a:pt x="0" y="135"/>
                              </a:lnTo>
                              <a:lnTo>
                                <a:pt x="2" y="104"/>
                              </a:lnTo>
                              <a:lnTo>
                                <a:pt x="4" y="91"/>
                              </a:lnTo>
                              <a:lnTo>
                                <a:pt x="7" y="77"/>
                              </a:lnTo>
                              <a:lnTo>
                                <a:pt x="13" y="66"/>
                              </a:lnTo>
                              <a:lnTo>
                                <a:pt x="19" y="54"/>
                              </a:lnTo>
                              <a:lnTo>
                                <a:pt x="25" y="44"/>
                              </a:lnTo>
                              <a:lnTo>
                                <a:pt x="33" y="35"/>
                              </a:lnTo>
                              <a:lnTo>
                                <a:pt x="42" y="27"/>
                              </a:lnTo>
                              <a:lnTo>
                                <a:pt x="52" y="19"/>
                              </a:lnTo>
                              <a:lnTo>
                                <a:pt x="63" y="13"/>
                              </a:lnTo>
                              <a:lnTo>
                                <a:pt x="75" y="7"/>
                              </a:lnTo>
                              <a:lnTo>
                                <a:pt x="89" y="4"/>
                              </a:lnTo>
                              <a:lnTo>
                                <a:pt x="102" y="2"/>
                              </a:lnTo>
                              <a:lnTo>
                                <a:pt x="116" y="0"/>
                              </a:lnTo>
                              <a:lnTo>
                                <a:pt x="133" y="0"/>
                              </a:lnTo>
                              <a:close/>
                              <a:moveTo>
                                <a:pt x="133" y="219"/>
                              </a:moveTo>
                              <a:lnTo>
                                <a:pt x="133" y="219"/>
                              </a:lnTo>
                              <a:lnTo>
                                <a:pt x="146" y="219"/>
                              </a:lnTo>
                              <a:lnTo>
                                <a:pt x="160" y="213"/>
                              </a:lnTo>
                              <a:lnTo>
                                <a:pt x="170" y="205"/>
                              </a:lnTo>
                              <a:lnTo>
                                <a:pt x="177" y="193"/>
                              </a:lnTo>
                              <a:lnTo>
                                <a:pt x="183" y="182"/>
                              </a:lnTo>
                              <a:lnTo>
                                <a:pt x="187" y="166"/>
                              </a:lnTo>
                              <a:lnTo>
                                <a:pt x="189" y="151"/>
                              </a:lnTo>
                              <a:lnTo>
                                <a:pt x="191" y="135"/>
                              </a:lnTo>
                              <a:lnTo>
                                <a:pt x="189" y="118"/>
                              </a:lnTo>
                              <a:lnTo>
                                <a:pt x="187" y="102"/>
                              </a:lnTo>
                              <a:lnTo>
                                <a:pt x="183" y="89"/>
                              </a:lnTo>
                              <a:lnTo>
                                <a:pt x="177" y="75"/>
                              </a:lnTo>
                              <a:lnTo>
                                <a:pt x="170" y="66"/>
                              </a:lnTo>
                              <a:lnTo>
                                <a:pt x="160" y="58"/>
                              </a:lnTo>
                              <a:lnTo>
                                <a:pt x="146" y="52"/>
                              </a:lnTo>
                              <a:lnTo>
                                <a:pt x="133" y="52"/>
                              </a:lnTo>
                              <a:lnTo>
                                <a:pt x="118" y="52"/>
                              </a:lnTo>
                              <a:lnTo>
                                <a:pt x="104" y="58"/>
                              </a:lnTo>
                              <a:lnTo>
                                <a:pt x="94" y="66"/>
                              </a:lnTo>
                              <a:lnTo>
                                <a:pt x="85" y="75"/>
                              </a:lnTo>
                              <a:lnTo>
                                <a:pt x="79" y="89"/>
                              </a:lnTo>
                              <a:lnTo>
                                <a:pt x="75" y="102"/>
                              </a:lnTo>
                              <a:lnTo>
                                <a:pt x="73" y="118"/>
                              </a:lnTo>
                              <a:lnTo>
                                <a:pt x="71" y="135"/>
                              </a:lnTo>
                              <a:lnTo>
                                <a:pt x="73" y="151"/>
                              </a:lnTo>
                              <a:lnTo>
                                <a:pt x="75" y="166"/>
                              </a:lnTo>
                              <a:lnTo>
                                <a:pt x="79" y="182"/>
                              </a:lnTo>
                              <a:lnTo>
                                <a:pt x="85" y="193"/>
                              </a:lnTo>
                              <a:lnTo>
                                <a:pt x="94" y="205"/>
                              </a:lnTo>
                              <a:lnTo>
                                <a:pt x="104" y="213"/>
                              </a:lnTo>
                              <a:lnTo>
                                <a:pt x="118" y="219"/>
                              </a:lnTo>
                              <a:lnTo>
                                <a:pt x="133" y="2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9" name="Freeform 199"/>
                      <wps:cNvSpPr>
                        <a:spLocks/>
                      </wps:cNvSpPr>
                      <wps:spPr bwMode="auto">
                        <a:xfrm>
                          <a:off x="381000" y="113030"/>
                          <a:ext cx="84455" cy="86360"/>
                        </a:xfrm>
                        <a:custGeom>
                          <a:avLst/>
                          <a:gdLst>
                            <a:gd name="T0" fmla="*/ 133 w 266"/>
                            <a:gd name="T1" fmla="*/ 0 h 271"/>
                            <a:gd name="T2" fmla="*/ 162 w 266"/>
                            <a:gd name="T3" fmla="*/ 2 h 271"/>
                            <a:gd name="T4" fmla="*/ 189 w 266"/>
                            <a:gd name="T5" fmla="*/ 7 h 271"/>
                            <a:gd name="T6" fmla="*/ 212 w 266"/>
                            <a:gd name="T7" fmla="*/ 19 h 271"/>
                            <a:gd name="T8" fmla="*/ 231 w 266"/>
                            <a:gd name="T9" fmla="*/ 35 h 271"/>
                            <a:gd name="T10" fmla="*/ 247 w 266"/>
                            <a:gd name="T11" fmla="*/ 54 h 271"/>
                            <a:gd name="T12" fmla="*/ 257 w 266"/>
                            <a:gd name="T13" fmla="*/ 77 h 271"/>
                            <a:gd name="T14" fmla="*/ 262 w 266"/>
                            <a:gd name="T15" fmla="*/ 104 h 271"/>
                            <a:gd name="T16" fmla="*/ 266 w 266"/>
                            <a:gd name="T17" fmla="*/ 135 h 271"/>
                            <a:gd name="T18" fmla="*/ 260 w 266"/>
                            <a:gd name="T19" fmla="*/ 180 h 271"/>
                            <a:gd name="T20" fmla="*/ 253 w 266"/>
                            <a:gd name="T21" fmla="*/ 205 h 271"/>
                            <a:gd name="T22" fmla="*/ 239 w 266"/>
                            <a:gd name="T23" fmla="*/ 226 h 271"/>
                            <a:gd name="T24" fmla="*/ 222 w 266"/>
                            <a:gd name="T25" fmla="*/ 244 h 271"/>
                            <a:gd name="T26" fmla="*/ 203 w 266"/>
                            <a:gd name="T27" fmla="*/ 257 h 271"/>
                            <a:gd name="T28" fmla="*/ 177 w 266"/>
                            <a:gd name="T29" fmla="*/ 267 h 271"/>
                            <a:gd name="T30" fmla="*/ 148 w 266"/>
                            <a:gd name="T31" fmla="*/ 271 h 271"/>
                            <a:gd name="T32" fmla="*/ 133 w 266"/>
                            <a:gd name="T33" fmla="*/ 271 h 271"/>
                            <a:gd name="T34" fmla="*/ 102 w 266"/>
                            <a:gd name="T35" fmla="*/ 269 h 271"/>
                            <a:gd name="T36" fmla="*/ 75 w 266"/>
                            <a:gd name="T37" fmla="*/ 263 h 271"/>
                            <a:gd name="T38" fmla="*/ 52 w 266"/>
                            <a:gd name="T39" fmla="*/ 252 h 271"/>
                            <a:gd name="T40" fmla="*/ 33 w 266"/>
                            <a:gd name="T41" fmla="*/ 236 h 271"/>
                            <a:gd name="T42" fmla="*/ 19 w 266"/>
                            <a:gd name="T43" fmla="*/ 215 h 271"/>
                            <a:gd name="T44" fmla="*/ 7 w 266"/>
                            <a:gd name="T45" fmla="*/ 192 h 271"/>
                            <a:gd name="T46" fmla="*/ 2 w 266"/>
                            <a:gd name="T47" fmla="*/ 166 h 271"/>
                            <a:gd name="T48" fmla="*/ 0 w 266"/>
                            <a:gd name="T49" fmla="*/ 135 h 271"/>
                            <a:gd name="T50" fmla="*/ 4 w 266"/>
                            <a:gd name="T51" fmla="*/ 91 h 271"/>
                            <a:gd name="T52" fmla="*/ 13 w 266"/>
                            <a:gd name="T53" fmla="*/ 66 h 271"/>
                            <a:gd name="T54" fmla="*/ 25 w 266"/>
                            <a:gd name="T55" fmla="*/ 44 h 271"/>
                            <a:gd name="T56" fmla="*/ 42 w 266"/>
                            <a:gd name="T57" fmla="*/ 27 h 271"/>
                            <a:gd name="T58" fmla="*/ 63 w 266"/>
                            <a:gd name="T59" fmla="*/ 13 h 271"/>
                            <a:gd name="T60" fmla="*/ 89 w 266"/>
                            <a:gd name="T61" fmla="*/ 4 h 271"/>
                            <a:gd name="T62" fmla="*/ 116 w 266"/>
                            <a:gd name="T63" fmla="*/ 0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</a:cxnLst>
                          <a:rect l="0" t="0" r="r" b="b"/>
                          <a:pathLst>
                            <a:path w="266" h="271">
                              <a:moveTo>
                                <a:pt x="133" y="0"/>
                              </a:moveTo>
                              <a:lnTo>
                                <a:pt x="133" y="0"/>
                              </a:lnTo>
                              <a:lnTo>
                                <a:pt x="148" y="0"/>
                              </a:lnTo>
                              <a:lnTo>
                                <a:pt x="162" y="2"/>
                              </a:lnTo>
                              <a:lnTo>
                                <a:pt x="177" y="4"/>
                              </a:lnTo>
                              <a:lnTo>
                                <a:pt x="189" y="7"/>
                              </a:lnTo>
                              <a:lnTo>
                                <a:pt x="203" y="13"/>
                              </a:lnTo>
                              <a:lnTo>
                                <a:pt x="212" y="19"/>
                              </a:lnTo>
                              <a:lnTo>
                                <a:pt x="222" y="27"/>
                              </a:lnTo>
                              <a:lnTo>
                                <a:pt x="231" y="35"/>
                              </a:lnTo>
                              <a:lnTo>
                                <a:pt x="239" y="44"/>
                              </a:lnTo>
                              <a:lnTo>
                                <a:pt x="247" y="54"/>
                              </a:lnTo>
                              <a:lnTo>
                                <a:pt x="253" y="66"/>
                              </a:lnTo>
                              <a:lnTo>
                                <a:pt x="257" y="77"/>
                              </a:lnTo>
                              <a:lnTo>
                                <a:pt x="260" y="91"/>
                              </a:lnTo>
                              <a:lnTo>
                                <a:pt x="262" y="104"/>
                              </a:lnTo>
                              <a:lnTo>
                                <a:pt x="266" y="135"/>
                              </a:lnTo>
                              <a:lnTo>
                                <a:pt x="262" y="166"/>
                              </a:lnTo>
                              <a:lnTo>
                                <a:pt x="260" y="180"/>
                              </a:lnTo>
                              <a:lnTo>
                                <a:pt x="257" y="192"/>
                              </a:lnTo>
                              <a:lnTo>
                                <a:pt x="253" y="205"/>
                              </a:lnTo>
                              <a:lnTo>
                                <a:pt x="247" y="215"/>
                              </a:lnTo>
                              <a:lnTo>
                                <a:pt x="239" y="226"/>
                              </a:lnTo>
                              <a:lnTo>
                                <a:pt x="231" y="236"/>
                              </a:lnTo>
                              <a:lnTo>
                                <a:pt x="222" y="244"/>
                              </a:lnTo>
                              <a:lnTo>
                                <a:pt x="212" y="252"/>
                              </a:lnTo>
                              <a:lnTo>
                                <a:pt x="203" y="257"/>
                              </a:lnTo>
                              <a:lnTo>
                                <a:pt x="189" y="263"/>
                              </a:lnTo>
                              <a:lnTo>
                                <a:pt x="177" y="267"/>
                              </a:lnTo>
                              <a:lnTo>
                                <a:pt x="162" y="269"/>
                              </a:lnTo>
                              <a:lnTo>
                                <a:pt x="148" y="271"/>
                              </a:lnTo>
                              <a:lnTo>
                                <a:pt x="133" y="271"/>
                              </a:lnTo>
                              <a:lnTo>
                                <a:pt x="116" y="271"/>
                              </a:lnTo>
                              <a:lnTo>
                                <a:pt x="102" y="269"/>
                              </a:lnTo>
                              <a:lnTo>
                                <a:pt x="89" y="267"/>
                              </a:lnTo>
                              <a:lnTo>
                                <a:pt x="75" y="263"/>
                              </a:lnTo>
                              <a:lnTo>
                                <a:pt x="63" y="257"/>
                              </a:lnTo>
                              <a:lnTo>
                                <a:pt x="52" y="252"/>
                              </a:lnTo>
                              <a:lnTo>
                                <a:pt x="42" y="244"/>
                              </a:lnTo>
                              <a:lnTo>
                                <a:pt x="33" y="236"/>
                              </a:lnTo>
                              <a:lnTo>
                                <a:pt x="25" y="226"/>
                              </a:lnTo>
                              <a:lnTo>
                                <a:pt x="19" y="215"/>
                              </a:lnTo>
                              <a:lnTo>
                                <a:pt x="13" y="205"/>
                              </a:lnTo>
                              <a:lnTo>
                                <a:pt x="7" y="192"/>
                              </a:lnTo>
                              <a:lnTo>
                                <a:pt x="4" y="180"/>
                              </a:lnTo>
                              <a:lnTo>
                                <a:pt x="2" y="166"/>
                              </a:lnTo>
                              <a:lnTo>
                                <a:pt x="0" y="135"/>
                              </a:lnTo>
                              <a:lnTo>
                                <a:pt x="2" y="104"/>
                              </a:lnTo>
                              <a:lnTo>
                                <a:pt x="4" y="91"/>
                              </a:lnTo>
                              <a:lnTo>
                                <a:pt x="7" y="77"/>
                              </a:lnTo>
                              <a:lnTo>
                                <a:pt x="13" y="66"/>
                              </a:lnTo>
                              <a:lnTo>
                                <a:pt x="19" y="54"/>
                              </a:lnTo>
                              <a:lnTo>
                                <a:pt x="25" y="44"/>
                              </a:lnTo>
                              <a:lnTo>
                                <a:pt x="33" y="35"/>
                              </a:lnTo>
                              <a:lnTo>
                                <a:pt x="42" y="27"/>
                              </a:lnTo>
                              <a:lnTo>
                                <a:pt x="52" y="19"/>
                              </a:lnTo>
                              <a:lnTo>
                                <a:pt x="63" y="13"/>
                              </a:lnTo>
                              <a:lnTo>
                                <a:pt x="75" y="7"/>
                              </a:lnTo>
                              <a:lnTo>
                                <a:pt x="89" y="4"/>
                              </a:lnTo>
                              <a:lnTo>
                                <a:pt x="102" y="2"/>
                              </a:lnTo>
                              <a:lnTo>
                                <a:pt x="116" y="0"/>
                              </a:lnTo>
                              <a:lnTo>
                                <a:pt x="133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0" name="Freeform 200"/>
                      <wps:cNvSpPr>
                        <a:spLocks/>
                      </wps:cNvSpPr>
                      <wps:spPr bwMode="auto">
                        <a:xfrm>
                          <a:off x="403860" y="129540"/>
                          <a:ext cx="37465" cy="53340"/>
                        </a:xfrm>
                        <a:custGeom>
                          <a:avLst/>
                          <a:gdLst>
                            <a:gd name="T0" fmla="*/ 62 w 120"/>
                            <a:gd name="T1" fmla="*/ 167 h 167"/>
                            <a:gd name="T2" fmla="*/ 62 w 120"/>
                            <a:gd name="T3" fmla="*/ 167 h 167"/>
                            <a:gd name="T4" fmla="*/ 75 w 120"/>
                            <a:gd name="T5" fmla="*/ 167 h 167"/>
                            <a:gd name="T6" fmla="*/ 89 w 120"/>
                            <a:gd name="T7" fmla="*/ 161 h 167"/>
                            <a:gd name="T8" fmla="*/ 99 w 120"/>
                            <a:gd name="T9" fmla="*/ 153 h 167"/>
                            <a:gd name="T10" fmla="*/ 106 w 120"/>
                            <a:gd name="T11" fmla="*/ 141 h 167"/>
                            <a:gd name="T12" fmla="*/ 112 w 120"/>
                            <a:gd name="T13" fmla="*/ 130 h 167"/>
                            <a:gd name="T14" fmla="*/ 116 w 120"/>
                            <a:gd name="T15" fmla="*/ 114 h 167"/>
                            <a:gd name="T16" fmla="*/ 118 w 120"/>
                            <a:gd name="T17" fmla="*/ 99 h 167"/>
                            <a:gd name="T18" fmla="*/ 120 w 120"/>
                            <a:gd name="T19" fmla="*/ 83 h 167"/>
                            <a:gd name="T20" fmla="*/ 120 w 120"/>
                            <a:gd name="T21" fmla="*/ 83 h 167"/>
                            <a:gd name="T22" fmla="*/ 118 w 120"/>
                            <a:gd name="T23" fmla="*/ 66 h 167"/>
                            <a:gd name="T24" fmla="*/ 116 w 120"/>
                            <a:gd name="T25" fmla="*/ 50 h 167"/>
                            <a:gd name="T26" fmla="*/ 112 w 120"/>
                            <a:gd name="T27" fmla="*/ 37 h 167"/>
                            <a:gd name="T28" fmla="*/ 106 w 120"/>
                            <a:gd name="T29" fmla="*/ 23 h 167"/>
                            <a:gd name="T30" fmla="*/ 99 w 120"/>
                            <a:gd name="T31" fmla="*/ 14 h 167"/>
                            <a:gd name="T32" fmla="*/ 89 w 120"/>
                            <a:gd name="T33" fmla="*/ 6 h 167"/>
                            <a:gd name="T34" fmla="*/ 75 w 120"/>
                            <a:gd name="T35" fmla="*/ 0 h 167"/>
                            <a:gd name="T36" fmla="*/ 62 w 120"/>
                            <a:gd name="T37" fmla="*/ 0 h 167"/>
                            <a:gd name="T38" fmla="*/ 62 w 120"/>
                            <a:gd name="T39" fmla="*/ 0 h 167"/>
                            <a:gd name="T40" fmla="*/ 47 w 120"/>
                            <a:gd name="T41" fmla="*/ 0 h 167"/>
                            <a:gd name="T42" fmla="*/ 33 w 120"/>
                            <a:gd name="T43" fmla="*/ 6 h 167"/>
                            <a:gd name="T44" fmla="*/ 23 w 120"/>
                            <a:gd name="T45" fmla="*/ 14 h 167"/>
                            <a:gd name="T46" fmla="*/ 14 w 120"/>
                            <a:gd name="T47" fmla="*/ 23 h 167"/>
                            <a:gd name="T48" fmla="*/ 8 w 120"/>
                            <a:gd name="T49" fmla="*/ 37 h 167"/>
                            <a:gd name="T50" fmla="*/ 4 w 120"/>
                            <a:gd name="T51" fmla="*/ 50 h 167"/>
                            <a:gd name="T52" fmla="*/ 2 w 120"/>
                            <a:gd name="T53" fmla="*/ 66 h 167"/>
                            <a:gd name="T54" fmla="*/ 0 w 120"/>
                            <a:gd name="T55" fmla="*/ 83 h 167"/>
                            <a:gd name="T56" fmla="*/ 0 w 120"/>
                            <a:gd name="T57" fmla="*/ 83 h 167"/>
                            <a:gd name="T58" fmla="*/ 2 w 120"/>
                            <a:gd name="T59" fmla="*/ 99 h 167"/>
                            <a:gd name="T60" fmla="*/ 4 w 120"/>
                            <a:gd name="T61" fmla="*/ 114 h 167"/>
                            <a:gd name="T62" fmla="*/ 8 w 120"/>
                            <a:gd name="T63" fmla="*/ 130 h 167"/>
                            <a:gd name="T64" fmla="*/ 14 w 120"/>
                            <a:gd name="T65" fmla="*/ 141 h 167"/>
                            <a:gd name="T66" fmla="*/ 23 w 120"/>
                            <a:gd name="T67" fmla="*/ 153 h 167"/>
                            <a:gd name="T68" fmla="*/ 33 w 120"/>
                            <a:gd name="T69" fmla="*/ 161 h 167"/>
                            <a:gd name="T70" fmla="*/ 47 w 120"/>
                            <a:gd name="T71" fmla="*/ 167 h 167"/>
                            <a:gd name="T72" fmla="*/ 62 w 120"/>
                            <a:gd name="T73" fmla="*/ 167 h 16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120" h="167">
                              <a:moveTo>
                                <a:pt x="62" y="167"/>
                              </a:moveTo>
                              <a:lnTo>
                                <a:pt x="62" y="167"/>
                              </a:lnTo>
                              <a:lnTo>
                                <a:pt x="75" y="167"/>
                              </a:lnTo>
                              <a:lnTo>
                                <a:pt x="89" y="161"/>
                              </a:lnTo>
                              <a:lnTo>
                                <a:pt x="99" y="153"/>
                              </a:lnTo>
                              <a:lnTo>
                                <a:pt x="106" y="141"/>
                              </a:lnTo>
                              <a:lnTo>
                                <a:pt x="112" y="130"/>
                              </a:lnTo>
                              <a:lnTo>
                                <a:pt x="116" y="114"/>
                              </a:lnTo>
                              <a:lnTo>
                                <a:pt x="118" y="99"/>
                              </a:lnTo>
                              <a:lnTo>
                                <a:pt x="120" y="83"/>
                              </a:lnTo>
                              <a:lnTo>
                                <a:pt x="118" y="66"/>
                              </a:lnTo>
                              <a:lnTo>
                                <a:pt x="116" y="50"/>
                              </a:lnTo>
                              <a:lnTo>
                                <a:pt x="112" y="37"/>
                              </a:lnTo>
                              <a:lnTo>
                                <a:pt x="106" y="23"/>
                              </a:lnTo>
                              <a:lnTo>
                                <a:pt x="99" y="14"/>
                              </a:lnTo>
                              <a:lnTo>
                                <a:pt x="89" y="6"/>
                              </a:lnTo>
                              <a:lnTo>
                                <a:pt x="75" y="0"/>
                              </a:lnTo>
                              <a:lnTo>
                                <a:pt x="62" y="0"/>
                              </a:lnTo>
                              <a:lnTo>
                                <a:pt x="47" y="0"/>
                              </a:lnTo>
                              <a:lnTo>
                                <a:pt x="33" y="6"/>
                              </a:lnTo>
                              <a:lnTo>
                                <a:pt x="23" y="14"/>
                              </a:lnTo>
                              <a:lnTo>
                                <a:pt x="14" y="23"/>
                              </a:lnTo>
                              <a:lnTo>
                                <a:pt x="8" y="37"/>
                              </a:lnTo>
                              <a:lnTo>
                                <a:pt x="4" y="50"/>
                              </a:lnTo>
                              <a:lnTo>
                                <a:pt x="2" y="66"/>
                              </a:lnTo>
                              <a:lnTo>
                                <a:pt x="0" y="83"/>
                              </a:lnTo>
                              <a:lnTo>
                                <a:pt x="2" y="99"/>
                              </a:lnTo>
                              <a:lnTo>
                                <a:pt x="4" y="114"/>
                              </a:lnTo>
                              <a:lnTo>
                                <a:pt x="8" y="130"/>
                              </a:lnTo>
                              <a:lnTo>
                                <a:pt x="14" y="141"/>
                              </a:lnTo>
                              <a:lnTo>
                                <a:pt x="23" y="153"/>
                              </a:lnTo>
                              <a:lnTo>
                                <a:pt x="33" y="161"/>
                              </a:lnTo>
                              <a:lnTo>
                                <a:pt x="47" y="167"/>
                              </a:lnTo>
                              <a:lnTo>
                                <a:pt x="62" y="167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1" name="Freeform 201"/>
                      <wps:cNvSpPr>
                        <a:spLocks/>
                      </wps:cNvSpPr>
                      <wps:spPr bwMode="auto">
                        <a:xfrm>
                          <a:off x="291465" y="113030"/>
                          <a:ext cx="73660" cy="86360"/>
                        </a:xfrm>
                        <a:custGeom>
                          <a:avLst/>
                          <a:gdLst>
                            <a:gd name="T0" fmla="*/ 154 w 231"/>
                            <a:gd name="T1" fmla="*/ 0 h 271"/>
                            <a:gd name="T2" fmla="*/ 193 w 231"/>
                            <a:gd name="T3" fmla="*/ 2 h 271"/>
                            <a:gd name="T4" fmla="*/ 226 w 231"/>
                            <a:gd name="T5" fmla="*/ 69 h 271"/>
                            <a:gd name="T6" fmla="*/ 208 w 231"/>
                            <a:gd name="T7" fmla="*/ 62 h 271"/>
                            <a:gd name="T8" fmla="*/ 173 w 231"/>
                            <a:gd name="T9" fmla="*/ 52 h 271"/>
                            <a:gd name="T10" fmla="*/ 156 w 231"/>
                            <a:gd name="T11" fmla="*/ 52 h 271"/>
                            <a:gd name="T12" fmla="*/ 123 w 231"/>
                            <a:gd name="T13" fmla="*/ 58 h 271"/>
                            <a:gd name="T14" fmla="*/ 96 w 231"/>
                            <a:gd name="T15" fmla="*/ 75 h 271"/>
                            <a:gd name="T16" fmla="*/ 79 w 231"/>
                            <a:gd name="T17" fmla="*/ 100 h 271"/>
                            <a:gd name="T18" fmla="*/ 73 w 231"/>
                            <a:gd name="T19" fmla="*/ 135 h 271"/>
                            <a:gd name="T20" fmla="*/ 75 w 231"/>
                            <a:gd name="T21" fmla="*/ 155 h 271"/>
                            <a:gd name="T22" fmla="*/ 87 w 231"/>
                            <a:gd name="T23" fmla="*/ 186 h 271"/>
                            <a:gd name="T24" fmla="*/ 112 w 231"/>
                            <a:gd name="T25" fmla="*/ 207 h 271"/>
                            <a:gd name="T26" fmla="*/ 143 w 231"/>
                            <a:gd name="T27" fmla="*/ 219 h 271"/>
                            <a:gd name="T28" fmla="*/ 162 w 231"/>
                            <a:gd name="T29" fmla="*/ 219 h 271"/>
                            <a:gd name="T30" fmla="*/ 197 w 231"/>
                            <a:gd name="T31" fmla="*/ 215 h 271"/>
                            <a:gd name="T32" fmla="*/ 230 w 231"/>
                            <a:gd name="T33" fmla="*/ 205 h 271"/>
                            <a:gd name="T34" fmla="*/ 231 w 231"/>
                            <a:gd name="T35" fmla="*/ 259 h 271"/>
                            <a:gd name="T36" fmla="*/ 199 w 231"/>
                            <a:gd name="T37" fmla="*/ 269 h 271"/>
                            <a:gd name="T38" fmla="*/ 154 w 231"/>
                            <a:gd name="T39" fmla="*/ 271 h 271"/>
                            <a:gd name="T40" fmla="*/ 127 w 231"/>
                            <a:gd name="T41" fmla="*/ 271 h 271"/>
                            <a:gd name="T42" fmla="*/ 87 w 231"/>
                            <a:gd name="T43" fmla="*/ 261 h 271"/>
                            <a:gd name="T44" fmla="*/ 61 w 231"/>
                            <a:gd name="T45" fmla="*/ 250 h 271"/>
                            <a:gd name="T46" fmla="*/ 40 w 231"/>
                            <a:gd name="T47" fmla="*/ 232 h 271"/>
                            <a:gd name="T48" fmla="*/ 21 w 231"/>
                            <a:gd name="T49" fmla="*/ 213 h 271"/>
                            <a:gd name="T50" fmla="*/ 7 w 231"/>
                            <a:gd name="T51" fmla="*/ 186 h 271"/>
                            <a:gd name="T52" fmla="*/ 2 w 231"/>
                            <a:gd name="T53" fmla="*/ 153 h 271"/>
                            <a:gd name="T54" fmla="*/ 0 w 231"/>
                            <a:gd name="T55" fmla="*/ 135 h 271"/>
                            <a:gd name="T56" fmla="*/ 3 w 231"/>
                            <a:gd name="T57" fmla="*/ 102 h 271"/>
                            <a:gd name="T58" fmla="*/ 11 w 231"/>
                            <a:gd name="T59" fmla="*/ 75 h 271"/>
                            <a:gd name="T60" fmla="*/ 27 w 231"/>
                            <a:gd name="T61" fmla="*/ 52 h 271"/>
                            <a:gd name="T62" fmla="*/ 44 w 231"/>
                            <a:gd name="T63" fmla="*/ 33 h 271"/>
                            <a:gd name="T64" fmla="*/ 67 w 231"/>
                            <a:gd name="T65" fmla="*/ 17 h 271"/>
                            <a:gd name="T66" fmla="*/ 92 w 231"/>
                            <a:gd name="T67" fmla="*/ 7 h 271"/>
                            <a:gd name="T68" fmla="*/ 121 w 231"/>
                            <a:gd name="T69" fmla="*/ 2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231" h="271">
                              <a:moveTo>
                                <a:pt x="154" y="0"/>
                              </a:moveTo>
                              <a:lnTo>
                                <a:pt x="154" y="0"/>
                              </a:lnTo>
                              <a:lnTo>
                                <a:pt x="173" y="0"/>
                              </a:lnTo>
                              <a:lnTo>
                                <a:pt x="193" y="2"/>
                              </a:lnTo>
                              <a:lnTo>
                                <a:pt x="231" y="11"/>
                              </a:lnTo>
                              <a:lnTo>
                                <a:pt x="226" y="69"/>
                              </a:lnTo>
                              <a:lnTo>
                                <a:pt x="208" y="62"/>
                              </a:lnTo>
                              <a:lnTo>
                                <a:pt x="191" y="56"/>
                              </a:lnTo>
                              <a:lnTo>
                                <a:pt x="173" y="52"/>
                              </a:lnTo>
                              <a:lnTo>
                                <a:pt x="156" y="52"/>
                              </a:lnTo>
                              <a:lnTo>
                                <a:pt x="139" y="52"/>
                              </a:lnTo>
                              <a:lnTo>
                                <a:pt x="123" y="58"/>
                              </a:lnTo>
                              <a:lnTo>
                                <a:pt x="108" y="66"/>
                              </a:lnTo>
                              <a:lnTo>
                                <a:pt x="96" y="75"/>
                              </a:lnTo>
                              <a:lnTo>
                                <a:pt x="87" y="87"/>
                              </a:lnTo>
                              <a:lnTo>
                                <a:pt x="79" y="100"/>
                              </a:lnTo>
                              <a:lnTo>
                                <a:pt x="75" y="118"/>
                              </a:lnTo>
                              <a:lnTo>
                                <a:pt x="73" y="135"/>
                              </a:lnTo>
                              <a:lnTo>
                                <a:pt x="75" y="155"/>
                              </a:lnTo>
                              <a:lnTo>
                                <a:pt x="79" y="170"/>
                              </a:lnTo>
                              <a:lnTo>
                                <a:pt x="87" y="186"/>
                              </a:lnTo>
                              <a:lnTo>
                                <a:pt x="98" y="197"/>
                              </a:lnTo>
                              <a:lnTo>
                                <a:pt x="112" y="207"/>
                              </a:lnTo>
                              <a:lnTo>
                                <a:pt x="127" y="213"/>
                              </a:lnTo>
                              <a:lnTo>
                                <a:pt x="143" y="219"/>
                              </a:lnTo>
                              <a:lnTo>
                                <a:pt x="162" y="219"/>
                              </a:lnTo>
                              <a:lnTo>
                                <a:pt x="179" y="219"/>
                              </a:lnTo>
                              <a:lnTo>
                                <a:pt x="197" y="215"/>
                              </a:lnTo>
                              <a:lnTo>
                                <a:pt x="214" y="211"/>
                              </a:lnTo>
                              <a:lnTo>
                                <a:pt x="230" y="205"/>
                              </a:lnTo>
                              <a:lnTo>
                                <a:pt x="231" y="259"/>
                              </a:lnTo>
                              <a:lnTo>
                                <a:pt x="216" y="265"/>
                              </a:lnTo>
                              <a:lnTo>
                                <a:pt x="199" y="269"/>
                              </a:lnTo>
                              <a:lnTo>
                                <a:pt x="177" y="271"/>
                              </a:lnTo>
                              <a:lnTo>
                                <a:pt x="154" y="271"/>
                              </a:lnTo>
                              <a:lnTo>
                                <a:pt x="127" y="271"/>
                              </a:lnTo>
                              <a:lnTo>
                                <a:pt x="100" y="265"/>
                              </a:lnTo>
                              <a:lnTo>
                                <a:pt x="87" y="261"/>
                              </a:lnTo>
                              <a:lnTo>
                                <a:pt x="73" y="255"/>
                              </a:lnTo>
                              <a:lnTo>
                                <a:pt x="61" y="250"/>
                              </a:lnTo>
                              <a:lnTo>
                                <a:pt x="50" y="242"/>
                              </a:lnTo>
                              <a:lnTo>
                                <a:pt x="40" y="232"/>
                              </a:lnTo>
                              <a:lnTo>
                                <a:pt x="31" y="223"/>
                              </a:lnTo>
                              <a:lnTo>
                                <a:pt x="21" y="213"/>
                              </a:lnTo>
                              <a:lnTo>
                                <a:pt x="13" y="199"/>
                              </a:lnTo>
                              <a:lnTo>
                                <a:pt x="7" y="186"/>
                              </a:lnTo>
                              <a:lnTo>
                                <a:pt x="3" y="170"/>
                              </a:lnTo>
                              <a:lnTo>
                                <a:pt x="2" y="153"/>
                              </a:lnTo>
                              <a:lnTo>
                                <a:pt x="0" y="135"/>
                              </a:lnTo>
                              <a:lnTo>
                                <a:pt x="2" y="118"/>
                              </a:lnTo>
                              <a:lnTo>
                                <a:pt x="3" y="102"/>
                              </a:lnTo>
                              <a:lnTo>
                                <a:pt x="7" y="89"/>
                              </a:lnTo>
                              <a:lnTo>
                                <a:pt x="11" y="75"/>
                              </a:lnTo>
                              <a:lnTo>
                                <a:pt x="19" y="62"/>
                              </a:lnTo>
                              <a:lnTo>
                                <a:pt x="27" y="52"/>
                              </a:lnTo>
                              <a:lnTo>
                                <a:pt x="34" y="40"/>
                              </a:lnTo>
                              <a:lnTo>
                                <a:pt x="44" y="33"/>
                              </a:lnTo>
                              <a:lnTo>
                                <a:pt x="56" y="25"/>
                              </a:lnTo>
                              <a:lnTo>
                                <a:pt x="67" y="17"/>
                              </a:lnTo>
                              <a:lnTo>
                                <a:pt x="79" y="11"/>
                              </a:lnTo>
                              <a:lnTo>
                                <a:pt x="92" y="7"/>
                              </a:lnTo>
                              <a:lnTo>
                                <a:pt x="108" y="4"/>
                              </a:lnTo>
                              <a:lnTo>
                                <a:pt x="121" y="2"/>
                              </a:lnTo>
                              <a:lnTo>
                                <a:pt x="15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2" name="Freeform 202"/>
                      <wps:cNvSpPr>
                        <a:spLocks/>
                      </wps:cNvSpPr>
                      <wps:spPr bwMode="auto">
                        <a:xfrm>
                          <a:off x="291465" y="113030"/>
                          <a:ext cx="73660" cy="86360"/>
                        </a:xfrm>
                        <a:custGeom>
                          <a:avLst/>
                          <a:gdLst>
                            <a:gd name="T0" fmla="*/ 154 w 231"/>
                            <a:gd name="T1" fmla="*/ 0 h 271"/>
                            <a:gd name="T2" fmla="*/ 193 w 231"/>
                            <a:gd name="T3" fmla="*/ 2 h 271"/>
                            <a:gd name="T4" fmla="*/ 226 w 231"/>
                            <a:gd name="T5" fmla="*/ 69 h 271"/>
                            <a:gd name="T6" fmla="*/ 208 w 231"/>
                            <a:gd name="T7" fmla="*/ 62 h 271"/>
                            <a:gd name="T8" fmla="*/ 173 w 231"/>
                            <a:gd name="T9" fmla="*/ 52 h 271"/>
                            <a:gd name="T10" fmla="*/ 156 w 231"/>
                            <a:gd name="T11" fmla="*/ 52 h 271"/>
                            <a:gd name="T12" fmla="*/ 123 w 231"/>
                            <a:gd name="T13" fmla="*/ 58 h 271"/>
                            <a:gd name="T14" fmla="*/ 96 w 231"/>
                            <a:gd name="T15" fmla="*/ 75 h 271"/>
                            <a:gd name="T16" fmla="*/ 79 w 231"/>
                            <a:gd name="T17" fmla="*/ 100 h 271"/>
                            <a:gd name="T18" fmla="*/ 73 w 231"/>
                            <a:gd name="T19" fmla="*/ 135 h 271"/>
                            <a:gd name="T20" fmla="*/ 75 w 231"/>
                            <a:gd name="T21" fmla="*/ 155 h 271"/>
                            <a:gd name="T22" fmla="*/ 87 w 231"/>
                            <a:gd name="T23" fmla="*/ 186 h 271"/>
                            <a:gd name="T24" fmla="*/ 112 w 231"/>
                            <a:gd name="T25" fmla="*/ 207 h 271"/>
                            <a:gd name="T26" fmla="*/ 143 w 231"/>
                            <a:gd name="T27" fmla="*/ 219 h 271"/>
                            <a:gd name="T28" fmla="*/ 162 w 231"/>
                            <a:gd name="T29" fmla="*/ 219 h 271"/>
                            <a:gd name="T30" fmla="*/ 197 w 231"/>
                            <a:gd name="T31" fmla="*/ 215 h 271"/>
                            <a:gd name="T32" fmla="*/ 230 w 231"/>
                            <a:gd name="T33" fmla="*/ 205 h 271"/>
                            <a:gd name="T34" fmla="*/ 231 w 231"/>
                            <a:gd name="T35" fmla="*/ 259 h 271"/>
                            <a:gd name="T36" fmla="*/ 199 w 231"/>
                            <a:gd name="T37" fmla="*/ 269 h 271"/>
                            <a:gd name="T38" fmla="*/ 154 w 231"/>
                            <a:gd name="T39" fmla="*/ 271 h 271"/>
                            <a:gd name="T40" fmla="*/ 127 w 231"/>
                            <a:gd name="T41" fmla="*/ 271 h 271"/>
                            <a:gd name="T42" fmla="*/ 87 w 231"/>
                            <a:gd name="T43" fmla="*/ 261 h 271"/>
                            <a:gd name="T44" fmla="*/ 61 w 231"/>
                            <a:gd name="T45" fmla="*/ 250 h 271"/>
                            <a:gd name="T46" fmla="*/ 40 w 231"/>
                            <a:gd name="T47" fmla="*/ 232 h 271"/>
                            <a:gd name="T48" fmla="*/ 21 w 231"/>
                            <a:gd name="T49" fmla="*/ 213 h 271"/>
                            <a:gd name="T50" fmla="*/ 7 w 231"/>
                            <a:gd name="T51" fmla="*/ 186 h 271"/>
                            <a:gd name="T52" fmla="*/ 2 w 231"/>
                            <a:gd name="T53" fmla="*/ 153 h 271"/>
                            <a:gd name="T54" fmla="*/ 0 w 231"/>
                            <a:gd name="T55" fmla="*/ 135 h 271"/>
                            <a:gd name="T56" fmla="*/ 3 w 231"/>
                            <a:gd name="T57" fmla="*/ 102 h 271"/>
                            <a:gd name="T58" fmla="*/ 11 w 231"/>
                            <a:gd name="T59" fmla="*/ 75 h 271"/>
                            <a:gd name="T60" fmla="*/ 27 w 231"/>
                            <a:gd name="T61" fmla="*/ 52 h 271"/>
                            <a:gd name="T62" fmla="*/ 44 w 231"/>
                            <a:gd name="T63" fmla="*/ 33 h 271"/>
                            <a:gd name="T64" fmla="*/ 67 w 231"/>
                            <a:gd name="T65" fmla="*/ 17 h 271"/>
                            <a:gd name="T66" fmla="*/ 92 w 231"/>
                            <a:gd name="T67" fmla="*/ 7 h 271"/>
                            <a:gd name="T68" fmla="*/ 121 w 231"/>
                            <a:gd name="T69" fmla="*/ 2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231" h="271">
                              <a:moveTo>
                                <a:pt x="154" y="0"/>
                              </a:moveTo>
                              <a:lnTo>
                                <a:pt x="154" y="0"/>
                              </a:lnTo>
                              <a:lnTo>
                                <a:pt x="173" y="0"/>
                              </a:lnTo>
                              <a:lnTo>
                                <a:pt x="193" y="2"/>
                              </a:lnTo>
                              <a:lnTo>
                                <a:pt x="231" y="11"/>
                              </a:lnTo>
                              <a:lnTo>
                                <a:pt x="226" y="69"/>
                              </a:lnTo>
                              <a:lnTo>
                                <a:pt x="208" y="62"/>
                              </a:lnTo>
                              <a:lnTo>
                                <a:pt x="191" y="56"/>
                              </a:lnTo>
                              <a:lnTo>
                                <a:pt x="173" y="52"/>
                              </a:lnTo>
                              <a:lnTo>
                                <a:pt x="156" y="52"/>
                              </a:lnTo>
                              <a:lnTo>
                                <a:pt x="139" y="52"/>
                              </a:lnTo>
                              <a:lnTo>
                                <a:pt x="123" y="58"/>
                              </a:lnTo>
                              <a:lnTo>
                                <a:pt x="108" y="66"/>
                              </a:lnTo>
                              <a:lnTo>
                                <a:pt x="96" y="75"/>
                              </a:lnTo>
                              <a:lnTo>
                                <a:pt x="87" y="87"/>
                              </a:lnTo>
                              <a:lnTo>
                                <a:pt x="79" y="100"/>
                              </a:lnTo>
                              <a:lnTo>
                                <a:pt x="75" y="118"/>
                              </a:lnTo>
                              <a:lnTo>
                                <a:pt x="73" y="135"/>
                              </a:lnTo>
                              <a:lnTo>
                                <a:pt x="75" y="155"/>
                              </a:lnTo>
                              <a:lnTo>
                                <a:pt x="79" y="170"/>
                              </a:lnTo>
                              <a:lnTo>
                                <a:pt x="87" y="186"/>
                              </a:lnTo>
                              <a:lnTo>
                                <a:pt x="98" y="197"/>
                              </a:lnTo>
                              <a:lnTo>
                                <a:pt x="112" y="207"/>
                              </a:lnTo>
                              <a:lnTo>
                                <a:pt x="127" y="213"/>
                              </a:lnTo>
                              <a:lnTo>
                                <a:pt x="143" y="219"/>
                              </a:lnTo>
                              <a:lnTo>
                                <a:pt x="162" y="219"/>
                              </a:lnTo>
                              <a:lnTo>
                                <a:pt x="179" y="219"/>
                              </a:lnTo>
                              <a:lnTo>
                                <a:pt x="197" y="215"/>
                              </a:lnTo>
                              <a:lnTo>
                                <a:pt x="214" y="211"/>
                              </a:lnTo>
                              <a:lnTo>
                                <a:pt x="230" y="205"/>
                              </a:lnTo>
                              <a:lnTo>
                                <a:pt x="231" y="259"/>
                              </a:lnTo>
                              <a:lnTo>
                                <a:pt x="216" y="265"/>
                              </a:lnTo>
                              <a:lnTo>
                                <a:pt x="199" y="269"/>
                              </a:lnTo>
                              <a:lnTo>
                                <a:pt x="177" y="271"/>
                              </a:lnTo>
                              <a:lnTo>
                                <a:pt x="154" y="271"/>
                              </a:lnTo>
                              <a:lnTo>
                                <a:pt x="127" y="271"/>
                              </a:lnTo>
                              <a:lnTo>
                                <a:pt x="100" y="265"/>
                              </a:lnTo>
                              <a:lnTo>
                                <a:pt x="87" y="261"/>
                              </a:lnTo>
                              <a:lnTo>
                                <a:pt x="73" y="255"/>
                              </a:lnTo>
                              <a:lnTo>
                                <a:pt x="61" y="250"/>
                              </a:lnTo>
                              <a:lnTo>
                                <a:pt x="50" y="242"/>
                              </a:lnTo>
                              <a:lnTo>
                                <a:pt x="40" y="232"/>
                              </a:lnTo>
                              <a:lnTo>
                                <a:pt x="31" y="223"/>
                              </a:lnTo>
                              <a:lnTo>
                                <a:pt x="21" y="213"/>
                              </a:lnTo>
                              <a:lnTo>
                                <a:pt x="13" y="199"/>
                              </a:lnTo>
                              <a:lnTo>
                                <a:pt x="7" y="186"/>
                              </a:lnTo>
                              <a:lnTo>
                                <a:pt x="3" y="170"/>
                              </a:lnTo>
                              <a:lnTo>
                                <a:pt x="2" y="153"/>
                              </a:lnTo>
                              <a:lnTo>
                                <a:pt x="0" y="135"/>
                              </a:lnTo>
                              <a:lnTo>
                                <a:pt x="2" y="118"/>
                              </a:lnTo>
                              <a:lnTo>
                                <a:pt x="3" y="102"/>
                              </a:lnTo>
                              <a:lnTo>
                                <a:pt x="7" y="89"/>
                              </a:lnTo>
                              <a:lnTo>
                                <a:pt x="11" y="75"/>
                              </a:lnTo>
                              <a:lnTo>
                                <a:pt x="19" y="62"/>
                              </a:lnTo>
                              <a:lnTo>
                                <a:pt x="27" y="52"/>
                              </a:lnTo>
                              <a:lnTo>
                                <a:pt x="34" y="40"/>
                              </a:lnTo>
                              <a:lnTo>
                                <a:pt x="44" y="33"/>
                              </a:lnTo>
                              <a:lnTo>
                                <a:pt x="56" y="25"/>
                              </a:lnTo>
                              <a:lnTo>
                                <a:pt x="67" y="17"/>
                              </a:lnTo>
                              <a:lnTo>
                                <a:pt x="79" y="11"/>
                              </a:lnTo>
                              <a:lnTo>
                                <a:pt x="92" y="7"/>
                              </a:lnTo>
                              <a:lnTo>
                                <a:pt x="108" y="4"/>
                              </a:lnTo>
                              <a:lnTo>
                                <a:pt x="121" y="2"/>
                              </a:lnTo>
                              <a:lnTo>
                                <a:pt x="154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3" name="Freeform 203"/>
                      <wps:cNvSpPr>
                        <a:spLocks/>
                      </wps:cNvSpPr>
                      <wps:spPr bwMode="auto">
                        <a:xfrm>
                          <a:off x="213995" y="113665"/>
                          <a:ext cx="60325" cy="85090"/>
                        </a:xfrm>
                        <a:custGeom>
                          <a:avLst/>
                          <a:gdLst>
                            <a:gd name="T0" fmla="*/ 0 w 190"/>
                            <a:gd name="T1" fmla="*/ 0 h 267"/>
                            <a:gd name="T2" fmla="*/ 186 w 190"/>
                            <a:gd name="T3" fmla="*/ 0 h 267"/>
                            <a:gd name="T4" fmla="*/ 186 w 190"/>
                            <a:gd name="T5" fmla="*/ 50 h 267"/>
                            <a:gd name="T6" fmla="*/ 68 w 190"/>
                            <a:gd name="T7" fmla="*/ 50 h 267"/>
                            <a:gd name="T8" fmla="*/ 68 w 190"/>
                            <a:gd name="T9" fmla="*/ 104 h 267"/>
                            <a:gd name="T10" fmla="*/ 178 w 190"/>
                            <a:gd name="T11" fmla="*/ 104 h 267"/>
                            <a:gd name="T12" fmla="*/ 178 w 190"/>
                            <a:gd name="T13" fmla="*/ 157 h 267"/>
                            <a:gd name="T14" fmla="*/ 68 w 190"/>
                            <a:gd name="T15" fmla="*/ 157 h 267"/>
                            <a:gd name="T16" fmla="*/ 68 w 190"/>
                            <a:gd name="T17" fmla="*/ 215 h 267"/>
                            <a:gd name="T18" fmla="*/ 190 w 190"/>
                            <a:gd name="T19" fmla="*/ 215 h 267"/>
                            <a:gd name="T20" fmla="*/ 190 w 190"/>
                            <a:gd name="T21" fmla="*/ 267 h 267"/>
                            <a:gd name="T22" fmla="*/ 0 w 190"/>
                            <a:gd name="T23" fmla="*/ 267 h 267"/>
                            <a:gd name="T24" fmla="*/ 0 w 190"/>
                            <a:gd name="T25" fmla="*/ 0 h 26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190" h="267">
                              <a:moveTo>
                                <a:pt x="0" y="0"/>
                              </a:moveTo>
                              <a:lnTo>
                                <a:pt x="186" y="0"/>
                              </a:lnTo>
                              <a:lnTo>
                                <a:pt x="186" y="50"/>
                              </a:lnTo>
                              <a:lnTo>
                                <a:pt x="68" y="50"/>
                              </a:lnTo>
                              <a:lnTo>
                                <a:pt x="68" y="104"/>
                              </a:lnTo>
                              <a:lnTo>
                                <a:pt x="178" y="104"/>
                              </a:lnTo>
                              <a:lnTo>
                                <a:pt x="178" y="157"/>
                              </a:lnTo>
                              <a:lnTo>
                                <a:pt x="68" y="157"/>
                              </a:lnTo>
                              <a:lnTo>
                                <a:pt x="68" y="215"/>
                              </a:lnTo>
                              <a:lnTo>
                                <a:pt x="190" y="215"/>
                              </a:lnTo>
                              <a:lnTo>
                                <a:pt x="190" y="267"/>
                              </a:lnTo>
                              <a:lnTo>
                                <a:pt x="0" y="26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4" name="Freeform 204"/>
                      <wps:cNvSpPr>
                        <a:spLocks/>
                      </wps:cNvSpPr>
                      <wps:spPr bwMode="auto">
                        <a:xfrm>
                          <a:off x="78740" y="113665"/>
                          <a:ext cx="118110" cy="85090"/>
                        </a:xfrm>
                        <a:custGeom>
                          <a:avLst/>
                          <a:gdLst>
                            <a:gd name="T0" fmla="*/ 0 w 373"/>
                            <a:gd name="T1" fmla="*/ 0 h 267"/>
                            <a:gd name="T2" fmla="*/ 72 w 373"/>
                            <a:gd name="T3" fmla="*/ 0 h 267"/>
                            <a:gd name="T4" fmla="*/ 105 w 373"/>
                            <a:gd name="T5" fmla="*/ 203 h 267"/>
                            <a:gd name="T6" fmla="*/ 107 w 373"/>
                            <a:gd name="T7" fmla="*/ 203 h 267"/>
                            <a:gd name="T8" fmla="*/ 141 w 373"/>
                            <a:gd name="T9" fmla="*/ 0 h 267"/>
                            <a:gd name="T10" fmla="*/ 232 w 373"/>
                            <a:gd name="T11" fmla="*/ 0 h 267"/>
                            <a:gd name="T12" fmla="*/ 269 w 373"/>
                            <a:gd name="T13" fmla="*/ 203 h 267"/>
                            <a:gd name="T14" fmla="*/ 304 w 373"/>
                            <a:gd name="T15" fmla="*/ 0 h 267"/>
                            <a:gd name="T16" fmla="*/ 373 w 373"/>
                            <a:gd name="T17" fmla="*/ 0 h 267"/>
                            <a:gd name="T18" fmla="*/ 311 w 373"/>
                            <a:gd name="T19" fmla="*/ 267 h 267"/>
                            <a:gd name="T20" fmla="*/ 222 w 373"/>
                            <a:gd name="T21" fmla="*/ 267 h 267"/>
                            <a:gd name="T22" fmla="*/ 186 w 373"/>
                            <a:gd name="T23" fmla="*/ 62 h 267"/>
                            <a:gd name="T24" fmla="*/ 151 w 373"/>
                            <a:gd name="T25" fmla="*/ 267 h 267"/>
                            <a:gd name="T26" fmla="*/ 58 w 373"/>
                            <a:gd name="T27" fmla="*/ 267 h 267"/>
                            <a:gd name="T28" fmla="*/ 0 w 373"/>
                            <a:gd name="T29" fmla="*/ 0 h 26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3" h="267">
                              <a:moveTo>
                                <a:pt x="0" y="0"/>
                              </a:moveTo>
                              <a:lnTo>
                                <a:pt x="72" y="0"/>
                              </a:lnTo>
                              <a:lnTo>
                                <a:pt x="105" y="203"/>
                              </a:lnTo>
                              <a:lnTo>
                                <a:pt x="107" y="203"/>
                              </a:lnTo>
                              <a:lnTo>
                                <a:pt x="141" y="0"/>
                              </a:lnTo>
                              <a:lnTo>
                                <a:pt x="232" y="0"/>
                              </a:lnTo>
                              <a:lnTo>
                                <a:pt x="269" y="203"/>
                              </a:lnTo>
                              <a:lnTo>
                                <a:pt x="304" y="0"/>
                              </a:lnTo>
                              <a:lnTo>
                                <a:pt x="373" y="0"/>
                              </a:lnTo>
                              <a:lnTo>
                                <a:pt x="311" y="267"/>
                              </a:lnTo>
                              <a:lnTo>
                                <a:pt x="222" y="267"/>
                              </a:lnTo>
                              <a:lnTo>
                                <a:pt x="186" y="62"/>
                              </a:lnTo>
                              <a:lnTo>
                                <a:pt x="151" y="267"/>
                              </a:lnTo>
                              <a:lnTo>
                                <a:pt x="58" y="26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5" name="Freeform 205"/>
                      <wps:cNvSpPr>
                        <a:spLocks/>
                      </wps:cNvSpPr>
                      <wps:spPr bwMode="auto">
                        <a:xfrm>
                          <a:off x="0" y="113030"/>
                          <a:ext cx="63500" cy="86360"/>
                        </a:xfrm>
                        <a:custGeom>
                          <a:avLst/>
                          <a:gdLst>
                            <a:gd name="T0" fmla="*/ 116 w 201"/>
                            <a:gd name="T1" fmla="*/ 0 h 271"/>
                            <a:gd name="T2" fmla="*/ 170 w 201"/>
                            <a:gd name="T3" fmla="*/ 4 h 271"/>
                            <a:gd name="T4" fmla="*/ 180 w 201"/>
                            <a:gd name="T5" fmla="*/ 64 h 271"/>
                            <a:gd name="T6" fmla="*/ 166 w 201"/>
                            <a:gd name="T7" fmla="*/ 58 h 271"/>
                            <a:gd name="T8" fmla="*/ 137 w 201"/>
                            <a:gd name="T9" fmla="*/ 52 h 271"/>
                            <a:gd name="T10" fmla="*/ 122 w 201"/>
                            <a:gd name="T11" fmla="*/ 52 h 271"/>
                            <a:gd name="T12" fmla="*/ 91 w 201"/>
                            <a:gd name="T13" fmla="*/ 54 h 271"/>
                            <a:gd name="T14" fmla="*/ 77 w 201"/>
                            <a:gd name="T15" fmla="*/ 62 h 271"/>
                            <a:gd name="T16" fmla="*/ 73 w 201"/>
                            <a:gd name="T17" fmla="*/ 75 h 271"/>
                            <a:gd name="T18" fmla="*/ 73 w 201"/>
                            <a:gd name="T19" fmla="*/ 81 h 271"/>
                            <a:gd name="T20" fmla="*/ 85 w 201"/>
                            <a:gd name="T21" fmla="*/ 93 h 271"/>
                            <a:gd name="T22" fmla="*/ 114 w 201"/>
                            <a:gd name="T23" fmla="*/ 102 h 271"/>
                            <a:gd name="T24" fmla="*/ 160 w 201"/>
                            <a:gd name="T25" fmla="*/ 120 h 271"/>
                            <a:gd name="T26" fmla="*/ 180 w 201"/>
                            <a:gd name="T27" fmla="*/ 133 h 271"/>
                            <a:gd name="T28" fmla="*/ 195 w 201"/>
                            <a:gd name="T29" fmla="*/ 155 h 271"/>
                            <a:gd name="T30" fmla="*/ 201 w 201"/>
                            <a:gd name="T31" fmla="*/ 184 h 271"/>
                            <a:gd name="T32" fmla="*/ 199 w 201"/>
                            <a:gd name="T33" fmla="*/ 197 h 271"/>
                            <a:gd name="T34" fmla="*/ 195 w 201"/>
                            <a:gd name="T35" fmla="*/ 219 h 271"/>
                            <a:gd name="T36" fmla="*/ 185 w 201"/>
                            <a:gd name="T37" fmla="*/ 236 h 271"/>
                            <a:gd name="T38" fmla="*/ 172 w 201"/>
                            <a:gd name="T39" fmla="*/ 250 h 271"/>
                            <a:gd name="T40" fmla="*/ 147 w 201"/>
                            <a:gd name="T41" fmla="*/ 263 h 271"/>
                            <a:gd name="T42" fmla="*/ 104 w 201"/>
                            <a:gd name="T43" fmla="*/ 271 h 271"/>
                            <a:gd name="T44" fmla="*/ 81 w 201"/>
                            <a:gd name="T45" fmla="*/ 271 h 271"/>
                            <a:gd name="T46" fmla="*/ 43 w 201"/>
                            <a:gd name="T47" fmla="*/ 269 h 271"/>
                            <a:gd name="T48" fmla="*/ 4 w 201"/>
                            <a:gd name="T49" fmla="*/ 259 h 271"/>
                            <a:gd name="T50" fmla="*/ 10 w 201"/>
                            <a:gd name="T51" fmla="*/ 201 h 271"/>
                            <a:gd name="T52" fmla="*/ 43 w 201"/>
                            <a:gd name="T53" fmla="*/ 215 h 271"/>
                            <a:gd name="T54" fmla="*/ 81 w 201"/>
                            <a:gd name="T55" fmla="*/ 219 h 271"/>
                            <a:gd name="T56" fmla="*/ 99 w 201"/>
                            <a:gd name="T57" fmla="*/ 219 h 271"/>
                            <a:gd name="T58" fmla="*/ 118 w 201"/>
                            <a:gd name="T59" fmla="*/ 211 h 271"/>
                            <a:gd name="T60" fmla="*/ 124 w 201"/>
                            <a:gd name="T61" fmla="*/ 201 h 271"/>
                            <a:gd name="T62" fmla="*/ 126 w 201"/>
                            <a:gd name="T63" fmla="*/ 193 h 271"/>
                            <a:gd name="T64" fmla="*/ 120 w 201"/>
                            <a:gd name="T65" fmla="*/ 178 h 271"/>
                            <a:gd name="T66" fmla="*/ 106 w 201"/>
                            <a:gd name="T67" fmla="*/ 168 h 271"/>
                            <a:gd name="T68" fmla="*/ 64 w 201"/>
                            <a:gd name="T69" fmla="*/ 155 h 271"/>
                            <a:gd name="T70" fmla="*/ 29 w 201"/>
                            <a:gd name="T71" fmla="*/ 139 h 271"/>
                            <a:gd name="T72" fmla="*/ 12 w 201"/>
                            <a:gd name="T73" fmla="*/ 122 h 271"/>
                            <a:gd name="T74" fmla="*/ 2 w 201"/>
                            <a:gd name="T75" fmla="*/ 97 h 271"/>
                            <a:gd name="T76" fmla="*/ 0 w 201"/>
                            <a:gd name="T77" fmla="*/ 81 h 271"/>
                            <a:gd name="T78" fmla="*/ 4 w 201"/>
                            <a:gd name="T79" fmla="*/ 58 h 271"/>
                            <a:gd name="T80" fmla="*/ 12 w 201"/>
                            <a:gd name="T81" fmla="*/ 40 h 271"/>
                            <a:gd name="T82" fmla="*/ 23 w 201"/>
                            <a:gd name="T83" fmla="*/ 27 h 271"/>
                            <a:gd name="T84" fmla="*/ 56 w 201"/>
                            <a:gd name="T85" fmla="*/ 7 h 271"/>
                            <a:gd name="T86" fmla="*/ 97 w 201"/>
                            <a:gd name="T87" fmla="*/ 0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</a:cxnLst>
                          <a:rect l="0" t="0" r="r" b="b"/>
                          <a:pathLst>
                            <a:path w="201" h="271">
                              <a:moveTo>
                                <a:pt x="116" y="0"/>
                              </a:moveTo>
                              <a:lnTo>
                                <a:pt x="116" y="0"/>
                              </a:lnTo>
                              <a:lnTo>
                                <a:pt x="153" y="2"/>
                              </a:lnTo>
                              <a:lnTo>
                                <a:pt x="170" y="4"/>
                              </a:lnTo>
                              <a:lnTo>
                                <a:pt x="185" y="7"/>
                              </a:lnTo>
                              <a:lnTo>
                                <a:pt x="180" y="64"/>
                              </a:lnTo>
                              <a:lnTo>
                                <a:pt x="166" y="58"/>
                              </a:lnTo>
                              <a:lnTo>
                                <a:pt x="153" y="54"/>
                              </a:lnTo>
                              <a:lnTo>
                                <a:pt x="137" y="52"/>
                              </a:lnTo>
                              <a:lnTo>
                                <a:pt x="122" y="52"/>
                              </a:lnTo>
                              <a:lnTo>
                                <a:pt x="106" y="52"/>
                              </a:lnTo>
                              <a:lnTo>
                                <a:pt x="91" y="54"/>
                              </a:lnTo>
                              <a:lnTo>
                                <a:pt x="83" y="56"/>
                              </a:lnTo>
                              <a:lnTo>
                                <a:pt x="77" y="62"/>
                              </a:lnTo>
                              <a:lnTo>
                                <a:pt x="73" y="67"/>
                              </a:lnTo>
                              <a:lnTo>
                                <a:pt x="73" y="75"/>
                              </a:lnTo>
                              <a:lnTo>
                                <a:pt x="73" y="81"/>
                              </a:lnTo>
                              <a:lnTo>
                                <a:pt x="79" y="87"/>
                              </a:lnTo>
                              <a:lnTo>
                                <a:pt x="85" y="93"/>
                              </a:lnTo>
                              <a:lnTo>
                                <a:pt x="93" y="97"/>
                              </a:lnTo>
                              <a:lnTo>
                                <a:pt x="114" y="102"/>
                              </a:lnTo>
                              <a:lnTo>
                                <a:pt x="137" y="110"/>
                              </a:lnTo>
                              <a:lnTo>
                                <a:pt x="160" y="120"/>
                              </a:lnTo>
                              <a:lnTo>
                                <a:pt x="170" y="126"/>
                              </a:lnTo>
                              <a:lnTo>
                                <a:pt x="180" y="133"/>
                              </a:lnTo>
                              <a:lnTo>
                                <a:pt x="189" y="143"/>
                              </a:lnTo>
                              <a:lnTo>
                                <a:pt x="195" y="155"/>
                              </a:lnTo>
                              <a:lnTo>
                                <a:pt x="199" y="168"/>
                              </a:lnTo>
                              <a:lnTo>
                                <a:pt x="201" y="184"/>
                              </a:lnTo>
                              <a:lnTo>
                                <a:pt x="199" y="197"/>
                              </a:lnTo>
                              <a:lnTo>
                                <a:pt x="197" y="209"/>
                              </a:lnTo>
                              <a:lnTo>
                                <a:pt x="195" y="219"/>
                              </a:lnTo>
                              <a:lnTo>
                                <a:pt x="191" y="228"/>
                              </a:lnTo>
                              <a:lnTo>
                                <a:pt x="185" y="236"/>
                              </a:lnTo>
                              <a:lnTo>
                                <a:pt x="180" y="244"/>
                              </a:lnTo>
                              <a:lnTo>
                                <a:pt x="172" y="250"/>
                              </a:lnTo>
                              <a:lnTo>
                                <a:pt x="164" y="254"/>
                              </a:lnTo>
                              <a:lnTo>
                                <a:pt x="147" y="263"/>
                              </a:lnTo>
                              <a:lnTo>
                                <a:pt x="126" y="267"/>
                              </a:lnTo>
                              <a:lnTo>
                                <a:pt x="104" y="271"/>
                              </a:lnTo>
                              <a:lnTo>
                                <a:pt x="81" y="271"/>
                              </a:lnTo>
                              <a:lnTo>
                                <a:pt x="64" y="271"/>
                              </a:lnTo>
                              <a:lnTo>
                                <a:pt x="43" y="269"/>
                              </a:lnTo>
                              <a:lnTo>
                                <a:pt x="21" y="265"/>
                              </a:lnTo>
                              <a:lnTo>
                                <a:pt x="4" y="259"/>
                              </a:lnTo>
                              <a:lnTo>
                                <a:pt x="10" y="201"/>
                              </a:lnTo>
                              <a:lnTo>
                                <a:pt x="25" y="209"/>
                              </a:lnTo>
                              <a:lnTo>
                                <a:pt x="43" y="215"/>
                              </a:lnTo>
                              <a:lnTo>
                                <a:pt x="62" y="219"/>
                              </a:lnTo>
                              <a:lnTo>
                                <a:pt x="81" y="219"/>
                              </a:lnTo>
                              <a:lnTo>
                                <a:pt x="99" y="219"/>
                              </a:lnTo>
                              <a:lnTo>
                                <a:pt x="112" y="215"/>
                              </a:lnTo>
                              <a:lnTo>
                                <a:pt x="118" y="211"/>
                              </a:lnTo>
                              <a:lnTo>
                                <a:pt x="122" y="205"/>
                              </a:lnTo>
                              <a:lnTo>
                                <a:pt x="124" y="201"/>
                              </a:lnTo>
                              <a:lnTo>
                                <a:pt x="126" y="193"/>
                              </a:lnTo>
                              <a:lnTo>
                                <a:pt x="124" y="186"/>
                              </a:lnTo>
                              <a:lnTo>
                                <a:pt x="120" y="178"/>
                              </a:lnTo>
                              <a:lnTo>
                                <a:pt x="114" y="172"/>
                              </a:lnTo>
                              <a:lnTo>
                                <a:pt x="106" y="168"/>
                              </a:lnTo>
                              <a:lnTo>
                                <a:pt x="85" y="161"/>
                              </a:lnTo>
                              <a:lnTo>
                                <a:pt x="64" y="155"/>
                              </a:lnTo>
                              <a:lnTo>
                                <a:pt x="41" y="145"/>
                              </a:lnTo>
                              <a:lnTo>
                                <a:pt x="29" y="139"/>
                              </a:lnTo>
                              <a:lnTo>
                                <a:pt x="19" y="131"/>
                              </a:lnTo>
                              <a:lnTo>
                                <a:pt x="12" y="122"/>
                              </a:lnTo>
                              <a:lnTo>
                                <a:pt x="6" y="110"/>
                              </a:lnTo>
                              <a:lnTo>
                                <a:pt x="2" y="97"/>
                              </a:lnTo>
                              <a:lnTo>
                                <a:pt x="0" y="81"/>
                              </a:lnTo>
                              <a:lnTo>
                                <a:pt x="2" y="69"/>
                              </a:lnTo>
                              <a:lnTo>
                                <a:pt x="4" y="58"/>
                              </a:lnTo>
                              <a:lnTo>
                                <a:pt x="8" y="48"/>
                              </a:lnTo>
                              <a:lnTo>
                                <a:pt x="12" y="40"/>
                              </a:lnTo>
                              <a:lnTo>
                                <a:pt x="17" y="33"/>
                              </a:lnTo>
                              <a:lnTo>
                                <a:pt x="23" y="27"/>
                              </a:lnTo>
                              <a:lnTo>
                                <a:pt x="39" y="15"/>
                              </a:lnTo>
                              <a:lnTo>
                                <a:pt x="56" y="7"/>
                              </a:lnTo>
                              <a:lnTo>
                                <a:pt x="75" y="4"/>
                              </a:lnTo>
                              <a:lnTo>
                                <a:pt x="97" y="0"/>
                              </a:lnTo>
                              <a:lnTo>
                                <a:pt x="11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6" name="Freeform 206"/>
                      <wps:cNvSpPr>
                        <a:spLocks/>
                      </wps:cNvSpPr>
                      <wps:spPr bwMode="auto">
                        <a:xfrm>
                          <a:off x="0" y="113030"/>
                          <a:ext cx="63500" cy="86360"/>
                        </a:xfrm>
                        <a:custGeom>
                          <a:avLst/>
                          <a:gdLst>
                            <a:gd name="T0" fmla="*/ 116 w 201"/>
                            <a:gd name="T1" fmla="*/ 0 h 271"/>
                            <a:gd name="T2" fmla="*/ 170 w 201"/>
                            <a:gd name="T3" fmla="*/ 4 h 271"/>
                            <a:gd name="T4" fmla="*/ 180 w 201"/>
                            <a:gd name="T5" fmla="*/ 64 h 271"/>
                            <a:gd name="T6" fmla="*/ 166 w 201"/>
                            <a:gd name="T7" fmla="*/ 58 h 271"/>
                            <a:gd name="T8" fmla="*/ 137 w 201"/>
                            <a:gd name="T9" fmla="*/ 52 h 271"/>
                            <a:gd name="T10" fmla="*/ 122 w 201"/>
                            <a:gd name="T11" fmla="*/ 52 h 271"/>
                            <a:gd name="T12" fmla="*/ 91 w 201"/>
                            <a:gd name="T13" fmla="*/ 54 h 271"/>
                            <a:gd name="T14" fmla="*/ 77 w 201"/>
                            <a:gd name="T15" fmla="*/ 62 h 271"/>
                            <a:gd name="T16" fmla="*/ 73 w 201"/>
                            <a:gd name="T17" fmla="*/ 75 h 271"/>
                            <a:gd name="T18" fmla="*/ 73 w 201"/>
                            <a:gd name="T19" fmla="*/ 81 h 271"/>
                            <a:gd name="T20" fmla="*/ 85 w 201"/>
                            <a:gd name="T21" fmla="*/ 93 h 271"/>
                            <a:gd name="T22" fmla="*/ 114 w 201"/>
                            <a:gd name="T23" fmla="*/ 102 h 271"/>
                            <a:gd name="T24" fmla="*/ 160 w 201"/>
                            <a:gd name="T25" fmla="*/ 120 h 271"/>
                            <a:gd name="T26" fmla="*/ 180 w 201"/>
                            <a:gd name="T27" fmla="*/ 133 h 271"/>
                            <a:gd name="T28" fmla="*/ 195 w 201"/>
                            <a:gd name="T29" fmla="*/ 155 h 271"/>
                            <a:gd name="T30" fmla="*/ 201 w 201"/>
                            <a:gd name="T31" fmla="*/ 184 h 271"/>
                            <a:gd name="T32" fmla="*/ 199 w 201"/>
                            <a:gd name="T33" fmla="*/ 197 h 271"/>
                            <a:gd name="T34" fmla="*/ 195 w 201"/>
                            <a:gd name="T35" fmla="*/ 219 h 271"/>
                            <a:gd name="T36" fmla="*/ 185 w 201"/>
                            <a:gd name="T37" fmla="*/ 236 h 271"/>
                            <a:gd name="T38" fmla="*/ 172 w 201"/>
                            <a:gd name="T39" fmla="*/ 250 h 271"/>
                            <a:gd name="T40" fmla="*/ 147 w 201"/>
                            <a:gd name="T41" fmla="*/ 263 h 271"/>
                            <a:gd name="T42" fmla="*/ 104 w 201"/>
                            <a:gd name="T43" fmla="*/ 271 h 271"/>
                            <a:gd name="T44" fmla="*/ 81 w 201"/>
                            <a:gd name="T45" fmla="*/ 271 h 271"/>
                            <a:gd name="T46" fmla="*/ 43 w 201"/>
                            <a:gd name="T47" fmla="*/ 269 h 271"/>
                            <a:gd name="T48" fmla="*/ 4 w 201"/>
                            <a:gd name="T49" fmla="*/ 259 h 271"/>
                            <a:gd name="T50" fmla="*/ 10 w 201"/>
                            <a:gd name="T51" fmla="*/ 201 h 271"/>
                            <a:gd name="T52" fmla="*/ 43 w 201"/>
                            <a:gd name="T53" fmla="*/ 215 h 271"/>
                            <a:gd name="T54" fmla="*/ 81 w 201"/>
                            <a:gd name="T55" fmla="*/ 219 h 271"/>
                            <a:gd name="T56" fmla="*/ 99 w 201"/>
                            <a:gd name="T57" fmla="*/ 219 h 271"/>
                            <a:gd name="T58" fmla="*/ 118 w 201"/>
                            <a:gd name="T59" fmla="*/ 211 h 271"/>
                            <a:gd name="T60" fmla="*/ 124 w 201"/>
                            <a:gd name="T61" fmla="*/ 201 h 271"/>
                            <a:gd name="T62" fmla="*/ 126 w 201"/>
                            <a:gd name="T63" fmla="*/ 193 h 271"/>
                            <a:gd name="T64" fmla="*/ 120 w 201"/>
                            <a:gd name="T65" fmla="*/ 178 h 271"/>
                            <a:gd name="T66" fmla="*/ 106 w 201"/>
                            <a:gd name="T67" fmla="*/ 168 h 271"/>
                            <a:gd name="T68" fmla="*/ 64 w 201"/>
                            <a:gd name="T69" fmla="*/ 155 h 271"/>
                            <a:gd name="T70" fmla="*/ 29 w 201"/>
                            <a:gd name="T71" fmla="*/ 139 h 271"/>
                            <a:gd name="T72" fmla="*/ 12 w 201"/>
                            <a:gd name="T73" fmla="*/ 122 h 271"/>
                            <a:gd name="T74" fmla="*/ 2 w 201"/>
                            <a:gd name="T75" fmla="*/ 97 h 271"/>
                            <a:gd name="T76" fmla="*/ 0 w 201"/>
                            <a:gd name="T77" fmla="*/ 81 h 271"/>
                            <a:gd name="T78" fmla="*/ 4 w 201"/>
                            <a:gd name="T79" fmla="*/ 58 h 271"/>
                            <a:gd name="T80" fmla="*/ 12 w 201"/>
                            <a:gd name="T81" fmla="*/ 40 h 271"/>
                            <a:gd name="T82" fmla="*/ 23 w 201"/>
                            <a:gd name="T83" fmla="*/ 27 h 271"/>
                            <a:gd name="T84" fmla="*/ 56 w 201"/>
                            <a:gd name="T85" fmla="*/ 7 h 271"/>
                            <a:gd name="T86" fmla="*/ 97 w 201"/>
                            <a:gd name="T87" fmla="*/ 0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</a:cxnLst>
                          <a:rect l="0" t="0" r="r" b="b"/>
                          <a:pathLst>
                            <a:path w="201" h="271">
                              <a:moveTo>
                                <a:pt x="116" y="0"/>
                              </a:moveTo>
                              <a:lnTo>
                                <a:pt x="116" y="0"/>
                              </a:lnTo>
                              <a:lnTo>
                                <a:pt x="153" y="2"/>
                              </a:lnTo>
                              <a:lnTo>
                                <a:pt x="170" y="4"/>
                              </a:lnTo>
                              <a:lnTo>
                                <a:pt x="185" y="7"/>
                              </a:lnTo>
                              <a:lnTo>
                                <a:pt x="180" y="64"/>
                              </a:lnTo>
                              <a:lnTo>
                                <a:pt x="166" y="58"/>
                              </a:lnTo>
                              <a:lnTo>
                                <a:pt x="153" y="54"/>
                              </a:lnTo>
                              <a:lnTo>
                                <a:pt x="137" y="52"/>
                              </a:lnTo>
                              <a:lnTo>
                                <a:pt x="122" y="52"/>
                              </a:lnTo>
                              <a:lnTo>
                                <a:pt x="106" y="52"/>
                              </a:lnTo>
                              <a:lnTo>
                                <a:pt x="91" y="54"/>
                              </a:lnTo>
                              <a:lnTo>
                                <a:pt x="83" y="56"/>
                              </a:lnTo>
                              <a:lnTo>
                                <a:pt x="77" y="62"/>
                              </a:lnTo>
                              <a:lnTo>
                                <a:pt x="73" y="67"/>
                              </a:lnTo>
                              <a:lnTo>
                                <a:pt x="73" y="75"/>
                              </a:lnTo>
                              <a:lnTo>
                                <a:pt x="73" y="81"/>
                              </a:lnTo>
                              <a:lnTo>
                                <a:pt x="79" y="87"/>
                              </a:lnTo>
                              <a:lnTo>
                                <a:pt x="85" y="93"/>
                              </a:lnTo>
                              <a:lnTo>
                                <a:pt x="93" y="97"/>
                              </a:lnTo>
                              <a:lnTo>
                                <a:pt x="114" y="102"/>
                              </a:lnTo>
                              <a:lnTo>
                                <a:pt x="137" y="110"/>
                              </a:lnTo>
                              <a:lnTo>
                                <a:pt x="160" y="120"/>
                              </a:lnTo>
                              <a:lnTo>
                                <a:pt x="170" y="126"/>
                              </a:lnTo>
                              <a:lnTo>
                                <a:pt x="180" y="133"/>
                              </a:lnTo>
                              <a:lnTo>
                                <a:pt x="189" y="143"/>
                              </a:lnTo>
                              <a:lnTo>
                                <a:pt x="195" y="155"/>
                              </a:lnTo>
                              <a:lnTo>
                                <a:pt x="199" y="168"/>
                              </a:lnTo>
                              <a:lnTo>
                                <a:pt x="201" y="184"/>
                              </a:lnTo>
                              <a:lnTo>
                                <a:pt x="199" y="197"/>
                              </a:lnTo>
                              <a:lnTo>
                                <a:pt x="197" y="209"/>
                              </a:lnTo>
                              <a:lnTo>
                                <a:pt x="195" y="219"/>
                              </a:lnTo>
                              <a:lnTo>
                                <a:pt x="191" y="228"/>
                              </a:lnTo>
                              <a:lnTo>
                                <a:pt x="185" y="236"/>
                              </a:lnTo>
                              <a:lnTo>
                                <a:pt x="180" y="244"/>
                              </a:lnTo>
                              <a:lnTo>
                                <a:pt x="172" y="250"/>
                              </a:lnTo>
                              <a:lnTo>
                                <a:pt x="164" y="254"/>
                              </a:lnTo>
                              <a:lnTo>
                                <a:pt x="147" y="263"/>
                              </a:lnTo>
                              <a:lnTo>
                                <a:pt x="126" y="267"/>
                              </a:lnTo>
                              <a:lnTo>
                                <a:pt x="104" y="271"/>
                              </a:lnTo>
                              <a:lnTo>
                                <a:pt x="81" y="271"/>
                              </a:lnTo>
                              <a:lnTo>
                                <a:pt x="64" y="271"/>
                              </a:lnTo>
                              <a:lnTo>
                                <a:pt x="43" y="269"/>
                              </a:lnTo>
                              <a:lnTo>
                                <a:pt x="21" y="265"/>
                              </a:lnTo>
                              <a:lnTo>
                                <a:pt x="4" y="259"/>
                              </a:lnTo>
                              <a:lnTo>
                                <a:pt x="10" y="201"/>
                              </a:lnTo>
                              <a:lnTo>
                                <a:pt x="25" y="209"/>
                              </a:lnTo>
                              <a:lnTo>
                                <a:pt x="43" y="215"/>
                              </a:lnTo>
                              <a:lnTo>
                                <a:pt x="62" y="219"/>
                              </a:lnTo>
                              <a:lnTo>
                                <a:pt x="81" y="219"/>
                              </a:lnTo>
                              <a:lnTo>
                                <a:pt x="99" y="219"/>
                              </a:lnTo>
                              <a:lnTo>
                                <a:pt x="112" y="215"/>
                              </a:lnTo>
                              <a:lnTo>
                                <a:pt x="118" y="211"/>
                              </a:lnTo>
                              <a:lnTo>
                                <a:pt x="122" y="205"/>
                              </a:lnTo>
                              <a:lnTo>
                                <a:pt x="124" y="201"/>
                              </a:lnTo>
                              <a:lnTo>
                                <a:pt x="126" y="193"/>
                              </a:lnTo>
                              <a:lnTo>
                                <a:pt x="124" y="186"/>
                              </a:lnTo>
                              <a:lnTo>
                                <a:pt x="120" y="178"/>
                              </a:lnTo>
                              <a:lnTo>
                                <a:pt x="114" y="172"/>
                              </a:lnTo>
                              <a:lnTo>
                                <a:pt x="106" y="168"/>
                              </a:lnTo>
                              <a:lnTo>
                                <a:pt x="85" y="161"/>
                              </a:lnTo>
                              <a:lnTo>
                                <a:pt x="64" y="155"/>
                              </a:lnTo>
                              <a:lnTo>
                                <a:pt x="41" y="145"/>
                              </a:lnTo>
                              <a:lnTo>
                                <a:pt x="29" y="139"/>
                              </a:lnTo>
                              <a:lnTo>
                                <a:pt x="19" y="131"/>
                              </a:lnTo>
                              <a:lnTo>
                                <a:pt x="12" y="122"/>
                              </a:lnTo>
                              <a:lnTo>
                                <a:pt x="6" y="110"/>
                              </a:lnTo>
                              <a:lnTo>
                                <a:pt x="2" y="97"/>
                              </a:lnTo>
                              <a:lnTo>
                                <a:pt x="0" y="81"/>
                              </a:lnTo>
                              <a:lnTo>
                                <a:pt x="2" y="69"/>
                              </a:lnTo>
                              <a:lnTo>
                                <a:pt x="4" y="58"/>
                              </a:lnTo>
                              <a:lnTo>
                                <a:pt x="8" y="48"/>
                              </a:lnTo>
                              <a:lnTo>
                                <a:pt x="12" y="40"/>
                              </a:lnTo>
                              <a:lnTo>
                                <a:pt x="17" y="33"/>
                              </a:lnTo>
                              <a:lnTo>
                                <a:pt x="23" y="27"/>
                              </a:lnTo>
                              <a:lnTo>
                                <a:pt x="39" y="15"/>
                              </a:lnTo>
                              <a:lnTo>
                                <a:pt x="56" y="7"/>
                              </a:lnTo>
                              <a:lnTo>
                                <a:pt x="75" y="4"/>
                              </a:lnTo>
                              <a:lnTo>
                                <a:pt x="97" y="0"/>
                              </a:lnTo>
                              <a:lnTo>
                                <a:pt x="116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c:wpc>
                </a:graphicData>
              </a:graphic>
            </wp:inline>
          </w:drawing>
        </mc:Choice>
        <mc:Fallback xmlns:oel="http://schemas.microsoft.com/office/2019/extlst">
          <w:pict>
            <v:group w14:anchorId="750F0741" id="Plátno 397" o:spid="_x0000_s1026" editas="canvas" style="width:53.85pt;height:15.7pt;mso-position-horizontal-relative:char;mso-position-vertical-relative:line" coordsize="6838,19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27" type="#_x0000_t75" style="position:absolute;width:6838;height:1993;visibility:visible;mso-wrap-style:square">
                <v:fill o:detectmouseclick="t"/>
                <v:path o:connecttype="none"/>
              </v:shape>
              <v:shape id="Freeform 195" o:spid="_x0000_s1028" style="position:absolute;left:5073;top:266;width:1765;height:1721;visibility:visible;mso-wrap-style:square;v-text-anchor:top" coordsize="556,5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" path="m444,423r,54l112,477r,-54l276,256,444,423xm556,181r-203,l485,49,436,4,276,165,114,,69,47,201,181,,181r,62l201,243,46,396r,147l508,543r,-147l353,243r203,l556,181xe" fillcolor="black" stroked="f">
                <v:path arrowok="t" o:connecttype="custom" o:connectlocs="140970,134055;140970,151169;35560,151169;35560,134055;87630,81130;140970,134055;176530,57362;112078,57362;153988,15529;138430,1268;87630,52291;36195,0;21908,14895;63818,57362;0,57362;0,77010;63818,77010;14605,125498;14605,172085;161290,172085;161290,125498;112078,77010;176530,77010;176530,57362" o:connectangles="0,0,0,0,0,0,0,0,0,0,0,0,0,0,0,0,0,0,0,0,0,0,0,0"/>
                <o:lock v:ext="edit" verticies="t"/>
              </v:shape>
              <v:shape id="Freeform 196" o:spid="_x0000_s1029" style="position:absolute;left:5746;width:419;height:419;visibility:visible;mso-wrap-style:square;v-text-anchor:top" coordsize="131,1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" path="m131,66r,l130,79r-4,14l120,103r-8,9l103,120r-12,8l79,132r-13,l52,132,41,128,29,120,19,112r-7,-9l6,93,2,79,,66,2,52,6,41,12,29,19,19,29,12,41,6,52,2,66,,79,2,91,6r12,6l112,19r8,10l126,41r4,11l131,66xe" fillcolor="#dc002e" stroked="f">
                <v:path arrowok="t" o:connecttype="custom" o:connectlocs="41910,20955;41910,20955;41590,25083;40310,29528;38391,32703;35831,35560;32952,38100;29113,40640;25274,41910;21115,41910;21115,41910;16636,41910;13117,40640;9278,38100;6079,35560;3839,32703;1920,29528;640,25083;0,20955;0,20955;640,16510;1920,13018;3839,9208;6079,6033;9278,3810;13117,1905;16636,635;21115,0;21115,0;25274,635;29113,1905;32952,3810;35831,6033;38391,9208;40310,13018;41590,16510;41910,20955" o:connectangles="0,0,0,0,0,0,0,0,0,0,0,0,0,0,0,0,0,0,0,0,0,0,0,0,0,0,0,0,0,0,0,0,0,0,0,0,0"/>
              </v:shape>
              <v:shape id="Freeform 197" o:spid="_x0000_s1030" style="position:absolute;left:5746;width:419;height:419;visibility:visible;mso-wrap-style:square;v-text-anchor:top" coordsize="131,1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" path="m131,66r,l130,79r-4,14l120,103r-8,9l103,120r-12,8l79,132r-13,l52,132,41,128,29,120,19,112r-7,-9l6,93,2,79,,66,2,52,6,41,12,29,19,19,29,12,41,6,52,2,66,,79,2,91,6r12,6l112,19r8,10l126,41r4,11l131,66e" fillcolor="black [3213]" stroked="f">
                <v:path arrowok="t" o:connecttype="custom" o:connectlocs="41910,20955;41910,20955;41590,25083;40310,29528;38391,32703;35831,35560;32952,38100;29113,40640;25274,41910;21115,41910;21115,41910;16636,41910;13117,40640;9278,38100;6079,35560;3839,32703;1920,29528;640,25083;0,20955;0,20955;640,16510;1920,13018;3839,9208;6079,6033;9278,3810;13117,1905;16636,635;21115,0;21115,0;25274,635;29113,1905;32952,3810;35831,6033;38391,9208;40310,13018;41590,16510;41910,20955" o:connectangles="0,0,0,0,0,0,0,0,0,0,0,0,0,0,0,0,0,0,0,0,0,0,0,0,0,0,0,0,0,0,0,0,0,0,0,0,0"/>
              </v:shape>
              <v:shape id="Freeform 198" o:spid="_x0000_s1031" style="position:absolute;left:3810;top:1130;width:844;height:863;visibility:visible;mso-wrap-style:square;v-text-anchor:top" coordsize="266,2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" path="m133,r,l148,r14,2l177,4r12,3l203,13r9,6l222,27r9,8l239,44r8,10l253,66r4,11l260,91r2,13l266,135r-4,31l260,180r-3,12l253,205r-6,10l239,226r-8,10l222,244r-10,8l203,257r-14,6l177,267r-15,2l148,271r-15,l116,271r-14,-2l89,267,75,263,63,257,52,252,42,244r-9,-8l25,226,19,215,13,205,7,192,4,180,2,166,,135,2,104,4,91,7,77,13,66,19,54,25,44r8,-9l42,27,52,19,63,13,75,7,89,4,102,2,116,r17,xm133,219r,l146,219r14,-6l170,205r7,-12l183,182r4,-16l189,151r2,-16l189,118r-2,-16l183,89,177,75r-7,-9l160,58,146,52r-13,l118,52r-14,6l94,66r-9,9l79,89r-4,13l73,118r-2,17l73,151r2,15l79,182r6,11l94,205r10,8l118,219r15,xe" fillcolor="black" stroked="f">
                <v:path arrowok="t" o:connecttype="custom" o:connectlocs="42228,0;51435,637;60008,2231;67310,6055;73343,11154;78423,17208;81598,24538;83185,33142;84455,43021;82550,57361;80328,65328;75883,72020;70485,77756;64453,81899;56198,85085;46990,86360;42228,86360;32385,85723;23813,83811;16510,80305;10478,75206;6033,68514;2223,61185;635,52899;0,43021;1270,28999;4128,21032;7938,14022;13335,8604;20003,4143;28258,1275;36830,0;42228,69789;46355,69789;53975,65328;58103,57998;60008,48119;60643,43021;59373,32505;56198,23900;50800,18483;42228,16571;37465,16571;29845,21032;25083,28362;23178,37603;22543,43021;23813,52899;26988,61504;33020,67877;42228,69789" o:connectangles="0,0,0,0,0,0,0,0,0,0,0,0,0,0,0,0,0,0,0,0,0,0,0,0,0,0,0,0,0,0,0,0,0,0,0,0,0,0,0,0,0,0,0,0,0,0,0,0,0,0,0"/>
                <o:lock v:ext="edit" verticies="t"/>
              </v:shape>
              <v:shape id="Freeform 199" o:spid="_x0000_s1032" style="position:absolute;left:3810;top:1130;width:844;height:863;visibility:visible;mso-wrap-style:square;v-text-anchor:top" coordsize="266,2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" path="m133,r,l148,r14,2l177,4r12,3l203,13r9,6l222,27r9,8l239,44r8,10l253,66r4,11l260,91r2,13l266,135r-4,31l260,180r-3,12l253,205r-6,10l239,226r-8,10l222,244r-10,8l203,257r-14,6l177,267r-15,2l148,271r-15,l116,271r-14,-2l89,267,75,263,63,257,52,252,42,244r-9,-8l25,226,19,215,13,205,7,192,4,180,2,166,,135,2,104,4,91,7,77,13,66,19,54,25,44r8,-9l42,27,52,19,63,13,75,7,89,4,102,2,116,r17,e" filled="f" stroked="f">
                <v:path arrowok="t" o:connecttype="custom" o:connectlocs="42228,0;51435,637;60008,2231;67310,6055;73343,11154;78423,17208;81598,24538;83185,33142;84455,43021;82550,57361;80328,65328;75883,72020;70485,77756;64453,81899;56198,85085;46990,86360;42228,86360;32385,85723;23813,83811;16510,80305;10478,75206;6033,68514;2223,61185;635,52899;0,43021;1270,28999;4128,21032;7938,14022;13335,8604;20003,4143;28258,1275;36830,0" o:connectangles="0,0,0,0,0,0,0,0,0,0,0,0,0,0,0,0,0,0,0,0,0,0,0,0,0,0,0,0,0,0,0,0"/>
              </v:shape>
              <v:shape id="Freeform 200" o:spid="_x0000_s1033" style="position:absolute;left:4038;top:1295;width:375;height:533;visibility:visible;mso-wrap-style:square;v-text-anchor:top" coordsize="120,1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" path="m62,167r,l75,167r14,-6l99,153r7,-12l112,130r4,-16l118,99r2,-16l118,66,116,50,112,37,106,23,99,14,89,6,75,,62,,47,,33,6,23,14r-9,9l8,37,4,50,2,66,,83,2,99r2,15l8,130r6,11l23,153r10,8l47,167r15,e" filled="f" stroked="f">
                <v:path arrowok="t" o:connecttype="custom" o:connectlocs="19357,53340;19357,53340;23416,53340;27787,51424;30909,48868;33094,45036;34967,41522;36216,36412;36841,31621;37465,26510;37465,26510;36841,21080;36216,15970;34967,11818;33094,7346;30909,4472;27787,1916;23416,0;19357,0;19357,0;14674,0;10303,1916;7181,4472;4371,7346;2498,11818;1249,15970;624,21080;0,26510;0,26510;624,31621;1249,36412;2498,41522;4371,45036;7181,48868;10303,51424;14674,53340;19357,53340" o:connectangles="0,0,0,0,0,0,0,0,0,0,0,0,0,0,0,0,0,0,0,0,0,0,0,0,0,0,0,0,0,0,0,0,0,0,0,0,0"/>
              </v:shape>
              <v:shape id="Freeform 201" o:spid="_x0000_s1034" style="position:absolute;left:2914;top:1130;width:737;height:863;visibility:visible;mso-wrap-style:square;v-text-anchor:top" coordsize="231,2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" path="m154,r,l173,r20,2l231,11r-5,58l208,62,191,56,173,52r-17,l139,52r-16,6l108,66,96,75,87,87r-8,13l75,118r-2,17l75,155r4,15l87,186r11,11l112,207r15,6l143,219r19,l179,219r18,-4l214,211r16,-6l231,259r-15,6l199,269r-22,2l154,271r-27,l100,265,87,261,73,255,61,250,50,242,40,232r-9,-9l21,213,13,199,7,186,3,170,2,153,,135,2,118,3,102,7,89,11,75,19,62,27,52,34,40,44,33,56,25,67,17,79,11,92,7,108,4,121,2,154,xe" fillcolor="black" stroked="f">
                <v:path arrowok="t" o:connecttype="custom" o:connectlocs="49107,0;61543,637;72066,21988;66326,19758;55165,16571;49744,16571;39222,18483;30612,23900;25191,31867;23278,43021;23916,49394;27742,59273;35714,65965;45599,69789;51658,69789;62818,68514;73341,65328;73660,82536;63456,85723;49107,86360;40497,86360;27742,83173;19451,79668;12755,73932;6696,67877;2232,59273;638,48757;0,43021;957,32505;3508,23900;8610,16571;14030,10516;21365,5417;29336,2231;38584,637" o:connectangles="0,0,0,0,0,0,0,0,0,0,0,0,0,0,0,0,0,0,0,0,0,0,0,0,0,0,0,0,0,0,0,0,0,0,0"/>
              </v:shape>
              <v:shape id="Freeform 202" o:spid="_x0000_s1035" style="position:absolute;left:2914;top:1130;width:737;height:863;visibility:visible;mso-wrap-style:square;v-text-anchor:top" coordsize="231,2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" path="m154,r,l173,r20,2l231,11r-5,58l208,62,191,56,173,52r-17,l139,52r-16,6l108,66,96,75,87,87r-8,13l75,118r-2,17l75,155r4,15l87,186r11,11l112,207r15,6l143,219r19,l179,219r18,-4l214,211r16,-6l231,259r-15,6l199,269r-22,2l154,271r-27,l100,265,87,261,73,255,61,250,50,242,40,232r-9,-9l21,213,13,199,7,186,3,170,2,153,,135,2,118,3,102,7,89,11,75,19,62,27,52,34,40,44,33,56,25,67,17,79,11,92,7,108,4,121,2,154,e" filled="f" stroked="f">
                <v:path arrowok="t" o:connecttype="custom" o:connectlocs="49107,0;61543,637;72066,21988;66326,19758;55165,16571;49744,16571;39222,18483;30612,23900;25191,31867;23278,43021;23916,49394;27742,59273;35714,65965;45599,69789;51658,69789;62818,68514;73341,65328;73660,82536;63456,85723;49107,86360;40497,86360;27742,83173;19451,79668;12755,73932;6696,67877;2232,59273;638,48757;0,43021;957,32505;3508,23900;8610,16571;14030,10516;21365,5417;29336,2231;38584,637" o:connectangles="0,0,0,0,0,0,0,0,0,0,0,0,0,0,0,0,0,0,0,0,0,0,0,0,0,0,0,0,0,0,0,0,0,0,0"/>
              </v:shape>
              <v:shape id="Freeform 203" o:spid="_x0000_s1036" style="position:absolute;left:2139;top:1136;width:604;height:851;visibility:visible;mso-wrap-style:square;v-text-anchor:top" coordsize="190,2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" path="m,l186,r,50l68,50r,54l178,104r,53l68,157r,58l190,215r,52l,267,,xe" fillcolor="black" stroked="f">
                <v:path arrowok="t" o:connecttype="custom" o:connectlocs="0,0;59055,0;59055,15934;21590,15934;21590,33144;56515,33144;56515,50034;21590,50034;21590,68518;60325,68518;60325,85090;0,85090;0,0" o:connectangles="0,0,0,0,0,0,0,0,0,0,0,0,0"/>
              </v:shape>
              <v:shape id="Freeform 204" o:spid="_x0000_s1037" style="position:absolute;left:787;top:1136;width:1181;height:851;visibility:visible;mso-wrap-style:square;v-text-anchor:top" coordsize="373,2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" path="m,l72,r33,203l107,203,141,r91,l269,203,304,r69,l311,267r-89,l186,62,151,267r-93,l,xe" fillcolor="black" stroked="f">
                <v:path arrowok="t" o:connecttype="custom" o:connectlocs="0,0;22799,0;33248,64694;33881,64694;44647,0;73463,0;85179,64694;96261,0;118110,0;98478,85090;70296,85090;58897,19759;47814,85090;18366,85090;0,0" o:connectangles="0,0,0,0,0,0,0,0,0,0,0,0,0,0,0"/>
              </v:shape>
              <v:shape id="Freeform 205" o:spid="_x0000_s1038" style="position:absolute;top:1130;width:635;height:863;visibility:visible;mso-wrap-style:square;v-text-anchor:top" coordsize="201,2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" path="m116,r,l153,2r17,2l185,7r-5,57l166,58,153,54,137,52r-15,l106,52,91,54r-8,2l77,62r-4,5l73,75r,6l79,87r6,6l93,97r21,5l137,110r23,10l170,126r10,7l189,143r6,12l199,168r2,16l199,197r-2,12l195,219r-4,9l185,236r-5,8l172,250r-8,4l147,263r-21,4l104,271r-23,l64,271,43,269,21,265,4,259r6,-58l25,209r18,6l62,219r19,l99,219r13,-4l118,211r4,-6l124,201r2,-8l124,186r-4,-8l114,172r-8,-4l85,161,64,155,41,145,29,139,19,131r-7,-9l6,110,2,97,,81,2,69,4,58,8,48r4,-8l17,33r6,-6l39,15,56,7,75,4,97,r19,xe" fillcolor="black" stroked="f">
                <v:path arrowok="t" o:connecttype="custom" o:connectlocs="36647,0;53706,1275;56866,20395;52443,18483;43281,16571;38542,16571;28749,17208;24326,19758;23062,23900;23062,25812;26853,29636;36015,32505;50547,38241;56866,42383;61604,49394;63500,58636;62868,62778;61604,69789;58445,75206;54338,79668;46440,83811;32856,86360;25590,86360;13585,85723;1264,82536;3159,64053;13585,68514;25590,69789;31276,69789;37279,67240;39174,64053;39806,61504;37910,56724;33488,53537;20219,49394;9162,44295;3791,38878;632,30911;0,25812;1264,18483;3791,12747;7266,8604;17692,2231;30644,0" o:connectangles="0,0,0,0,0,0,0,0,0,0,0,0,0,0,0,0,0,0,0,0,0,0,0,0,0,0,0,0,0,0,0,0,0,0,0,0,0,0,0,0,0,0,0,0"/>
              </v:shape>
              <v:shape id="Freeform 206" o:spid="_x0000_s1039" style="position:absolute;top:1130;width:635;height:863;visibility:visible;mso-wrap-style:square;v-text-anchor:top" coordsize="201,2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" path="m116,r,l153,2r17,2l185,7r-5,57l166,58,153,54,137,52r-15,l106,52,91,54r-8,2l77,62r-4,5l73,75r,6l79,87r6,6l93,97r21,5l137,110r23,10l170,126r10,7l189,143r6,12l199,168r2,16l199,197r-2,12l195,219r-4,9l185,236r-5,8l172,250r-8,4l147,263r-21,4l104,271r-23,l64,271,43,269,21,265,4,259r6,-58l25,209r18,6l62,219r19,l99,219r13,-4l118,211r4,-6l124,201r2,-8l124,186r-4,-8l114,172r-8,-4l85,161,64,155,41,145,29,139,19,131r-7,-9l6,110,2,97,,81,2,69,4,58,8,48r4,-8l17,33r6,-6l39,15,56,7,75,4,97,r19,e" filled="f" stroked="f">
                <v:path arrowok="t" o:connecttype="custom" o:connectlocs="36647,0;53706,1275;56866,20395;52443,18483;43281,16571;38542,16571;28749,17208;24326,19758;23062,23900;23062,25812;26853,29636;36015,32505;50547,38241;56866,42383;61604,49394;63500,58636;62868,62778;61604,69789;58445,75206;54338,79668;46440,83811;32856,86360;25590,86360;13585,85723;1264,82536;3159,64053;13585,68514;25590,69789;31276,69789;37279,67240;39174,64053;39806,61504;37910,56724;33488,53537;20219,49394;9162,44295;3791,38878;632,30911;0,25812;1264,18483;3791,12747;7266,8604;17692,2231;30644,0" o:connectangles="0,0,0,0,0,0,0,0,0,0,0,0,0,0,0,0,0,0,0,0,0,0,0,0,0,0,0,0,0,0,0,0,0,0,0,0,0,0,0,0,0,0,0,0"/>
              </v:shape>
              <w10:anchorlock/>
            </v:group>
          </w:pict>
        </mc:Fallback>
      </mc:AlternateContent>
    </w:r>
  </w:p>
  <w:tbl>
    <w:tblPr>
      <w:tblW w:w="8505" w:type="dxa"/>
      <w:jc w:val="center"/>
      <w:tblBorders>
        <w:top w:val="single" w:sz="4" w:space="0" w:color="auto"/>
        <w:bottom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103"/>
      <w:gridCol w:w="3402"/>
    </w:tblGrid>
    <w:tr w:rsidR="000A56B5" w:rsidRPr="00AE3921" w14:paraId="6856C811" w14:textId="77777777" w:rsidTr="00154293">
      <w:trPr>
        <w:trHeight w:val="227"/>
        <w:jc w:val="center"/>
      </w:trPr>
      <w:tc>
        <w:tcPr>
          <w:tcW w:w="5103" w:type="dxa"/>
          <w:vAlign w:val="center"/>
        </w:tcPr>
        <w:p w14:paraId="04D069CD" w14:textId="556AF9CB" w:rsidR="000A56B5" w:rsidRPr="00AE3921" w:rsidRDefault="00E477C4" w:rsidP="00154293">
          <w:pPr>
            <w:tabs>
              <w:tab w:val="right" w:pos="8505"/>
            </w:tabs>
            <w:jc w:val="left"/>
            <w:rPr>
              <w:color w:val="000000" w:themeColor="text1"/>
              <w:sz w:val="12"/>
              <w:szCs w:val="12"/>
            </w:rPr>
          </w:pPr>
          <w:sdt>
            <w:sdtPr>
              <w:rPr>
                <w:color w:val="000000" w:themeColor="text1"/>
                <w:sz w:val="12"/>
                <w:szCs w:val="12"/>
              </w:rPr>
              <w:alias w:val="Název dokumentace 1"/>
              <w:tag w:val="NazevDok"/>
              <w:id w:val="-1124617007"/>
              <w:text/>
            </w:sdtPr>
            <w:sdtEndPr/>
            <w:sdtContent>
              <w:r w:rsidR="00741696">
                <w:rPr>
                  <w:color w:val="000000" w:themeColor="text1"/>
                  <w:sz w:val="12"/>
                  <w:szCs w:val="12"/>
                </w:rPr>
                <w:t>Kalové hospodářství ČOV Brno - Modřice</w:t>
              </w:r>
            </w:sdtContent>
          </w:sdt>
          <w:r w:rsidR="000A56B5" w:rsidRPr="00AE3921">
            <w:rPr>
              <w:color w:val="000000" w:themeColor="text1"/>
              <w:sz w:val="12"/>
              <w:szCs w:val="12"/>
            </w:rPr>
            <w:t xml:space="preserve"> </w:t>
          </w:r>
          <w:sdt>
            <w:sdtPr>
              <w:rPr>
                <w:color w:val="000000" w:themeColor="text1"/>
                <w:sz w:val="12"/>
                <w:szCs w:val="12"/>
              </w:rPr>
              <w:alias w:val="Název dokumentace 2"/>
              <w:tag w:val="NazevDok2_"/>
              <w:id w:val="252330203"/>
              <w:showingPlcHdr/>
              <w:text/>
            </w:sdtPr>
            <w:sdtEndPr/>
            <w:sdtContent>
              <w:r w:rsidR="000050CB">
                <w:rPr>
                  <w:color w:val="000000" w:themeColor="text1"/>
                  <w:sz w:val="12"/>
                  <w:szCs w:val="12"/>
                </w:rPr>
                <w:t xml:space="preserve">     </w:t>
              </w:r>
            </w:sdtContent>
          </w:sdt>
          <w:r w:rsidR="000A56B5" w:rsidRPr="00AE3921">
            <w:rPr>
              <w:color w:val="000000" w:themeColor="text1"/>
              <w:sz w:val="12"/>
              <w:szCs w:val="12"/>
            </w:rPr>
            <w:t xml:space="preserve"> </w:t>
          </w:r>
          <w:sdt>
            <w:sdtPr>
              <w:rPr>
                <w:color w:val="000000" w:themeColor="text1"/>
                <w:sz w:val="12"/>
                <w:szCs w:val="12"/>
              </w:rPr>
              <w:alias w:val="Název dokumentace 3"/>
              <w:tag w:val="NazevDok3_"/>
              <w:id w:val="1552653704"/>
              <w:showingPlcHdr/>
              <w:text/>
            </w:sdtPr>
            <w:sdtEndPr/>
            <w:sdtContent>
              <w:r w:rsidR="000050CB">
                <w:rPr>
                  <w:color w:val="000000" w:themeColor="text1"/>
                  <w:sz w:val="12"/>
                  <w:szCs w:val="12"/>
                </w:rPr>
                <w:t xml:space="preserve">     </w:t>
              </w:r>
            </w:sdtContent>
          </w:sdt>
        </w:p>
      </w:tc>
      <w:tc>
        <w:tcPr>
          <w:tcW w:w="3402" w:type="dxa"/>
          <w:tcMar>
            <w:left w:w="113" w:type="dxa"/>
          </w:tcMar>
          <w:vAlign w:val="center"/>
        </w:tcPr>
        <w:p w14:paraId="4A779332" w14:textId="3AB8EEE6" w:rsidR="000A56B5" w:rsidRPr="00AE3921" w:rsidRDefault="00E477C4" w:rsidP="00803918">
          <w:pPr>
            <w:tabs>
              <w:tab w:val="right" w:pos="8505"/>
            </w:tabs>
            <w:jc w:val="right"/>
            <w:rPr>
              <w:color w:val="000000" w:themeColor="text1"/>
              <w:sz w:val="12"/>
              <w:szCs w:val="12"/>
            </w:rPr>
          </w:pPr>
          <w:sdt>
            <w:sdtPr>
              <w:rPr>
                <w:bCs/>
                <w:color w:val="000000" w:themeColor="text1"/>
                <w:sz w:val="12"/>
                <w:szCs w:val="12"/>
              </w:rPr>
              <w:alias w:val="Číslo přílohy"/>
              <w:tag w:val="PrilCislo"/>
              <w:id w:val="1091662063"/>
              <w:text/>
            </w:sdtPr>
            <w:sdtEndPr/>
            <w:sdtContent>
              <w:r w:rsidR="00277394">
                <w:rPr>
                  <w:bCs/>
                  <w:color w:val="000000" w:themeColor="text1"/>
                  <w:sz w:val="12"/>
                  <w:szCs w:val="12"/>
                </w:rPr>
                <w:t>S</w:t>
              </w:r>
              <w:r w:rsidR="00054A02">
                <w:rPr>
                  <w:bCs/>
                  <w:color w:val="000000" w:themeColor="text1"/>
                  <w:sz w:val="12"/>
                  <w:szCs w:val="12"/>
                </w:rPr>
                <w:t>0</w:t>
              </w:r>
              <w:r w:rsidR="00277394">
                <w:rPr>
                  <w:bCs/>
                  <w:color w:val="000000" w:themeColor="text1"/>
                  <w:sz w:val="12"/>
                  <w:szCs w:val="12"/>
                </w:rPr>
                <w:t>.</w:t>
              </w:r>
              <w:r w:rsidR="00501ADC" w:rsidRPr="00501ADC">
                <w:rPr>
                  <w:bCs/>
                  <w:color w:val="000000" w:themeColor="text1"/>
                  <w:sz w:val="12"/>
                  <w:szCs w:val="12"/>
                </w:rPr>
                <w:t>1</w:t>
              </w:r>
            </w:sdtContent>
          </w:sdt>
          <w:r w:rsidR="000A56B5">
            <w:rPr>
              <w:bCs/>
              <w:color w:val="000000" w:themeColor="text1"/>
              <w:sz w:val="12"/>
              <w:szCs w:val="12"/>
            </w:rPr>
            <w:t xml:space="preserve">  </w:t>
          </w:r>
          <w:r w:rsidR="000A56B5" w:rsidRPr="00AE3921">
            <w:rPr>
              <w:bCs/>
              <w:color w:val="000000" w:themeColor="text1"/>
              <w:sz w:val="12"/>
              <w:szCs w:val="12"/>
            </w:rPr>
            <w:t xml:space="preserve"> </w:t>
          </w:r>
          <w:sdt>
            <w:sdtPr>
              <w:rPr>
                <w:bCs/>
                <w:color w:val="000000" w:themeColor="text1"/>
                <w:sz w:val="12"/>
                <w:szCs w:val="12"/>
              </w:rPr>
              <w:alias w:val="Název přílohy"/>
              <w:tag w:val="PrilNaz"/>
              <w:id w:val="1510097648"/>
              <w:text/>
            </w:sdtPr>
            <w:sdtEndPr/>
            <w:sdtContent>
              <w:r w:rsidR="00501ADC" w:rsidRPr="00501ADC">
                <w:rPr>
                  <w:bCs/>
                  <w:color w:val="000000" w:themeColor="text1"/>
                  <w:sz w:val="12"/>
                  <w:szCs w:val="12"/>
                </w:rPr>
                <w:t xml:space="preserve">VŠEOBECNÉ SPECIFIKACE - </w:t>
              </w:r>
              <w:r w:rsidR="00054A02">
                <w:rPr>
                  <w:bCs/>
                  <w:color w:val="000000" w:themeColor="text1"/>
                  <w:sz w:val="12"/>
                  <w:szCs w:val="12"/>
                </w:rPr>
                <w:t>PROJEKT</w:t>
              </w:r>
            </w:sdtContent>
          </w:sdt>
        </w:p>
      </w:tc>
    </w:tr>
    <w:tr w:rsidR="000A56B5" w:rsidRPr="00AE3921" w14:paraId="2DFCA728" w14:textId="77777777" w:rsidTr="00154293">
      <w:trPr>
        <w:trHeight w:val="227"/>
        <w:jc w:val="center"/>
      </w:trPr>
      <w:tc>
        <w:tcPr>
          <w:tcW w:w="5103" w:type="dxa"/>
          <w:vAlign w:val="center"/>
        </w:tcPr>
        <w:p w14:paraId="64462B63" w14:textId="75B43C8A" w:rsidR="000A56B5" w:rsidRPr="00AE3921" w:rsidRDefault="00E477C4" w:rsidP="00154293">
          <w:pPr>
            <w:tabs>
              <w:tab w:val="right" w:pos="8505"/>
            </w:tabs>
            <w:jc w:val="left"/>
            <w:rPr>
              <w:color w:val="000000" w:themeColor="text1"/>
              <w:sz w:val="12"/>
              <w:szCs w:val="12"/>
            </w:rPr>
          </w:pPr>
          <w:sdt>
            <w:sdtPr>
              <w:rPr>
                <w:color w:val="000000" w:themeColor="text1"/>
                <w:sz w:val="12"/>
                <w:szCs w:val="12"/>
              </w:rPr>
              <w:alias w:val="Upřesňující podnázev zakázky"/>
              <w:tag w:val="Podnazev"/>
              <w:id w:val="1558281639"/>
              <w:text/>
            </w:sdtPr>
            <w:sdtEndPr/>
            <w:sdtContent>
              <w:r w:rsidR="00821EC1">
                <w:rPr>
                  <w:color w:val="000000" w:themeColor="text1"/>
                  <w:sz w:val="12"/>
                  <w:szCs w:val="12"/>
                </w:rPr>
                <w:t>S</w:t>
              </w:r>
              <w:r w:rsidR="00054A02">
                <w:rPr>
                  <w:color w:val="000000" w:themeColor="text1"/>
                  <w:sz w:val="12"/>
                  <w:szCs w:val="12"/>
                </w:rPr>
                <w:t>0</w:t>
              </w:r>
              <w:r w:rsidR="00821EC1">
                <w:rPr>
                  <w:color w:val="000000" w:themeColor="text1"/>
                  <w:sz w:val="12"/>
                  <w:szCs w:val="12"/>
                </w:rPr>
                <w:t xml:space="preserve"> </w:t>
              </w:r>
              <w:r w:rsidR="00054A02">
                <w:rPr>
                  <w:color w:val="000000" w:themeColor="text1"/>
                  <w:sz w:val="12"/>
                  <w:szCs w:val="12"/>
                </w:rPr>
                <w:t xml:space="preserve">VŠEOBECNÉ </w:t>
              </w:r>
              <w:r w:rsidR="00821EC1">
                <w:rPr>
                  <w:color w:val="000000" w:themeColor="text1"/>
                  <w:sz w:val="12"/>
                  <w:szCs w:val="12"/>
                </w:rPr>
                <w:t>SPECIFIKACE</w:t>
              </w:r>
            </w:sdtContent>
          </w:sdt>
        </w:p>
      </w:tc>
      <w:tc>
        <w:tcPr>
          <w:tcW w:w="3402" w:type="dxa"/>
          <w:tcMar>
            <w:left w:w="113" w:type="dxa"/>
          </w:tcMar>
          <w:vAlign w:val="center"/>
        </w:tcPr>
        <w:p w14:paraId="72FB4E6D" w14:textId="7025E09F" w:rsidR="000A56B5" w:rsidRPr="00AE3921" w:rsidRDefault="00E477C4" w:rsidP="00803918">
          <w:pPr>
            <w:tabs>
              <w:tab w:val="right" w:pos="8505"/>
            </w:tabs>
            <w:jc w:val="right"/>
            <w:rPr>
              <w:color w:val="000000" w:themeColor="text1"/>
              <w:sz w:val="12"/>
              <w:szCs w:val="12"/>
            </w:rPr>
          </w:pPr>
          <w:sdt>
            <w:sdtPr>
              <w:rPr>
                <w:color w:val="000000" w:themeColor="text1"/>
                <w:sz w:val="12"/>
                <w:szCs w:val="12"/>
              </w:rPr>
              <w:alias w:val="Stupeň"/>
              <w:tag w:val="StupenZ"/>
              <w:id w:val="776912322"/>
              <w:text/>
            </w:sdtPr>
            <w:sdtEndPr/>
            <w:sdtContent>
              <w:r w:rsidR="000A56B5">
                <w:rPr>
                  <w:color w:val="000000" w:themeColor="text1"/>
                  <w:sz w:val="12"/>
                  <w:szCs w:val="12"/>
                </w:rPr>
                <w:t>D</w:t>
              </w:r>
              <w:r w:rsidR="00C72264">
                <w:rPr>
                  <w:color w:val="000000" w:themeColor="text1"/>
                  <w:sz w:val="12"/>
                  <w:szCs w:val="12"/>
                </w:rPr>
                <w:t>P</w:t>
              </w:r>
              <w:r w:rsidR="00803918">
                <w:rPr>
                  <w:color w:val="000000" w:themeColor="text1"/>
                  <w:sz w:val="12"/>
                  <w:szCs w:val="12"/>
                </w:rPr>
                <w:t>S</w:t>
              </w:r>
            </w:sdtContent>
          </w:sdt>
        </w:p>
      </w:tc>
    </w:tr>
  </w:tbl>
  <w:p w14:paraId="75F6047A" w14:textId="77777777" w:rsidR="000A56B5" w:rsidRPr="00AE3921" w:rsidRDefault="000A56B5" w:rsidP="002F5CFC">
    <w:pPr>
      <w:pStyle w:val="volndek"/>
      <w:spacing w:before="60"/>
      <w:rPr>
        <w:color w:val="000000" w:themeColor="text1"/>
        <w:sz w:val="12"/>
        <w:szCs w:val="12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7134E6" w14:textId="77777777" w:rsidR="000A56B5" w:rsidRPr="00AE3921" w:rsidRDefault="000A56B5" w:rsidP="00C81FAB">
    <w:pPr>
      <w:tabs>
        <w:tab w:val="right" w:pos="8505"/>
      </w:tabs>
      <w:spacing w:after="60"/>
      <w:jc w:val="left"/>
      <w:rPr>
        <w:noProof/>
        <w:color w:val="000000" w:themeColor="text1"/>
      </w:rPr>
    </w:pPr>
    <w:r w:rsidRPr="00AE3921">
      <w:rPr>
        <w:noProof/>
        <w:color w:val="000000" w:themeColor="text1"/>
      </w:rPr>
      <w:tab/>
    </w:r>
    <w:r w:rsidRPr="00AE3921">
      <w:rPr>
        <w:noProof/>
        <w:color w:val="000000" w:themeColor="text1"/>
      </w:rPr>
      <mc:AlternateContent>
        <mc:Choice Requires="wpc">
          <w:drawing>
            <wp:inline distT="0" distB="0" distL="0" distR="0" wp14:anchorId="3E93BC2E" wp14:editId="44A6F738">
              <wp:extent cx="683895" cy="199390"/>
              <wp:effectExtent l="1905" t="6985" r="0" b="3175"/>
              <wp:docPr id="332" name="Plátno 33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/>
                    <wps:wsp>
                      <wps:cNvPr id="320" name="Freeform 195"/>
                      <wps:cNvSpPr>
                        <a:spLocks noEditPoints="1"/>
                      </wps:cNvSpPr>
                      <wps:spPr bwMode="auto">
                        <a:xfrm>
                          <a:off x="507365" y="26670"/>
                          <a:ext cx="176530" cy="172085"/>
                        </a:xfrm>
                        <a:custGeom>
                          <a:avLst/>
                          <a:gdLst>
                            <a:gd name="T0" fmla="*/ 444 w 556"/>
                            <a:gd name="T1" fmla="*/ 423 h 543"/>
                            <a:gd name="T2" fmla="*/ 444 w 556"/>
                            <a:gd name="T3" fmla="*/ 477 h 543"/>
                            <a:gd name="T4" fmla="*/ 112 w 556"/>
                            <a:gd name="T5" fmla="*/ 477 h 543"/>
                            <a:gd name="T6" fmla="*/ 112 w 556"/>
                            <a:gd name="T7" fmla="*/ 423 h 543"/>
                            <a:gd name="T8" fmla="*/ 276 w 556"/>
                            <a:gd name="T9" fmla="*/ 256 h 543"/>
                            <a:gd name="T10" fmla="*/ 444 w 556"/>
                            <a:gd name="T11" fmla="*/ 423 h 543"/>
                            <a:gd name="T12" fmla="*/ 556 w 556"/>
                            <a:gd name="T13" fmla="*/ 181 h 543"/>
                            <a:gd name="T14" fmla="*/ 353 w 556"/>
                            <a:gd name="T15" fmla="*/ 181 h 543"/>
                            <a:gd name="T16" fmla="*/ 485 w 556"/>
                            <a:gd name="T17" fmla="*/ 49 h 543"/>
                            <a:gd name="T18" fmla="*/ 436 w 556"/>
                            <a:gd name="T19" fmla="*/ 4 h 543"/>
                            <a:gd name="T20" fmla="*/ 276 w 556"/>
                            <a:gd name="T21" fmla="*/ 165 h 543"/>
                            <a:gd name="T22" fmla="*/ 114 w 556"/>
                            <a:gd name="T23" fmla="*/ 0 h 543"/>
                            <a:gd name="T24" fmla="*/ 69 w 556"/>
                            <a:gd name="T25" fmla="*/ 47 h 543"/>
                            <a:gd name="T26" fmla="*/ 201 w 556"/>
                            <a:gd name="T27" fmla="*/ 181 h 543"/>
                            <a:gd name="T28" fmla="*/ 0 w 556"/>
                            <a:gd name="T29" fmla="*/ 181 h 543"/>
                            <a:gd name="T30" fmla="*/ 0 w 556"/>
                            <a:gd name="T31" fmla="*/ 243 h 543"/>
                            <a:gd name="T32" fmla="*/ 201 w 556"/>
                            <a:gd name="T33" fmla="*/ 243 h 543"/>
                            <a:gd name="T34" fmla="*/ 46 w 556"/>
                            <a:gd name="T35" fmla="*/ 396 h 543"/>
                            <a:gd name="T36" fmla="*/ 46 w 556"/>
                            <a:gd name="T37" fmla="*/ 543 h 543"/>
                            <a:gd name="T38" fmla="*/ 508 w 556"/>
                            <a:gd name="T39" fmla="*/ 543 h 543"/>
                            <a:gd name="T40" fmla="*/ 508 w 556"/>
                            <a:gd name="T41" fmla="*/ 396 h 543"/>
                            <a:gd name="T42" fmla="*/ 353 w 556"/>
                            <a:gd name="T43" fmla="*/ 243 h 543"/>
                            <a:gd name="T44" fmla="*/ 556 w 556"/>
                            <a:gd name="T45" fmla="*/ 243 h 543"/>
                            <a:gd name="T46" fmla="*/ 556 w 556"/>
                            <a:gd name="T47" fmla="*/ 181 h 54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</a:cxnLst>
                          <a:rect l="0" t="0" r="r" b="b"/>
                          <a:pathLst>
                            <a:path w="556" h="543">
                              <a:moveTo>
                                <a:pt x="444" y="423"/>
                              </a:moveTo>
                              <a:lnTo>
                                <a:pt x="444" y="477"/>
                              </a:lnTo>
                              <a:lnTo>
                                <a:pt x="112" y="477"/>
                              </a:lnTo>
                              <a:lnTo>
                                <a:pt x="112" y="423"/>
                              </a:lnTo>
                              <a:lnTo>
                                <a:pt x="276" y="256"/>
                              </a:lnTo>
                              <a:lnTo>
                                <a:pt x="444" y="423"/>
                              </a:lnTo>
                              <a:close/>
                              <a:moveTo>
                                <a:pt x="556" y="181"/>
                              </a:moveTo>
                              <a:lnTo>
                                <a:pt x="353" y="181"/>
                              </a:lnTo>
                              <a:lnTo>
                                <a:pt x="485" y="49"/>
                              </a:lnTo>
                              <a:lnTo>
                                <a:pt x="436" y="4"/>
                              </a:lnTo>
                              <a:lnTo>
                                <a:pt x="276" y="165"/>
                              </a:lnTo>
                              <a:lnTo>
                                <a:pt x="114" y="0"/>
                              </a:lnTo>
                              <a:lnTo>
                                <a:pt x="69" y="47"/>
                              </a:lnTo>
                              <a:lnTo>
                                <a:pt x="201" y="181"/>
                              </a:lnTo>
                              <a:lnTo>
                                <a:pt x="0" y="181"/>
                              </a:lnTo>
                              <a:lnTo>
                                <a:pt x="0" y="243"/>
                              </a:lnTo>
                              <a:lnTo>
                                <a:pt x="201" y="243"/>
                              </a:lnTo>
                              <a:lnTo>
                                <a:pt x="46" y="396"/>
                              </a:lnTo>
                              <a:lnTo>
                                <a:pt x="46" y="543"/>
                              </a:lnTo>
                              <a:lnTo>
                                <a:pt x="508" y="543"/>
                              </a:lnTo>
                              <a:lnTo>
                                <a:pt x="508" y="396"/>
                              </a:lnTo>
                              <a:lnTo>
                                <a:pt x="353" y="243"/>
                              </a:lnTo>
                              <a:lnTo>
                                <a:pt x="556" y="243"/>
                              </a:lnTo>
                              <a:lnTo>
                                <a:pt x="556" y="18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1" name="Freeform 196"/>
                      <wps:cNvSpPr>
                        <a:spLocks/>
                      </wps:cNvSpPr>
                      <wps:spPr bwMode="auto">
                        <a:xfrm>
                          <a:off x="574675" y="0"/>
                          <a:ext cx="41910" cy="41910"/>
                        </a:xfrm>
                        <a:custGeom>
                          <a:avLst/>
                          <a:gdLst>
                            <a:gd name="T0" fmla="*/ 131 w 131"/>
                            <a:gd name="T1" fmla="*/ 66 h 132"/>
                            <a:gd name="T2" fmla="*/ 131 w 131"/>
                            <a:gd name="T3" fmla="*/ 66 h 132"/>
                            <a:gd name="T4" fmla="*/ 130 w 131"/>
                            <a:gd name="T5" fmla="*/ 79 h 132"/>
                            <a:gd name="T6" fmla="*/ 126 w 131"/>
                            <a:gd name="T7" fmla="*/ 93 h 132"/>
                            <a:gd name="T8" fmla="*/ 120 w 131"/>
                            <a:gd name="T9" fmla="*/ 103 h 132"/>
                            <a:gd name="T10" fmla="*/ 112 w 131"/>
                            <a:gd name="T11" fmla="*/ 112 h 132"/>
                            <a:gd name="T12" fmla="*/ 103 w 131"/>
                            <a:gd name="T13" fmla="*/ 120 h 132"/>
                            <a:gd name="T14" fmla="*/ 91 w 131"/>
                            <a:gd name="T15" fmla="*/ 128 h 132"/>
                            <a:gd name="T16" fmla="*/ 79 w 131"/>
                            <a:gd name="T17" fmla="*/ 132 h 132"/>
                            <a:gd name="T18" fmla="*/ 66 w 131"/>
                            <a:gd name="T19" fmla="*/ 132 h 132"/>
                            <a:gd name="T20" fmla="*/ 66 w 131"/>
                            <a:gd name="T21" fmla="*/ 132 h 132"/>
                            <a:gd name="T22" fmla="*/ 52 w 131"/>
                            <a:gd name="T23" fmla="*/ 132 h 132"/>
                            <a:gd name="T24" fmla="*/ 41 w 131"/>
                            <a:gd name="T25" fmla="*/ 128 h 132"/>
                            <a:gd name="T26" fmla="*/ 29 w 131"/>
                            <a:gd name="T27" fmla="*/ 120 h 132"/>
                            <a:gd name="T28" fmla="*/ 19 w 131"/>
                            <a:gd name="T29" fmla="*/ 112 h 132"/>
                            <a:gd name="T30" fmla="*/ 12 w 131"/>
                            <a:gd name="T31" fmla="*/ 103 h 132"/>
                            <a:gd name="T32" fmla="*/ 6 w 131"/>
                            <a:gd name="T33" fmla="*/ 93 h 132"/>
                            <a:gd name="T34" fmla="*/ 2 w 131"/>
                            <a:gd name="T35" fmla="*/ 79 h 132"/>
                            <a:gd name="T36" fmla="*/ 0 w 131"/>
                            <a:gd name="T37" fmla="*/ 66 h 132"/>
                            <a:gd name="T38" fmla="*/ 0 w 131"/>
                            <a:gd name="T39" fmla="*/ 66 h 132"/>
                            <a:gd name="T40" fmla="*/ 2 w 131"/>
                            <a:gd name="T41" fmla="*/ 52 h 132"/>
                            <a:gd name="T42" fmla="*/ 6 w 131"/>
                            <a:gd name="T43" fmla="*/ 41 h 132"/>
                            <a:gd name="T44" fmla="*/ 12 w 131"/>
                            <a:gd name="T45" fmla="*/ 29 h 132"/>
                            <a:gd name="T46" fmla="*/ 19 w 131"/>
                            <a:gd name="T47" fmla="*/ 19 h 132"/>
                            <a:gd name="T48" fmla="*/ 29 w 131"/>
                            <a:gd name="T49" fmla="*/ 12 h 132"/>
                            <a:gd name="T50" fmla="*/ 41 w 131"/>
                            <a:gd name="T51" fmla="*/ 6 h 132"/>
                            <a:gd name="T52" fmla="*/ 52 w 131"/>
                            <a:gd name="T53" fmla="*/ 2 h 132"/>
                            <a:gd name="T54" fmla="*/ 66 w 131"/>
                            <a:gd name="T55" fmla="*/ 0 h 132"/>
                            <a:gd name="T56" fmla="*/ 66 w 131"/>
                            <a:gd name="T57" fmla="*/ 0 h 132"/>
                            <a:gd name="T58" fmla="*/ 79 w 131"/>
                            <a:gd name="T59" fmla="*/ 2 h 132"/>
                            <a:gd name="T60" fmla="*/ 91 w 131"/>
                            <a:gd name="T61" fmla="*/ 6 h 132"/>
                            <a:gd name="T62" fmla="*/ 103 w 131"/>
                            <a:gd name="T63" fmla="*/ 12 h 132"/>
                            <a:gd name="T64" fmla="*/ 112 w 131"/>
                            <a:gd name="T65" fmla="*/ 19 h 132"/>
                            <a:gd name="T66" fmla="*/ 120 w 131"/>
                            <a:gd name="T67" fmla="*/ 29 h 132"/>
                            <a:gd name="T68" fmla="*/ 126 w 131"/>
                            <a:gd name="T69" fmla="*/ 41 h 132"/>
                            <a:gd name="T70" fmla="*/ 130 w 131"/>
                            <a:gd name="T71" fmla="*/ 52 h 132"/>
                            <a:gd name="T72" fmla="*/ 131 w 131"/>
                            <a:gd name="T73" fmla="*/ 66 h 13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131" h="132">
                              <a:moveTo>
                                <a:pt x="131" y="66"/>
                              </a:moveTo>
                              <a:lnTo>
                                <a:pt x="131" y="66"/>
                              </a:lnTo>
                              <a:lnTo>
                                <a:pt x="130" y="79"/>
                              </a:lnTo>
                              <a:lnTo>
                                <a:pt x="126" y="93"/>
                              </a:lnTo>
                              <a:lnTo>
                                <a:pt x="120" y="103"/>
                              </a:lnTo>
                              <a:lnTo>
                                <a:pt x="112" y="112"/>
                              </a:lnTo>
                              <a:lnTo>
                                <a:pt x="103" y="120"/>
                              </a:lnTo>
                              <a:lnTo>
                                <a:pt x="91" y="128"/>
                              </a:lnTo>
                              <a:lnTo>
                                <a:pt x="79" y="132"/>
                              </a:lnTo>
                              <a:lnTo>
                                <a:pt x="66" y="132"/>
                              </a:lnTo>
                              <a:lnTo>
                                <a:pt x="52" y="132"/>
                              </a:lnTo>
                              <a:lnTo>
                                <a:pt x="41" y="128"/>
                              </a:lnTo>
                              <a:lnTo>
                                <a:pt x="29" y="120"/>
                              </a:lnTo>
                              <a:lnTo>
                                <a:pt x="19" y="112"/>
                              </a:lnTo>
                              <a:lnTo>
                                <a:pt x="12" y="103"/>
                              </a:lnTo>
                              <a:lnTo>
                                <a:pt x="6" y="93"/>
                              </a:lnTo>
                              <a:lnTo>
                                <a:pt x="2" y="79"/>
                              </a:lnTo>
                              <a:lnTo>
                                <a:pt x="0" y="66"/>
                              </a:lnTo>
                              <a:lnTo>
                                <a:pt x="2" y="52"/>
                              </a:lnTo>
                              <a:lnTo>
                                <a:pt x="6" y="41"/>
                              </a:lnTo>
                              <a:lnTo>
                                <a:pt x="12" y="29"/>
                              </a:lnTo>
                              <a:lnTo>
                                <a:pt x="19" y="19"/>
                              </a:lnTo>
                              <a:lnTo>
                                <a:pt x="29" y="12"/>
                              </a:lnTo>
                              <a:lnTo>
                                <a:pt x="41" y="6"/>
                              </a:lnTo>
                              <a:lnTo>
                                <a:pt x="52" y="2"/>
                              </a:lnTo>
                              <a:lnTo>
                                <a:pt x="66" y="0"/>
                              </a:lnTo>
                              <a:lnTo>
                                <a:pt x="79" y="2"/>
                              </a:lnTo>
                              <a:lnTo>
                                <a:pt x="91" y="6"/>
                              </a:lnTo>
                              <a:lnTo>
                                <a:pt x="103" y="12"/>
                              </a:lnTo>
                              <a:lnTo>
                                <a:pt x="112" y="19"/>
                              </a:lnTo>
                              <a:lnTo>
                                <a:pt x="120" y="29"/>
                              </a:lnTo>
                              <a:lnTo>
                                <a:pt x="126" y="41"/>
                              </a:lnTo>
                              <a:lnTo>
                                <a:pt x="130" y="52"/>
                              </a:lnTo>
                              <a:lnTo>
                                <a:pt x="131" y="6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C002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2" name="Freeform 197"/>
                      <wps:cNvSpPr>
                        <a:spLocks/>
                      </wps:cNvSpPr>
                      <wps:spPr bwMode="auto">
                        <a:xfrm>
                          <a:off x="574675" y="0"/>
                          <a:ext cx="41910" cy="41910"/>
                        </a:xfrm>
                        <a:custGeom>
                          <a:avLst/>
                          <a:gdLst>
                            <a:gd name="T0" fmla="*/ 131 w 131"/>
                            <a:gd name="T1" fmla="*/ 66 h 132"/>
                            <a:gd name="T2" fmla="*/ 131 w 131"/>
                            <a:gd name="T3" fmla="*/ 66 h 132"/>
                            <a:gd name="T4" fmla="*/ 130 w 131"/>
                            <a:gd name="T5" fmla="*/ 79 h 132"/>
                            <a:gd name="T6" fmla="*/ 126 w 131"/>
                            <a:gd name="T7" fmla="*/ 93 h 132"/>
                            <a:gd name="T8" fmla="*/ 120 w 131"/>
                            <a:gd name="T9" fmla="*/ 103 h 132"/>
                            <a:gd name="T10" fmla="*/ 112 w 131"/>
                            <a:gd name="T11" fmla="*/ 112 h 132"/>
                            <a:gd name="T12" fmla="*/ 103 w 131"/>
                            <a:gd name="T13" fmla="*/ 120 h 132"/>
                            <a:gd name="T14" fmla="*/ 91 w 131"/>
                            <a:gd name="T15" fmla="*/ 128 h 132"/>
                            <a:gd name="T16" fmla="*/ 79 w 131"/>
                            <a:gd name="T17" fmla="*/ 132 h 132"/>
                            <a:gd name="T18" fmla="*/ 66 w 131"/>
                            <a:gd name="T19" fmla="*/ 132 h 132"/>
                            <a:gd name="T20" fmla="*/ 66 w 131"/>
                            <a:gd name="T21" fmla="*/ 132 h 132"/>
                            <a:gd name="T22" fmla="*/ 52 w 131"/>
                            <a:gd name="T23" fmla="*/ 132 h 132"/>
                            <a:gd name="T24" fmla="*/ 41 w 131"/>
                            <a:gd name="T25" fmla="*/ 128 h 132"/>
                            <a:gd name="T26" fmla="*/ 29 w 131"/>
                            <a:gd name="T27" fmla="*/ 120 h 132"/>
                            <a:gd name="T28" fmla="*/ 19 w 131"/>
                            <a:gd name="T29" fmla="*/ 112 h 132"/>
                            <a:gd name="T30" fmla="*/ 12 w 131"/>
                            <a:gd name="T31" fmla="*/ 103 h 132"/>
                            <a:gd name="T32" fmla="*/ 6 w 131"/>
                            <a:gd name="T33" fmla="*/ 93 h 132"/>
                            <a:gd name="T34" fmla="*/ 2 w 131"/>
                            <a:gd name="T35" fmla="*/ 79 h 132"/>
                            <a:gd name="T36" fmla="*/ 0 w 131"/>
                            <a:gd name="T37" fmla="*/ 66 h 132"/>
                            <a:gd name="T38" fmla="*/ 0 w 131"/>
                            <a:gd name="T39" fmla="*/ 66 h 132"/>
                            <a:gd name="T40" fmla="*/ 2 w 131"/>
                            <a:gd name="T41" fmla="*/ 52 h 132"/>
                            <a:gd name="T42" fmla="*/ 6 w 131"/>
                            <a:gd name="T43" fmla="*/ 41 h 132"/>
                            <a:gd name="T44" fmla="*/ 12 w 131"/>
                            <a:gd name="T45" fmla="*/ 29 h 132"/>
                            <a:gd name="T46" fmla="*/ 19 w 131"/>
                            <a:gd name="T47" fmla="*/ 19 h 132"/>
                            <a:gd name="T48" fmla="*/ 29 w 131"/>
                            <a:gd name="T49" fmla="*/ 12 h 132"/>
                            <a:gd name="T50" fmla="*/ 41 w 131"/>
                            <a:gd name="T51" fmla="*/ 6 h 132"/>
                            <a:gd name="T52" fmla="*/ 52 w 131"/>
                            <a:gd name="T53" fmla="*/ 2 h 132"/>
                            <a:gd name="T54" fmla="*/ 66 w 131"/>
                            <a:gd name="T55" fmla="*/ 0 h 132"/>
                            <a:gd name="T56" fmla="*/ 66 w 131"/>
                            <a:gd name="T57" fmla="*/ 0 h 132"/>
                            <a:gd name="T58" fmla="*/ 79 w 131"/>
                            <a:gd name="T59" fmla="*/ 2 h 132"/>
                            <a:gd name="T60" fmla="*/ 91 w 131"/>
                            <a:gd name="T61" fmla="*/ 6 h 132"/>
                            <a:gd name="T62" fmla="*/ 103 w 131"/>
                            <a:gd name="T63" fmla="*/ 12 h 132"/>
                            <a:gd name="T64" fmla="*/ 112 w 131"/>
                            <a:gd name="T65" fmla="*/ 19 h 132"/>
                            <a:gd name="T66" fmla="*/ 120 w 131"/>
                            <a:gd name="T67" fmla="*/ 29 h 132"/>
                            <a:gd name="T68" fmla="*/ 126 w 131"/>
                            <a:gd name="T69" fmla="*/ 41 h 132"/>
                            <a:gd name="T70" fmla="*/ 130 w 131"/>
                            <a:gd name="T71" fmla="*/ 52 h 132"/>
                            <a:gd name="T72" fmla="*/ 131 w 131"/>
                            <a:gd name="T73" fmla="*/ 66 h 13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131" h="132">
                              <a:moveTo>
                                <a:pt x="131" y="66"/>
                              </a:moveTo>
                              <a:lnTo>
                                <a:pt x="131" y="66"/>
                              </a:lnTo>
                              <a:lnTo>
                                <a:pt x="130" y="79"/>
                              </a:lnTo>
                              <a:lnTo>
                                <a:pt x="126" y="93"/>
                              </a:lnTo>
                              <a:lnTo>
                                <a:pt x="120" y="103"/>
                              </a:lnTo>
                              <a:lnTo>
                                <a:pt x="112" y="112"/>
                              </a:lnTo>
                              <a:lnTo>
                                <a:pt x="103" y="120"/>
                              </a:lnTo>
                              <a:lnTo>
                                <a:pt x="91" y="128"/>
                              </a:lnTo>
                              <a:lnTo>
                                <a:pt x="79" y="132"/>
                              </a:lnTo>
                              <a:lnTo>
                                <a:pt x="66" y="132"/>
                              </a:lnTo>
                              <a:lnTo>
                                <a:pt x="52" y="132"/>
                              </a:lnTo>
                              <a:lnTo>
                                <a:pt x="41" y="128"/>
                              </a:lnTo>
                              <a:lnTo>
                                <a:pt x="29" y="120"/>
                              </a:lnTo>
                              <a:lnTo>
                                <a:pt x="19" y="112"/>
                              </a:lnTo>
                              <a:lnTo>
                                <a:pt x="12" y="103"/>
                              </a:lnTo>
                              <a:lnTo>
                                <a:pt x="6" y="93"/>
                              </a:lnTo>
                              <a:lnTo>
                                <a:pt x="2" y="79"/>
                              </a:lnTo>
                              <a:lnTo>
                                <a:pt x="0" y="66"/>
                              </a:lnTo>
                              <a:lnTo>
                                <a:pt x="2" y="52"/>
                              </a:lnTo>
                              <a:lnTo>
                                <a:pt x="6" y="41"/>
                              </a:lnTo>
                              <a:lnTo>
                                <a:pt x="12" y="29"/>
                              </a:lnTo>
                              <a:lnTo>
                                <a:pt x="19" y="19"/>
                              </a:lnTo>
                              <a:lnTo>
                                <a:pt x="29" y="12"/>
                              </a:lnTo>
                              <a:lnTo>
                                <a:pt x="41" y="6"/>
                              </a:lnTo>
                              <a:lnTo>
                                <a:pt x="52" y="2"/>
                              </a:lnTo>
                              <a:lnTo>
                                <a:pt x="66" y="0"/>
                              </a:lnTo>
                              <a:lnTo>
                                <a:pt x="79" y="2"/>
                              </a:lnTo>
                              <a:lnTo>
                                <a:pt x="91" y="6"/>
                              </a:lnTo>
                              <a:lnTo>
                                <a:pt x="103" y="12"/>
                              </a:lnTo>
                              <a:lnTo>
                                <a:pt x="112" y="19"/>
                              </a:lnTo>
                              <a:lnTo>
                                <a:pt x="120" y="29"/>
                              </a:lnTo>
                              <a:lnTo>
                                <a:pt x="126" y="41"/>
                              </a:lnTo>
                              <a:lnTo>
                                <a:pt x="130" y="52"/>
                              </a:lnTo>
                              <a:lnTo>
                                <a:pt x="131" y="66"/>
                              </a:lnTo>
                            </a:path>
                          </a:pathLst>
                        </a:custGeom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3" name="Freeform 198"/>
                      <wps:cNvSpPr>
                        <a:spLocks noEditPoints="1"/>
                      </wps:cNvSpPr>
                      <wps:spPr bwMode="auto">
                        <a:xfrm>
                          <a:off x="381000" y="113030"/>
                          <a:ext cx="84455" cy="86360"/>
                        </a:xfrm>
                        <a:custGeom>
                          <a:avLst/>
                          <a:gdLst>
                            <a:gd name="T0" fmla="*/ 133 w 266"/>
                            <a:gd name="T1" fmla="*/ 0 h 271"/>
                            <a:gd name="T2" fmla="*/ 162 w 266"/>
                            <a:gd name="T3" fmla="*/ 2 h 271"/>
                            <a:gd name="T4" fmla="*/ 189 w 266"/>
                            <a:gd name="T5" fmla="*/ 7 h 271"/>
                            <a:gd name="T6" fmla="*/ 212 w 266"/>
                            <a:gd name="T7" fmla="*/ 19 h 271"/>
                            <a:gd name="T8" fmla="*/ 231 w 266"/>
                            <a:gd name="T9" fmla="*/ 35 h 271"/>
                            <a:gd name="T10" fmla="*/ 247 w 266"/>
                            <a:gd name="T11" fmla="*/ 54 h 271"/>
                            <a:gd name="T12" fmla="*/ 257 w 266"/>
                            <a:gd name="T13" fmla="*/ 77 h 271"/>
                            <a:gd name="T14" fmla="*/ 262 w 266"/>
                            <a:gd name="T15" fmla="*/ 104 h 271"/>
                            <a:gd name="T16" fmla="*/ 266 w 266"/>
                            <a:gd name="T17" fmla="*/ 135 h 271"/>
                            <a:gd name="T18" fmla="*/ 260 w 266"/>
                            <a:gd name="T19" fmla="*/ 180 h 271"/>
                            <a:gd name="T20" fmla="*/ 253 w 266"/>
                            <a:gd name="T21" fmla="*/ 205 h 271"/>
                            <a:gd name="T22" fmla="*/ 239 w 266"/>
                            <a:gd name="T23" fmla="*/ 226 h 271"/>
                            <a:gd name="T24" fmla="*/ 222 w 266"/>
                            <a:gd name="T25" fmla="*/ 244 h 271"/>
                            <a:gd name="T26" fmla="*/ 203 w 266"/>
                            <a:gd name="T27" fmla="*/ 257 h 271"/>
                            <a:gd name="T28" fmla="*/ 177 w 266"/>
                            <a:gd name="T29" fmla="*/ 267 h 271"/>
                            <a:gd name="T30" fmla="*/ 148 w 266"/>
                            <a:gd name="T31" fmla="*/ 271 h 271"/>
                            <a:gd name="T32" fmla="*/ 133 w 266"/>
                            <a:gd name="T33" fmla="*/ 271 h 271"/>
                            <a:gd name="T34" fmla="*/ 102 w 266"/>
                            <a:gd name="T35" fmla="*/ 269 h 271"/>
                            <a:gd name="T36" fmla="*/ 75 w 266"/>
                            <a:gd name="T37" fmla="*/ 263 h 271"/>
                            <a:gd name="T38" fmla="*/ 52 w 266"/>
                            <a:gd name="T39" fmla="*/ 252 h 271"/>
                            <a:gd name="T40" fmla="*/ 33 w 266"/>
                            <a:gd name="T41" fmla="*/ 236 h 271"/>
                            <a:gd name="T42" fmla="*/ 19 w 266"/>
                            <a:gd name="T43" fmla="*/ 215 h 271"/>
                            <a:gd name="T44" fmla="*/ 7 w 266"/>
                            <a:gd name="T45" fmla="*/ 192 h 271"/>
                            <a:gd name="T46" fmla="*/ 2 w 266"/>
                            <a:gd name="T47" fmla="*/ 166 h 271"/>
                            <a:gd name="T48" fmla="*/ 0 w 266"/>
                            <a:gd name="T49" fmla="*/ 135 h 271"/>
                            <a:gd name="T50" fmla="*/ 4 w 266"/>
                            <a:gd name="T51" fmla="*/ 91 h 271"/>
                            <a:gd name="T52" fmla="*/ 13 w 266"/>
                            <a:gd name="T53" fmla="*/ 66 h 271"/>
                            <a:gd name="T54" fmla="*/ 25 w 266"/>
                            <a:gd name="T55" fmla="*/ 44 h 271"/>
                            <a:gd name="T56" fmla="*/ 42 w 266"/>
                            <a:gd name="T57" fmla="*/ 27 h 271"/>
                            <a:gd name="T58" fmla="*/ 63 w 266"/>
                            <a:gd name="T59" fmla="*/ 13 h 271"/>
                            <a:gd name="T60" fmla="*/ 89 w 266"/>
                            <a:gd name="T61" fmla="*/ 4 h 271"/>
                            <a:gd name="T62" fmla="*/ 116 w 266"/>
                            <a:gd name="T63" fmla="*/ 0 h 271"/>
                            <a:gd name="T64" fmla="*/ 133 w 266"/>
                            <a:gd name="T65" fmla="*/ 219 h 271"/>
                            <a:gd name="T66" fmla="*/ 146 w 266"/>
                            <a:gd name="T67" fmla="*/ 219 h 271"/>
                            <a:gd name="T68" fmla="*/ 170 w 266"/>
                            <a:gd name="T69" fmla="*/ 205 h 271"/>
                            <a:gd name="T70" fmla="*/ 183 w 266"/>
                            <a:gd name="T71" fmla="*/ 182 h 271"/>
                            <a:gd name="T72" fmla="*/ 189 w 266"/>
                            <a:gd name="T73" fmla="*/ 151 h 271"/>
                            <a:gd name="T74" fmla="*/ 191 w 266"/>
                            <a:gd name="T75" fmla="*/ 135 h 271"/>
                            <a:gd name="T76" fmla="*/ 187 w 266"/>
                            <a:gd name="T77" fmla="*/ 102 h 271"/>
                            <a:gd name="T78" fmla="*/ 177 w 266"/>
                            <a:gd name="T79" fmla="*/ 75 h 271"/>
                            <a:gd name="T80" fmla="*/ 160 w 266"/>
                            <a:gd name="T81" fmla="*/ 58 h 271"/>
                            <a:gd name="T82" fmla="*/ 133 w 266"/>
                            <a:gd name="T83" fmla="*/ 52 h 271"/>
                            <a:gd name="T84" fmla="*/ 118 w 266"/>
                            <a:gd name="T85" fmla="*/ 52 h 271"/>
                            <a:gd name="T86" fmla="*/ 94 w 266"/>
                            <a:gd name="T87" fmla="*/ 66 h 271"/>
                            <a:gd name="T88" fmla="*/ 79 w 266"/>
                            <a:gd name="T89" fmla="*/ 89 h 271"/>
                            <a:gd name="T90" fmla="*/ 73 w 266"/>
                            <a:gd name="T91" fmla="*/ 118 h 271"/>
                            <a:gd name="T92" fmla="*/ 71 w 266"/>
                            <a:gd name="T93" fmla="*/ 135 h 271"/>
                            <a:gd name="T94" fmla="*/ 75 w 266"/>
                            <a:gd name="T95" fmla="*/ 166 h 271"/>
                            <a:gd name="T96" fmla="*/ 85 w 266"/>
                            <a:gd name="T97" fmla="*/ 193 h 271"/>
                            <a:gd name="T98" fmla="*/ 104 w 266"/>
                            <a:gd name="T99" fmla="*/ 213 h 271"/>
                            <a:gd name="T100" fmla="*/ 133 w 266"/>
                            <a:gd name="T101" fmla="*/ 219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</a:cxnLst>
                          <a:rect l="0" t="0" r="r" b="b"/>
                          <a:pathLst>
                            <a:path w="266" h="271">
                              <a:moveTo>
                                <a:pt x="133" y="0"/>
                              </a:moveTo>
                              <a:lnTo>
                                <a:pt x="133" y="0"/>
                              </a:lnTo>
                              <a:lnTo>
                                <a:pt x="148" y="0"/>
                              </a:lnTo>
                              <a:lnTo>
                                <a:pt x="162" y="2"/>
                              </a:lnTo>
                              <a:lnTo>
                                <a:pt x="177" y="4"/>
                              </a:lnTo>
                              <a:lnTo>
                                <a:pt x="189" y="7"/>
                              </a:lnTo>
                              <a:lnTo>
                                <a:pt x="203" y="13"/>
                              </a:lnTo>
                              <a:lnTo>
                                <a:pt x="212" y="19"/>
                              </a:lnTo>
                              <a:lnTo>
                                <a:pt x="222" y="27"/>
                              </a:lnTo>
                              <a:lnTo>
                                <a:pt x="231" y="35"/>
                              </a:lnTo>
                              <a:lnTo>
                                <a:pt x="239" y="44"/>
                              </a:lnTo>
                              <a:lnTo>
                                <a:pt x="247" y="54"/>
                              </a:lnTo>
                              <a:lnTo>
                                <a:pt x="253" y="66"/>
                              </a:lnTo>
                              <a:lnTo>
                                <a:pt x="257" y="77"/>
                              </a:lnTo>
                              <a:lnTo>
                                <a:pt x="260" y="91"/>
                              </a:lnTo>
                              <a:lnTo>
                                <a:pt x="262" y="104"/>
                              </a:lnTo>
                              <a:lnTo>
                                <a:pt x="266" y="135"/>
                              </a:lnTo>
                              <a:lnTo>
                                <a:pt x="262" y="166"/>
                              </a:lnTo>
                              <a:lnTo>
                                <a:pt x="260" y="180"/>
                              </a:lnTo>
                              <a:lnTo>
                                <a:pt x="257" y="192"/>
                              </a:lnTo>
                              <a:lnTo>
                                <a:pt x="253" y="205"/>
                              </a:lnTo>
                              <a:lnTo>
                                <a:pt x="247" y="215"/>
                              </a:lnTo>
                              <a:lnTo>
                                <a:pt x="239" y="226"/>
                              </a:lnTo>
                              <a:lnTo>
                                <a:pt x="231" y="236"/>
                              </a:lnTo>
                              <a:lnTo>
                                <a:pt x="222" y="244"/>
                              </a:lnTo>
                              <a:lnTo>
                                <a:pt x="212" y="252"/>
                              </a:lnTo>
                              <a:lnTo>
                                <a:pt x="203" y="257"/>
                              </a:lnTo>
                              <a:lnTo>
                                <a:pt x="189" y="263"/>
                              </a:lnTo>
                              <a:lnTo>
                                <a:pt x="177" y="267"/>
                              </a:lnTo>
                              <a:lnTo>
                                <a:pt x="162" y="269"/>
                              </a:lnTo>
                              <a:lnTo>
                                <a:pt x="148" y="271"/>
                              </a:lnTo>
                              <a:lnTo>
                                <a:pt x="133" y="271"/>
                              </a:lnTo>
                              <a:lnTo>
                                <a:pt x="116" y="271"/>
                              </a:lnTo>
                              <a:lnTo>
                                <a:pt x="102" y="269"/>
                              </a:lnTo>
                              <a:lnTo>
                                <a:pt x="89" y="267"/>
                              </a:lnTo>
                              <a:lnTo>
                                <a:pt x="75" y="263"/>
                              </a:lnTo>
                              <a:lnTo>
                                <a:pt x="63" y="257"/>
                              </a:lnTo>
                              <a:lnTo>
                                <a:pt x="52" y="252"/>
                              </a:lnTo>
                              <a:lnTo>
                                <a:pt x="42" y="244"/>
                              </a:lnTo>
                              <a:lnTo>
                                <a:pt x="33" y="236"/>
                              </a:lnTo>
                              <a:lnTo>
                                <a:pt x="25" y="226"/>
                              </a:lnTo>
                              <a:lnTo>
                                <a:pt x="19" y="215"/>
                              </a:lnTo>
                              <a:lnTo>
                                <a:pt x="13" y="205"/>
                              </a:lnTo>
                              <a:lnTo>
                                <a:pt x="7" y="192"/>
                              </a:lnTo>
                              <a:lnTo>
                                <a:pt x="4" y="180"/>
                              </a:lnTo>
                              <a:lnTo>
                                <a:pt x="2" y="166"/>
                              </a:lnTo>
                              <a:lnTo>
                                <a:pt x="0" y="135"/>
                              </a:lnTo>
                              <a:lnTo>
                                <a:pt x="2" y="104"/>
                              </a:lnTo>
                              <a:lnTo>
                                <a:pt x="4" y="91"/>
                              </a:lnTo>
                              <a:lnTo>
                                <a:pt x="7" y="77"/>
                              </a:lnTo>
                              <a:lnTo>
                                <a:pt x="13" y="66"/>
                              </a:lnTo>
                              <a:lnTo>
                                <a:pt x="19" y="54"/>
                              </a:lnTo>
                              <a:lnTo>
                                <a:pt x="25" y="44"/>
                              </a:lnTo>
                              <a:lnTo>
                                <a:pt x="33" y="35"/>
                              </a:lnTo>
                              <a:lnTo>
                                <a:pt x="42" y="27"/>
                              </a:lnTo>
                              <a:lnTo>
                                <a:pt x="52" y="19"/>
                              </a:lnTo>
                              <a:lnTo>
                                <a:pt x="63" y="13"/>
                              </a:lnTo>
                              <a:lnTo>
                                <a:pt x="75" y="7"/>
                              </a:lnTo>
                              <a:lnTo>
                                <a:pt x="89" y="4"/>
                              </a:lnTo>
                              <a:lnTo>
                                <a:pt x="102" y="2"/>
                              </a:lnTo>
                              <a:lnTo>
                                <a:pt x="116" y="0"/>
                              </a:lnTo>
                              <a:lnTo>
                                <a:pt x="133" y="0"/>
                              </a:lnTo>
                              <a:close/>
                              <a:moveTo>
                                <a:pt x="133" y="219"/>
                              </a:moveTo>
                              <a:lnTo>
                                <a:pt x="133" y="219"/>
                              </a:lnTo>
                              <a:lnTo>
                                <a:pt x="146" y="219"/>
                              </a:lnTo>
                              <a:lnTo>
                                <a:pt x="160" y="213"/>
                              </a:lnTo>
                              <a:lnTo>
                                <a:pt x="170" y="205"/>
                              </a:lnTo>
                              <a:lnTo>
                                <a:pt x="177" y="193"/>
                              </a:lnTo>
                              <a:lnTo>
                                <a:pt x="183" y="182"/>
                              </a:lnTo>
                              <a:lnTo>
                                <a:pt x="187" y="166"/>
                              </a:lnTo>
                              <a:lnTo>
                                <a:pt x="189" y="151"/>
                              </a:lnTo>
                              <a:lnTo>
                                <a:pt x="191" y="135"/>
                              </a:lnTo>
                              <a:lnTo>
                                <a:pt x="189" y="118"/>
                              </a:lnTo>
                              <a:lnTo>
                                <a:pt x="187" y="102"/>
                              </a:lnTo>
                              <a:lnTo>
                                <a:pt x="183" y="89"/>
                              </a:lnTo>
                              <a:lnTo>
                                <a:pt x="177" y="75"/>
                              </a:lnTo>
                              <a:lnTo>
                                <a:pt x="170" y="66"/>
                              </a:lnTo>
                              <a:lnTo>
                                <a:pt x="160" y="58"/>
                              </a:lnTo>
                              <a:lnTo>
                                <a:pt x="146" y="52"/>
                              </a:lnTo>
                              <a:lnTo>
                                <a:pt x="133" y="52"/>
                              </a:lnTo>
                              <a:lnTo>
                                <a:pt x="118" y="52"/>
                              </a:lnTo>
                              <a:lnTo>
                                <a:pt x="104" y="58"/>
                              </a:lnTo>
                              <a:lnTo>
                                <a:pt x="94" y="66"/>
                              </a:lnTo>
                              <a:lnTo>
                                <a:pt x="85" y="75"/>
                              </a:lnTo>
                              <a:lnTo>
                                <a:pt x="79" y="89"/>
                              </a:lnTo>
                              <a:lnTo>
                                <a:pt x="75" y="102"/>
                              </a:lnTo>
                              <a:lnTo>
                                <a:pt x="73" y="118"/>
                              </a:lnTo>
                              <a:lnTo>
                                <a:pt x="71" y="135"/>
                              </a:lnTo>
                              <a:lnTo>
                                <a:pt x="73" y="151"/>
                              </a:lnTo>
                              <a:lnTo>
                                <a:pt x="75" y="166"/>
                              </a:lnTo>
                              <a:lnTo>
                                <a:pt x="79" y="182"/>
                              </a:lnTo>
                              <a:lnTo>
                                <a:pt x="85" y="193"/>
                              </a:lnTo>
                              <a:lnTo>
                                <a:pt x="94" y="205"/>
                              </a:lnTo>
                              <a:lnTo>
                                <a:pt x="104" y="213"/>
                              </a:lnTo>
                              <a:lnTo>
                                <a:pt x="118" y="219"/>
                              </a:lnTo>
                              <a:lnTo>
                                <a:pt x="133" y="2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4" name="Freeform 199"/>
                      <wps:cNvSpPr>
                        <a:spLocks/>
                      </wps:cNvSpPr>
                      <wps:spPr bwMode="auto">
                        <a:xfrm>
                          <a:off x="381000" y="113030"/>
                          <a:ext cx="84455" cy="86360"/>
                        </a:xfrm>
                        <a:custGeom>
                          <a:avLst/>
                          <a:gdLst>
                            <a:gd name="T0" fmla="*/ 133 w 266"/>
                            <a:gd name="T1" fmla="*/ 0 h 271"/>
                            <a:gd name="T2" fmla="*/ 162 w 266"/>
                            <a:gd name="T3" fmla="*/ 2 h 271"/>
                            <a:gd name="T4" fmla="*/ 189 w 266"/>
                            <a:gd name="T5" fmla="*/ 7 h 271"/>
                            <a:gd name="T6" fmla="*/ 212 w 266"/>
                            <a:gd name="T7" fmla="*/ 19 h 271"/>
                            <a:gd name="T8" fmla="*/ 231 w 266"/>
                            <a:gd name="T9" fmla="*/ 35 h 271"/>
                            <a:gd name="T10" fmla="*/ 247 w 266"/>
                            <a:gd name="T11" fmla="*/ 54 h 271"/>
                            <a:gd name="T12" fmla="*/ 257 w 266"/>
                            <a:gd name="T13" fmla="*/ 77 h 271"/>
                            <a:gd name="T14" fmla="*/ 262 w 266"/>
                            <a:gd name="T15" fmla="*/ 104 h 271"/>
                            <a:gd name="T16" fmla="*/ 266 w 266"/>
                            <a:gd name="T17" fmla="*/ 135 h 271"/>
                            <a:gd name="T18" fmla="*/ 260 w 266"/>
                            <a:gd name="T19" fmla="*/ 180 h 271"/>
                            <a:gd name="T20" fmla="*/ 253 w 266"/>
                            <a:gd name="T21" fmla="*/ 205 h 271"/>
                            <a:gd name="T22" fmla="*/ 239 w 266"/>
                            <a:gd name="T23" fmla="*/ 226 h 271"/>
                            <a:gd name="T24" fmla="*/ 222 w 266"/>
                            <a:gd name="T25" fmla="*/ 244 h 271"/>
                            <a:gd name="T26" fmla="*/ 203 w 266"/>
                            <a:gd name="T27" fmla="*/ 257 h 271"/>
                            <a:gd name="T28" fmla="*/ 177 w 266"/>
                            <a:gd name="T29" fmla="*/ 267 h 271"/>
                            <a:gd name="T30" fmla="*/ 148 w 266"/>
                            <a:gd name="T31" fmla="*/ 271 h 271"/>
                            <a:gd name="T32" fmla="*/ 133 w 266"/>
                            <a:gd name="T33" fmla="*/ 271 h 271"/>
                            <a:gd name="T34" fmla="*/ 102 w 266"/>
                            <a:gd name="T35" fmla="*/ 269 h 271"/>
                            <a:gd name="T36" fmla="*/ 75 w 266"/>
                            <a:gd name="T37" fmla="*/ 263 h 271"/>
                            <a:gd name="T38" fmla="*/ 52 w 266"/>
                            <a:gd name="T39" fmla="*/ 252 h 271"/>
                            <a:gd name="T40" fmla="*/ 33 w 266"/>
                            <a:gd name="T41" fmla="*/ 236 h 271"/>
                            <a:gd name="T42" fmla="*/ 19 w 266"/>
                            <a:gd name="T43" fmla="*/ 215 h 271"/>
                            <a:gd name="T44" fmla="*/ 7 w 266"/>
                            <a:gd name="T45" fmla="*/ 192 h 271"/>
                            <a:gd name="T46" fmla="*/ 2 w 266"/>
                            <a:gd name="T47" fmla="*/ 166 h 271"/>
                            <a:gd name="T48" fmla="*/ 0 w 266"/>
                            <a:gd name="T49" fmla="*/ 135 h 271"/>
                            <a:gd name="T50" fmla="*/ 4 w 266"/>
                            <a:gd name="T51" fmla="*/ 91 h 271"/>
                            <a:gd name="T52" fmla="*/ 13 w 266"/>
                            <a:gd name="T53" fmla="*/ 66 h 271"/>
                            <a:gd name="T54" fmla="*/ 25 w 266"/>
                            <a:gd name="T55" fmla="*/ 44 h 271"/>
                            <a:gd name="T56" fmla="*/ 42 w 266"/>
                            <a:gd name="T57" fmla="*/ 27 h 271"/>
                            <a:gd name="T58" fmla="*/ 63 w 266"/>
                            <a:gd name="T59" fmla="*/ 13 h 271"/>
                            <a:gd name="T60" fmla="*/ 89 w 266"/>
                            <a:gd name="T61" fmla="*/ 4 h 271"/>
                            <a:gd name="T62" fmla="*/ 116 w 266"/>
                            <a:gd name="T63" fmla="*/ 0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</a:cxnLst>
                          <a:rect l="0" t="0" r="r" b="b"/>
                          <a:pathLst>
                            <a:path w="266" h="271">
                              <a:moveTo>
                                <a:pt x="133" y="0"/>
                              </a:moveTo>
                              <a:lnTo>
                                <a:pt x="133" y="0"/>
                              </a:lnTo>
                              <a:lnTo>
                                <a:pt x="148" y="0"/>
                              </a:lnTo>
                              <a:lnTo>
                                <a:pt x="162" y="2"/>
                              </a:lnTo>
                              <a:lnTo>
                                <a:pt x="177" y="4"/>
                              </a:lnTo>
                              <a:lnTo>
                                <a:pt x="189" y="7"/>
                              </a:lnTo>
                              <a:lnTo>
                                <a:pt x="203" y="13"/>
                              </a:lnTo>
                              <a:lnTo>
                                <a:pt x="212" y="19"/>
                              </a:lnTo>
                              <a:lnTo>
                                <a:pt x="222" y="27"/>
                              </a:lnTo>
                              <a:lnTo>
                                <a:pt x="231" y="35"/>
                              </a:lnTo>
                              <a:lnTo>
                                <a:pt x="239" y="44"/>
                              </a:lnTo>
                              <a:lnTo>
                                <a:pt x="247" y="54"/>
                              </a:lnTo>
                              <a:lnTo>
                                <a:pt x="253" y="66"/>
                              </a:lnTo>
                              <a:lnTo>
                                <a:pt x="257" y="77"/>
                              </a:lnTo>
                              <a:lnTo>
                                <a:pt x="260" y="91"/>
                              </a:lnTo>
                              <a:lnTo>
                                <a:pt x="262" y="104"/>
                              </a:lnTo>
                              <a:lnTo>
                                <a:pt x="266" y="135"/>
                              </a:lnTo>
                              <a:lnTo>
                                <a:pt x="262" y="166"/>
                              </a:lnTo>
                              <a:lnTo>
                                <a:pt x="260" y="180"/>
                              </a:lnTo>
                              <a:lnTo>
                                <a:pt x="257" y="192"/>
                              </a:lnTo>
                              <a:lnTo>
                                <a:pt x="253" y="205"/>
                              </a:lnTo>
                              <a:lnTo>
                                <a:pt x="247" y="215"/>
                              </a:lnTo>
                              <a:lnTo>
                                <a:pt x="239" y="226"/>
                              </a:lnTo>
                              <a:lnTo>
                                <a:pt x="231" y="236"/>
                              </a:lnTo>
                              <a:lnTo>
                                <a:pt x="222" y="244"/>
                              </a:lnTo>
                              <a:lnTo>
                                <a:pt x="212" y="252"/>
                              </a:lnTo>
                              <a:lnTo>
                                <a:pt x="203" y="257"/>
                              </a:lnTo>
                              <a:lnTo>
                                <a:pt x="189" y="263"/>
                              </a:lnTo>
                              <a:lnTo>
                                <a:pt x="177" y="267"/>
                              </a:lnTo>
                              <a:lnTo>
                                <a:pt x="162" y="269"/>
                              </a:lnTo>
                              <a:lnTo>
                                <a:pt x="148" y="271"/>
                              </a:lnTo>
                              <a:lnTo>
                                <a:pt x="133" y="271"/>
                              </a:lnTo>
                              <a:lnTo>
                                <a:pt x="116" y="271"/>
                              </a:lnTo>
                              <a:lnTo>
                                <a:pt x="102" y="269"/>
                              </a:lnTo>
                              <a:lnTo>
                                <a:pt x="89" y="267"/>
                              </a:lnTo>
                              <a:lnTo>
                                <a:pt x="75" y="263"/>
                              </a:lnTo>
                              <a:lnTo>
                                <a:pt x="63" y="257"/>
                              </a:lnTo>
                              <a:lnTo>
                                <a:pt x="52" y="252"/>
                              </a:lnTo>
                              <a:lnTo>
                                <a:pt x="42" y="244"/>
                              </a:lnTo>
                              <a:lnTo>
                                <a:pt x="33" y="236"/>
                              </a:lnTo>
                              <a:lnTo>
                                <a:pt x="25" y="226"/>
                              </a:lnTo>
                              <a:lnTo>
                                <a:pt x="19" y="215"/>
                              </a:lnTo>
                              <a:lnTo>
                                <a:pt x="13" y="205"/>
                              </a:lnTo>
                              <a:lnTo>
                                <a:pt x="7" y="192"/>
                              </a:lnTo>
                              <a:lnTo>
                                <a:pt x="4" y="180"/>
                              </a:lnTo>
                              <a:lnTo>
                                <a:pt x="2" y="166"/>
                              </a:lnTo>
                              <a:lnTo>
                                <a:pt x="0" y="135"/>
                              </a:lnTo>
                              <a:lnTo>
                                <a:pt x="2" y="104"/>
                              </a:lnTo>
                              <a:lnTo>
                                <a:pt x="4" y="91"/>
                              </a:lnTo>
                              <a:lnTo>
                                <a:pt x="7" y="77"/>
                              </a:lnTo>
                              <a:lnTo>
                                <a:pt x="13" y="66"/>
                              </a:lnTo>
                              <a:lnTo>
                                <a:pt x="19" y="54"/>
                              </a:lnTo>
                              <a:lnTo>
                                <a:pt x="25" y="44"/>
                              </a:lnTo>
                              <a:lnTo>
                                <a:pt x="33" y="35"/>
                              </a:lnTo>
                              <a:lnTo>
                                <a:pt x="42" y="27"/>
                              </a:lnTo>
                              <a:lnTo>
                                <a:pt x="52" y="19"/>
                              </a:lnTo>
                              <a:lnTo>
                                <a:pt x="63" y="13"/>
                              </a:lnTo>
                              <a:lnTo>
                                <a:pt x="75" y="7"/>
                              </a:lnTo>
                              <a:lnTo>
                                <a:pt x="89" y="4"/>
                              </a:lnTo>
                              <a:lnTo>
                                <a:pt x="102" y="2"/>
                              </a:lnTo>
                              <a:lnTo>
                                <a:pt x="116" y="0"/>
                              </a:lnTo>
                              <a:lnTo>
                                <a:pt x="133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5" name="Freeform 200"/>
                      <wps:cNvSpPr>
                        <a:spLocks/>
                      </wps:cNvSpPr>
                      <wps:spPr bwMode="auto">
                        <a:xfrm>
                          <a:off x="403860" y="129540"/>
                          <a:ext cx="37465" cy="53340"/>
                        </a:xfrm>
                        <a:custGeom>
                          <a:avLst/>
                          <a:gdLst>
                            <a:gd name="T0" fmla="*/ 62 w 120"/>
                            <a:gd name="T1" fmla="*/ 167 h 167"/>
                            <a:gd name="T2" fmla="*/ 62 w 120"/>
                            <a:gd name="T3" fmla="*/ 167 h 167"/>
                            <a:gd name="T4" fmla="*/ 75 w 120"/>
                            <a:gd name="T5" fmla="*/ 167 h 167"/>
                            <a:gd name="T6" fmla="*/ 89 w 120"/>
                            <a:gd name="T7" fmla="*/ 161 h 167"/>
                            <a:gd name="T8" fmla="*/ 99 w 120"/>
                            <a:gd name="T9" fmla="*/ 153 h 167"/>
                            <a:gd name="T10" fmla="*/ 106 w 120"/>
                            <a:gd name="T11" fmla="*/ 141 h 167"/>
                            <a:gd name="T12" fmla="*/ 112 w 120"/>
                            <a:gd name="T13" fmla="*/ 130 h 167"/>
                            <a:gd name="T14" fmla="*/ 116 w 120"/>
                            <a:gd name="T15" fmla="*/ 114 h 167"/>
                            <a:gd name="T16" fmla="*/ 118 w 120"/>
                            <a:gd name="T17" fmla="*/ 99 h 167"/>
                            <a:gd name="T18" fmla="*/ 120 w 120"/>
                            <a:gd name="T19" fmla="*/ 83 h 167"/>
                            <a:gd name="T20" fmla="*/ 120 w 120"/>
                            <a:gd name="T21" fmla="*/ 83 h 167"/>
                            <a:gd name="T22" fmla="*/ 118 w 120"/>
                            <a:gd name="T23" fmla="*/ 66 h 167"/>
                            <a:gd name="T24" fmla="*/ 116 w 120"/>
                            <a:gd name="T25" fmla="*/ 50 h 167"/>
                            <a:gd name="T26" fmla="*/ 112 w 120"/>
                            <a:gd name="T27" fmla="*/ 37 h 167"/>
                            <a:gd name="T28" fmla="*/ 106 w 120"/>
                            <a:gd name="T29" fmla="*/ 23 h 167"/>
                            <a:gd name="T30" fmla="*/ 99 w 120"/>
                            <a:gd name="T31" fmla="*/ 14 h 167"/>
                            <a:gd name="T32" fmla="*/ 89 w 120"/>
                            <a:gd name="T33" fmla="*/ 6 h 167"/>
                            <a:gd name="T34" fmla="*/ 75 w 120"/>
                            <a:gd name="T35" fmla="*/ 0 h 167"/>
                            <a:gd name="T36" fmla="*/ 62 w 120"/>
                            <a:gd name="T37" fmla="*/ 0 h 167"/>
                            <a:gd name="T38" fmla="*/ 62 w 120"/>
                            <a:gd name="T39" fmla="*/ 0 h 167"/>
                            <a:gd name="T40" fmla="*/ 47 w 120"/>
                            <a:gd name="T41" fmla="*/ 0 h 167"/>
                            <a:gd name="T42" fmla="*/ 33 w 120"/>
                            <a:gd name="T43" fmla="*/ 6 h 167"/>
                            <a:gd name="T44" fmla="*/ 23 w 120"/>
                            <a:gd name="T45" fmla="*/ 14 h 167"/>
                            <a:gd name="T46" fmla="*/ 14 w 120"/>
                            <a:gd name="T47" fmla="*/ 23 h 167"/>
                            <a:gd name="T48" fmla="*/ 8 w 120"/>
                            <a:gd name="T49" fmla="*/ 37 h 167"/>
                            <a:gd name="T50" fmla="*/ 4 w 120"/>
                            <a:gd name="T51" fmla="*/ 50 h 167"/>
                            <a:gd name="T52" fmla="*/ 2 w 120"/>
                            <a:gd name="T53" fmla="*/ 66 h 167"/>
                            <a:gd name="T54" fmla="*/ 0 w 120"/>
                            <a:gd name="T55" fmla="*/ 83 h 167"/>
                            <a:gd name="T56" fmla="*/ 0 w 120"/>
                            <a:gd name="T57" fmla="*/ 83 h 167"/>
                            <a:gd name="T58" fmla="*/ 2 w 120"/>
                            <a:gd name="T59" fmla="*/ 99 h 167"/>
                            <a:gd name="T60" fmla="*/ 4 w 120"/>
                            <a:gd name="T61" fmla="*/ 114 h 167"/>
                            <a:gd name="T62" fmla="*/ 8 w 120"/>
                            <a:gd name="T63" fmla="*/ 130 h 167"/>
                            <a:gd name="T64" fmla="*/ 14 w 120"/>
                            <a:gd name="T65" fmla="*/ 141 h 167"/>
                            <a:gd name="T66" fmla="*/ 23 w 120"/>
                            <a:gd name="T67" fmla="*/ 153 h 167"/>
                            <a:gd name="T68" fmla="*/ 33 w 120"/>
                            <a:gd name="T69" fmla="*/ 161 h 167"/>
                            <a:gd name="T70" fmla="*/ 47 w 120"/>
                            <a:gd name="T71" fmla="*/ 167 h 167"/>
                            <a:gd name="T72" fmla="*/ 62 w 120"/>
                            <a:gd name="T73" fmla="*/ 167 h 16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120" h="167">
                              <a:moveTo>
                                <a:pt x="62" y="167"/>
                              </a:moveTo>
                              <a:lnTo>
                                <a:pt x="62" y="167"/>
                              </a:lnTo>
                              <a:lnTo>
                                <a:pt x="75" y="167"/>
                              </a:lnTo>
                              <a:lnTo>
                                <a:pt x="89" y="161"/>
                              </a:lnTo>
                              <a:lnTo>
                                <a:pt x="99" y="153"/>
                              </a:lnTo>
                              <a:lnTo>
                                <a:pt x="106" y="141"/>
                              </a:lnTo>
                              <a:lnTo>
                                <a:pt x="112" y="130"/>
                              </a:lnTo>
                              <a:lnTo>
                                <a:pt x="116" y="114"/>
                              </a:lnTo>
                              <a:lnTo>
                                <a:pt x="118" y="99"/>
                              </a:lnTo>
                              <a:lnTo>
                                <a:pt x="120" y="83"/>
                              </a:lnTo>
                              <a:lnTo>
                                <a:pt x="118" y="66"/>
                              </a:lnTo>
                              <a:lnTo>
                                <a:pt x="116" y="50"/>
                              </a:lnTo>
                              <a:lnTo>
                                <a:pt x="112" y="37"/>
                              </a:lnTo>
                              <a:lnTo>
                                <a:pt x="106" y="23"/>
                              </a:lnTo>
                              <a:lnTo>
                                <a:pt x="99" y="14"/>
                              </a:lnTo>
                              <a:lnTo>
                                <a:pt x="89" y="6"/>
                              </a:lnTo>
                              <a:lnTo>
                                <a:pt x="75" y="0"/>
                              </a:lnTo>
                              <a:lnTo>
                                <a:pt x="62" y="0"/>
                              </a:lnTo>
                              <a:lnTo>
                                <a:pt x="47" y="0"/>
                              </a:lnTo>
                              <a:lnTo>
                                <a:pt x="33" y="6"/>
                              </a:lnTo>
                              <a:lnTo>
                                <a:pt x="23" y="14"/>
                              </a:lnTo>
                              <a:lnTo>
                                <a:pt x="14" y="23"/>
                              </a:lnTo>
                              <a:lnTo>
                                <a:pt x="8" y="37"/>
                              </a:lnTo>
                              <a:lnTo>
                                <a:pt x="4" y="50"/>
                              </a:lnTo>
                              <a:lnTo>
                                <a:pt x="2" y="66"/>
                              </a:lnTo>
                              <a:lnTo>
                                <a:pt x="0" y="83"/>
                              </a:lnTo>
                              <a:lnTo>
                                <a:pt x="2" y="99"/>
                              </a:lnTo>
                              <a:lnTo>
                                <a:pt x="4" y="114"/>
                              </a:lnTo>
                              <a:lnTo>
                                <a:pt x="8" y="130"/>
                              </a:lnTo>
                              <a:lnTo>
                                <a:pt x="14" y="141"/>
                              </a:lnTo>
                              <a:lnTo>
                                <a:pt x="23" y="153"/>
                              </a:lnTo>
                              <a:lnTo>
                                <a:pt x="33" y="161"/>
                              </a:lnTo>
                              <a:lnTo>
                                <a:pt x="47" y="167"/>
                              </a:lnTo>
                              <a:lnTo>
                                <a:pt x="62" y="167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6" name="Freeform 201"/>
                      <wps:cNvSpPr>
                        <a:spLocks/>
                      </wps:cNvSpPr>
                      <wps:spPr bwMode="auto">
                        <a:xfrm>
                          <a:off x="291465" y="113030"/>
                          <a:ext cx="73660" cy="86360"/>
                        </a:xfrm>
                        <a:custGeom>
                          <a:avLst/>
                          <a:gdLst>
                            <a:gd name="T0" fmla="*/ 154 w 231"/>
                            <a:gd name="T1" fmla="*/ 0 h 271"/>
                            <a:gd name="T2" fmla="*/ 193 w 231"/>
                            <a:gd name="T3" fmla="*/ 2 h 271"/>
                            <a:gd name="T4" fmla="*/ 226 w 231"/>
                            <a:gd name="T5" fmla="*/ 69 h 271"/>
                            <a:gd name="T6" fmla="*/ 208 w 231"/>
                            <a:gd name="T7" fmla="*/ 62 h 271"/>
                            <a:gd name="T8" fmla="*/ 173 w 231"/>
                            <a:gd name="T9" fmla="*/ 52 h 271"/>
                            <a:gd name="T10" fmla="*/ 156 w 231"/>
                            <a:gd name="T11" fmla="*/ 52 h 271"/>
                            <a:gd name="T12" fmla="*/ 123 w 231"/>
                            <a:gd name="T13" fmla="*/ 58 h 271"/>
                            <a:gd name="T14" fmla="*/ 96 w 231"/>
                            <a:gd name="T15" fmla="*/ 75 h 271"/>
                            <a:gd name="T16" fmla="*/ 79 w 231"/>
                            <a:gd name="T17" fmla="*/ 100 h 271"/>
                            <a:gd name="T18" fmla="*/ 73 w 231"/>
                            <a:gd name="T19" fmla="*/ 135 h 271"/>
                            <a:gd name="T20" fmla="*/ 75 w 231"/>
                            <a:gd name="T21" fmla="*/ 155 h 271"/>
                            <a:gd name="T22" fmla="*/ 87 w 231"/>
                            <a:gd name="T23" fmla="*/ 186 h 271"/>
                            <a:gd name="T24" fmla="*/ 112 w 231"/>
                            <a:gd name="T25" fmla="*/ 207 h 271"/>
                            <a:gd name="T26" fmla="*/ 143 w 231"/>
                            <a:gd name="T27" fmla="*/ 219 h 271"/>
                            <a:gd name="T28" fmla="*/ 162 w 231"/>
                            <a:gd name="T29" fmla="*/ 219 h 271"/>
                            <a:gd name="T30" fmla="*/ 197 w 231"/>
                            <a:gd name="T31" fmla="*/ 215 h 271"/>
                            <a:gd name="T32" fmla="*/ 230 w 231"/>
                            <a:gd name="T33" fmla="*/ 205 h 271"/>
                            <a:gd name="T34" fmla="*/ 231 w 231"/>
                            <a:gd name="T35" fmla="*/ 259 h 271"/>
                            <a:gd name="T36" fmla="*/ 199 w 231"/>
                            <a:gd name="T37" fmla="*/ 269 h 271"/>
                            <a:gd name="T38" fmla="*/ 154 w 231"/>
                            <a:gd name="T39" fmla="*/ 271 h 271"/>
                            <a:gd name="T40" fmla="*/ 127 w 231"/>
                            <a:gd name="T41" fmla="*/ 271 h 271"/>
                            <a:gd name="T42" fmla="*/ 87 w 231"/>
                            <a:gd name="T43" fmla="*/ 261 h 271"/>
                            <a:gd name="T44" fmla="*/ 61 w 231"/>
                            <a:gd name="T45" fmla="*/ 250 h 271"/>
                            <a:gd name="T46" fmla="*/ 40 w 231"/>
                            <a:gd name="T47" fmla="*/ 232 h 271"/>
                            <a:gd name="T48" fmla="*/ 21 w 231"/>
                            <a:gd name="T49" fmla="*/ 213 h 271"/>
                            <a:gd name="T50" fmla="*/ 7 w 231"/>
                            <a:gd name="T51" fmla="*/ 186 h 271"/>
                            <a:gd name="T52" fmla="*/ 2 w 231"/>
                            <a:gd name="T53" fmla="*/ 153 h 271"/>
                            <a:gd name="T54" fmla="*/ 0 w 231"/>
                            <a:gd name="T55" fmla="*/ 135 h 271"/>
                            <a:gd name="T56" fmla="*/ 3 w 231"/>
                            <a:gd name="T57" fmla="*/ 102 h 271"/>
                            <a:gd name="T58" fmla="*/ 11 w 231"/>
                            <a:gd name="T59" fmla="*/ 75 h 271"/>
                            <a:gd name="T60" fmla="*/ 27 w 231"/>
                            <a:gd name="T61" fmla="*/ 52 h 271"/>
                            <a:gd name="T62" fmla="*/ 44 w 231"/>
                            <a:gd name="T63" fmla="*/ 33 h 271"/>
                            <a:gd name="T64" fmla="*/ 67 w 231"/>
                            <a:gd name="T65" fmla="*/ 17 h 271"/>
                            <a:gd name="T66" fmla="*/ 92 w 231"/>
                            <a:gd name="T67" fmla="*/ 7 h 271"/>
                            <a:gd name="T68" fmla="*/ 121 w 231"/>
                            <a:gd name="T69" fmla="*/ 2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231" h="271">
                              <a:moveTo>
                                <a:pt x="154" y="0"/>
                              </a:moveTo>
                              <a:lnTo>
                                <a:pt x="154" y="0"/>
                              </a:lnTo>
                              <a:lnTo>
                                <a:pt x="173" y="0"/>
                              </a:lnTo>
                              <a:lnTo>
                                <a:pt x="193" y="2"/>
                              </a:lnTo>
                              <a:lnTo>
                                <a:pt x="231" y="11"/>
                              </a:lnTo>
                              <a:lnTo>
                                <a:pt x="226" y="69"/>
                              </a:lnTo>
                              <a:lnTo>
                                <a:pt x="208" y="62"/>
                              </a:lnTo>
                              <a:lnTo>
                                <a:pt x="191" y="56"/>
                              </a:lnTo>
                              <a:lnTo>
                                <a:pt x="173" y="52"/>
                              </a:lnTo>
                              <a:lnTo>
                                <a:pt x="156" y="52"/>
                              </a:lnTo>
                              <a:lnTo>
                                <a:pt x="139" y="52"/>
                              </a:lnTo>
                              <a:lnTo>
                                <a:pt x="123" y="58"/>
                              </a:lnTo>
                              <a:lnTo>
                                <a:pt x="108" y="66"/>
                              </a:lnTo>
                              <a:lnTo>
                                <a:pt x="96" y="75"/>
                              </a:lnTo>
                              <a:lnTo>
                                <a:pt x="87" y="87"/>
                              </a:lnTo>
                              <a:lnTo>
                                <a:pt x="79" y="100"/>
                              </a:lnTo>
                              <a:lnTo>
                                <a:pt x="75" y="118"/>
                              </a:lnTo>
                              <a:lnTo>
                                <a:pt x="73" y="135"/>
                              </a:lnTo>
                              <a:lnTo>
                                <a:pt x="75" y="155"/>
                              </a:lnTo>
                              <a:lnTo>
                                <a:pt x="79" y="170"/>
                              </a:lnTo>
                              <a:lnTo>
                                <a:pt x="87" y="186"/>
                              </a:lnTo>
                              <a:lnTo>
                                <a:pt x="98" y="197"/>
                              </a:lnTo>
                              <a:lnTo>
                                <a:pt x="112" y="207"/>
                              </a:lnTo>
                              <a:lnTo>
                                <a:pt x="127" y="213"/>
                              </a:lnTo>
                              <a:lnTo>
                                <a:pt x="143" y="219"/>
                              </a:lnTo>
                              <a:lnTo>
                                <a:pt x="162" y="219"/>
                              </a:lnTo>
                              <a:lnTo>
                                <a:pt x="179" y="219"/>
                              </a:lnTo>
                              <a:lnTo>
                                <a:pt x="197" y="215"/>
                              </a:lnTo>
                              <a:lnTo>
                                <a:pt x="214" y="211"/>
                              </a:lnTo>
                              <a:lnTo>
                                <a:pt x="230" y="205"/>
                              </a:lnTo>
                              <a:lnTo>
                                <a:pt x="231" y="259"/>
                              </a:lnTo>
                              <a:lnTo>
                                <a:pt x="216" y="265"/>
                              </a:lnTo>
                              <a:lnTo>
                                <a:pt x="199" y="269"/>
                              </a:lnTo>
                              <a:lnTo>
                                <a:pt x="177" y="271"/>
                              </a:lnTo>
                              <a:lnTo>
                                <a:pt x="154" y="271"/>
                              </a:lnTo>
                              <a:lnTo>
                                <a:pt x="127" y="271"/>
                              </a:lnTo>
                              <a:lnTo>
                                <a:pt x="100" y="265"/>
                              </a:lnTo>
                              <a:lnTo>
                                <a:pt x="87" y="261"/>
                              </a:lnTo>
                              <a:lnTo>
                                <a:pt x="73" y="255"/>
                              </a:lnTo>
                              <a:lnTo>
                                <a:pt x="61" y="250"/>
                              </a:lnTo>
                              <a:lnTo>
                                <a:pt x="50" y="242"/>
                              </a:lnTo>
                              <a:lnTo>
                                <a:pt x="40" y="232"/>
                              </a:lnTo>
                              <a:lnTo>
                                <a:pt x="31" y="223"/>
                              </a:lnTo>
                              <a:lnTo>
                                <a:pt x="21" y="213"/>
                              </a:lnTo>
                              <a:lnTo>
                                <a:pt x="13" y="199"/>
                              </a:lnTo>
                              <a:lnTo>
                                <a:pt x="7" y="186"/>
                              </a:lnTo>
                              <a:lnTo>
                                <a:pt x="3" y="170"/>
                              </a:lnTo>
                              <a:lnTo>
                                <a:pt x="2" y="153"/>
                              </a:lnTo>
                              <a:lnTo>
                                <a:pt x="0" y="135"/>
                              </a:lnTo>
                              <a:lnTo>
                                <a:pt x="2" y="118"/>
                              </a:lnTo>
                              <a:lnTo>
                                <a:pt x="3" y="102"/>
                              </a:lnTo>
                              <a:lnTo>
                                <a:pt x="7" y="89"/>
                              </a:lnTo>
                              <a:lnTo>
                                <a:pt x="11" y="75"/>
                              </a:lnTo>
                              <a:lnTo>
                                <a:pt x="19" y="62"/>
                              </a:lnTo>
                              <a:lnTo>
                                <a:pt x="27" y="52"/>
                              </a:lnTo>
                              <a:lnTo>
                                <a:pt x="34" y="40"/>
                              </a:lnTo>
                              <a:lnTo>
                                <a:pt x="44" y="33"/>
                              </a:lnTo>
                              <a:lnTo>
                                <a:pt x="56" y="25"/>
                              </a:lnTo>
                              <a:lnTo>
                                <a:pt x="67" y="17"/>
                              </a:lnTo>
                              <a:lnTo>
                                <a:pt x="79" y="11"/>
                              </a:lnTo>
                              <a:lnTo>
                                <a:pt x="92" y="7"/>
                              </a:lnTo>
                              <a:lnTo>
                                <a:pt x="108" y="4"/>
                              </a:lnTo>
                              <a:lnTo>
                                <a:pt x="121" y="2"/>
                              </a:lnTo>
                              <a:lnTo>
                                <a:pt x="15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7" name="Freeform 202"/>
                      <wps:cNvSpPr>
                        <a:spLocks/>
                      </wps:cNvSpPr>
                      <wps:spPr bwMode="auto">
                        <a:xfrm>
                          <a:off x="291465" y="113030"/>
                          <a:ext cx="73660" cy="86360"/>
                        </a:xfrm>
                        <a:custGeom>
                          <a:avLst/>
                          <a:gdLst>
                            <a:gd name="T0" fmla="*/ 154 w 231"/>
                            <a:gd name="T1" fmla="*/ 0 h 271"/>
                            <a:gd name="T2" fmla="*/ 193 w 231"/>
                            <a:gd name="T3" fmla="*/ 2 h 271"/>
                            <a:gd name="T4" fmla="*/ 226 w 231"/>
                            <a:gd name="T5" fmla="*/ 69 h 271"/>
                            <a:gd name="T6" fmla="*/ 208 w 231"/>
                            <a:gd name="T7" fmla="*/ 62 h 271"/>
                            <a:gd name="T8" fmla="*/ 173 w 231"/>
                            <a:gd name="T9" fmla="*/ 52 h 271"/>
                            <a:gd name="T10" fmla="*/ 156 w 231"/>
                            <a:gd name="T11" fmla="*/ 52 h 271"/>
                            <a:gd name="T12" fmla="*/ 123 w 231"/>
                            <a:gd name="T13" fmla="*/ 58 h 271"/>
                            <a:gd name="T14" fmla="*/ 96 w 231"/>
                            <a:gd name="T15" fmla="*/ 75 h 271"/>
                            <a:gd name="T16" fmla="*/ 79 w 231"/>
                            <a:gd name="T17" fmla="*/ 100 h 271"/>
                            <a:gd name="T18" fmla="*/ 73 w 231"/>
                            <a:gd name="T19" fmla="*/ 135 h 271"/>
                            <a:gd name="T20" fmla="*/ 75 w 231"/>
                            <a:gd name="T21" fmla="*/ 155 h 271"/>
                            <a:gd name="T22" fmla="*/ 87 w 231"/>
                            <a:gd name="T23" fmla="*/ 186 h 271"/>
                            <a:gd name="T24" fmla="*/ 112 w 231"/>
                            <a:gd name="T25" fmla="*/ 207 h 271"/>
                            <a:gd name="T26" fmla="*/ 143 w 231"/>
                            <a:gd name="T27" fmla="*/ 219 h 271"/>
                            <a:gd name="T28" fmla="*/ 162 w 231"/>
                            <a:gd name="T29" fmla="*/ 219 h 271"/>
                            <a:gd name="T30" fmla="*/ 197 w 231"/>
                            <a:gd name="T31" fmla="*/ 215 h 271"/>
                            <a:gd name="T32" fmla="*/ 230 w 231"/>
                            <a:gd name="T33" fmla="*/ 205 h 271"/>
                            <a:gd name="T34" fmla="*/ 231 w 231"/>
                            <a:gd name="T35" fmla="*/ 259 h 271"/>
                            <a:gd name="T36" fmla="*/ 199 w 231"/>
                            <a:gd name="T37" fmla="*/ 269 h 271"/>
                            <a:gd name="T38" fmla="*/ 154 w 231"/>
                            <a:gd name="T39" fmla="*/ 271 h 271"/>
                            <a:gd name="T40" fmla="*/ 127 w 231"/>
                            <a:gd name="T41" fmla="*/ 271 h 271"/>
                            <a:gd name="T42" fmla="*/ 87 w 231"/>
                            <a:gd name="T43" fmla="*/ 261 h 271"/>
                            <a:gd name="T44" fmla="*/ 61 w 231"/>
                            <a:gd name="T45" fmla="*/ 250 h 271"/>
                            <a:gd name="T46" fmla="*/ 40 w 231"/>
                            <a:gd name="T47" fmla="*/ 232 h 271"/>
                            <a:gd name="T48" fmla="*/ 21 w 231"/>
                            <a:gd name="T49" fmla="*/ 213 h 271"/>
                            <a:gd name="T50" fmla="*/ 7 w 231"/>
                            <a:gd name="T51" fmla="*/ 186 h 271"/>
                            <a:gd name="T52" fmla="*/ 2 w 231"/>
                            <a:gd name="T53" fmla="*/ 153 h 271"/>
                            <a:gd name="T54" fmla="*/ 0 w 231"/>
                            <a:gd name="T55" fmla="*/ 135 h 271"/>
                            <a:gd name="T56" fmla="*/ 3 w 231"/>
                            <a:gd name="T57" fmla="*/ 102 h 271"/>
                            <a:gd name="T58" fmla="*/ 11 w 231"/>
                            <a:gd name="T59" fmla="*/ 75 h 271"/>
                            <a:gd name="T60" fmla="*/ 27 w 231"/>
                            <a:gd name="T61" fmla="*/ 52 h 271"/>
                            <a:gd name="T62" fmla="*/ 44 w 231"/>
                            <a:gd name="T63" fmla="*/ 33 h 271"/>
                            <a:gd name="T64" fmla="*/ 67 w 231"/>
                            <a:gd name="T65" fmla="*/ 17 h 271"/>
                            <a:gd name="T66" fmla="*/ 92 w 231"/>
                            <a:gd name="T67" fmla="*/ 7 h 271"/>
                            <a:gd name="T68" fmla="*/ 121 w 231"/>
                            <a:gd name="T69" fmla="*/ 2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231" h="271">
                              <a:moveTo>
                                <a:pt x="154" y="0"/>
                              </a:moveTo>
                              <a:lnTo>
                                <a:pt x="154" y="0"/>
                              </a:lnTo>
                              <a:lnTo>
                                <a:pt x="173" y="0"/>
                              </a:lnTo>
                              <a:lnTo>
                                <a:pt x="193" y="2"/>
                              </a:lnTo>
                              <a:lnTo>
                                <a:pt x="231" y="11"/>
                              </a:lnTo>
                              <a:lnTo>
                                <a:pt x="226" y="69"/>
                              </a:lnTo>
                              <a:lnTo>
                                <a:pt x="208" y="62"/>
                              </a:lnTo>
                              <a:lnTo>
                                <a:pt x="191" y="56"/>
                              </a:lnTo>
                              <a:lnTo>
                                <a:pt x="173" y="52"/>
                              </a:lnTo>
                              <a:lnTo>
                                <a:pt x="156" y="52"/>
                              </a:lnTo>
                              <a:lnTo>
                                <a:pt x="139" y="52"/>
                              </a:lnTo>
                              <a:lnTo>
                                <a:pt x="123" y="58"/>
                              </a:lnTo>
                              <a:lnTo>
                                <a:pt x="108" y="66"/>
                              </a:lnTo>
                              <a:lnTo>
                                <a:pt x="96" y="75"/>
                              </a:lnTo>
                              <a:lnTo>
                                <a:pt x="87" y="87"/>
                              </a:lnTo>
                              <a:lnTo>
                                <a:pt x="79" y="100"/>
                              </a:lnTo>
                              <a:lnTo>
                                <a:pt x="75" y="118"/>
                              </a:lnTo>
                              <a:lnTo>
                                <a:pt x="73" y="135"/>
                              </a:lnTo>
                              <a:lnTo>
                                <a:pt x="75" y="155"/>
                              </a:lnTo>
                              <a:lnTo>
                                <a:pt x="79" y="170"/>
                              </a:lnTo>
                              <a:lnTo>
                                <a:pt x="87" y="186"/>
                              </a:lnTo>
                              <a:lnTo>
                                <a:pt x="98" y="197"/>
                              </a:lnTo>
                              <a:lnTo>
                                <a:pt x="112" y="207"/>
                              </a:lnTo>
                              <a:lnTo>
                                <a:pt x="127" y="213"/>
                              </a:lnTo>
                              <a:lnTo>
                                <a:pt x="143" y="219"/>
                              </a:lnTo>
                              <a:lnTo>
                                <a:pt x="162" y="219"/>
                              </a:lnTo>
                              <a:lnTo>
                                <a:pt x="179" y="219"/>
                              </a:lnTo>
                              <a:lnTo>
                                <a:pt x="197" y="215"/>
                              </a:lnTo>
                              <a:lnTo>
                                <a:pt x="214" y="211"/>
                              </a:lnTo>
                              <a:lnTo>
                                <a:pt x="230" y="205"/>
                              </a:lnTo>
                              <a:lnTo>
                                <a:pt x="231" y="259"/>
                              </a:lnTo>
                              <a:lnTo>
                                <a:pt x="216" y="265"/>
                              </a:lnTo>
                              <a:lnTo>
                                <a:pt x="199" y="269"/>
                              </a:lnTo>
                              <a:lnTo>
                                <a:pt x="177" y="271"/>
                              </a:lnTo>
                              <a:lnTo>
                                <a:pt x="154" y="271"/>
                              </a:lnTo>
                              <a:lnTo>
                                <a:pt x="127" y="271"/>
                              </a:lnTo>
                              <a:lnTo>
                                <a:pt x="100" y="265"/>
                              </a:lnTo>
                              <a:lnTo>
                                <a:pt x="87" y="261"/>
                              </a:lnTo>
                              <a:lnTo>
                                <a:pt x="73" y="255"/>
                              </a:lnTo>
                              <a:lnTo>
                                <a:pt x="61" y="250"/>
                              </a:lnTo>
                              <a:lnTo>
                                <a:pt x="50" y="242"/>
                              </a:lnTo>
                              <a:lnTo>
                                <a:pt x="40" y="232"/>
                              </a:lnTo>
                              <a:lnTo>
                                <a:pt x="31" y="223"/>
                              </a:lnTo>
                              <a:lnTo>
                                <a:pt x="21" y="213"/>
                              </a:lnTo>
                              <a:lnTo>
                                <a:pt x="13" y="199"/>
                              </a:lnTo>
                              <a:lnTo>
                                <a:pt x="7" y="186"/>
                              </a:lnTo>
                              <a:lnTo>
                                <a:pt x="3" y="170"/>
                              </a:lnTo>
                              <a:lnTo>
                                <a:pt x="2" y="153"/>
                              </a:lnTo>
                              <a:lnTo>
                                <a:pt x="0" y="135"/>
                              </a:lnTo>
                              <a:lnTo>
                                <a:pt x="2" y="118"/>
                              </a:lnTo>
                              <a:lnTo>
                                <a:pt x="3" y="102"/>
                              </a:lnTo>
                              <a:lnTo>
                                <a:pt x="7" y="89"/>
                              </a:lnTo>
                              <a:lnTo>
                                <a:pt x="11" y="75"/>
                              </a:lnTo>
                              <a:lnTo>
                                <a:pt x="19" y="62"/>
                              </a:lnTo>
                              <a:lnTo>
                                <a:pt x="27" y="52"/>
                              </a:lnTo>
                              <a:lnTo>
                                <a:pt x="34" y="40"/>
                              </a:lnTo>
                              <a:lnTo>
                                <a:pt x="44" y="33"/>
                              </a:lnTo>
                              <a:lnTo>
                                <a:pt x="56" y="25"/>
                              </a:lnTo>
                              <a:lnTo>
                                <a:pt x="67" y="17"/>
                              </a:lnTo>
                              <a:lnTo>
                                <a:pt x="79" y="11"/>
                              </a:lnTo>
                              <a:lnTo>
                                <a:pt x="92" y="7"/>
                              </a:lnTo>
                              <a:lnTo>
                                <a:pt x="108" y="4"/>
                              </a:lnTo>
                              <a:lnTo>
                                <a:pt x="121" y="2"/>
                              </a:lnTo>
                              <a:lnTo>
                                <a:pt x="154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8" name="Freeform 203"/>
                      <wps:cNvSpPr>
                        <a:spLocks/>
                      </wps:cNvSpPr>
                      <wps:spPr bwMode="auto">
                        <a:xfrm>
                          <a:off x="213995" y="113665"/>
                          <a:ext cx="60325" cy="85090"/>
                        </a:xfrm>
                        <a:custGeom>
                          <a:avLst/>
                          <a:gdLst>
                            <a:gd name="T0" fmla="*/ 0 w 190"/>
                            <a:gd name="T1" fmla="*/ 0 h 267"/>
                            <a:gd name="T2" fmla="*/ 186 w 190"/>
                            <a:gd name="T3" fmla="*/ 0 h 267"/>
                            <a:gd name="T4" fmla="*/ 186 w 190"/>
                            <a:gd name="T5" fmla="*/ 50 h 267"/>
                            <a:gd name="T6" fmla="*/ 68 w 190"/>
                            <a:gd name="T7" fmla="*/ 50 h 267"/>
                            <a:gd name="T8" fmla="*/ 68 w 190"/>
                            <a:gd name="T9" fmla="*/ 104 h 267"/>
                            <a:gd name="T10" fmla="*/ 178 w 190"/>
                            <a:gd name="T11" fmla="*/ 104 h 267"/>
                            <a:gd name="T12" fmla="*/ 178 w 190"/>
                            <a:gd name="T13" fmla="*/ 157 h 267"/>
                            <a:gd name="T14" fmla="*/ 68 w 190"/>
                            <a:gd name="T15" fmla="*/ 157 h 267"/>
                            <a:gd name="T16" fmla="*/ 68 w 190"/>
                            <a:gd name="T17" fmla="*/ 215 h 267"/>
                            <a:gd name="T18" fmla="*/ 190 w 190"/>
                            <a:gd name="T19" fmla="*/ 215 h 267"/>
                            <a:gd name="T20" fmla="*/ 190 w 190"/>
                            <a:gd name="T21" fmla="*/ 267 h 267"/>
                            <a:gd name="T22" fmla="*/ 0 w 190"/>
                            <a:gd name="T23" fmla="*/ 267 h 267"/>
                            <a:gd name="T24" fmla="*/ 0 w 190"/>
                            <a:gd name="T25" fmla="*/ 0 h 26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190" h="267">
                              <a:moveTo>
                                <a:pt x="0" y="0"/>
                              </a:moveTo>
                              <a:lnTo>
                                <a:pt x="186" y="0"/>
                              </a:lnTo>
                              <a:lnTo>
                                <a:pt x="186" y="50"/>
                              </a:lnTo>
                              <a:lnTo>
                                <a:pt x="68" y="50"/>
                              </a:lnTo>
                              <a:lnTo>
                                <a:pt x="68" y="104"/>
                              </a:lnTo>
                              <a:lnTo>
                                <a:pt x="178" y="104"/>
                              </a:lnTo>
                              <a:lnTo>
                                <a:pt x="178" y="157"/>
                              </a:lnTo>
                              <a:lnTo>
                                <a:pt x="68" y="157"/>
                              </a:lnTo>
                              <a:lnTo>
                                <a:pt x="68" y="215"/>
                              </a:lnTo>
                              <a:lnTo>
                                <a:pt x="190" y="215"/>
                              </a:lnTo>
                              <a:lnTo>
                                <a:pt x="190" y="267"/>
                              </a:lnTo>
                              <a:lnTo>
                                <a:pt x="0" y="26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9" name="Freeform 204"/>
                      <wps:cNvSpPr>
                        <a:spLocks/>
                      </wps:cNvSpPr>
                      <wps:spPr bwMode="auto">
                        <a:xfrm>
                          <a:off x="78740" y="113665"/>
                          <a:ext cx="118110" cy="85090"/>
                        </a:xfrm>
                        <a:custGeom>
                          <a:avLst/>
                          <a:gdLst>
                            <a:gd name="T0" fmla="*/ 0 w 373"/>
                            <a:gd name="T1" fmla="*/ 0 h 267"/>
                            <a:gd name="T2" fmla="*/ 72 w 373"/>
                            <a:gd name="T3" fmla="*/ 0 h 267"/>
                            <a:gd name="T4" fmla="*/ 105 w 373"/>
                            <a:gd name="T5" fmla="*/ 203 h 267"/>
                            <a:gd name="T6" fmla="*/ 107 w 373"/>
                            <a:gd name="T7" fmla="*/ 203 h 267"/>
                            <a:gd name="T8" fmla="*/ 141 w 373"/>
                            <a:gd name="T9" fmla="*/ 0 h 267"/>
                            <a:gd name="T10" fmla="*/ 232 w 373"/>
                            <a:gd name="T11" fmla="*/ 0 h 267"/>
                            <a:gd name="T12" fmla="*/ 269 w 373"/>
                            <a:gd name="T13" fmla="*/ 203 h 267"/>
                            <a:gd name="T14" fmla="*/ 304 w 373"/>
                            <a:gd name="T15" fmla="*/ 0 h 267"/>
                            <a:gd name="T16" fmla="*/ 373 w 373"/>
                            <a:gd name="T17" fmla="*/ 0 h 267"/>
                            <a:gd name="T18" fmla="*/ 311 w 373"/>
                            <a:gd name="T19" fmla="*/ 267 h 267"/>
                            <a:gd name="T20" fmla="*/ 222 w 373"/>
                            <a:gd name="T21" fmla="*/ 267 h 267"/>
                            <a:gd name="T22" fmla="*/ 186 w 373"/>
                            <a:gd name="T23" fmla="*/ 62 h 267"/>
                            <a:gd name="T24" fmla="*/ 151 w 373"/>
                            <a:gd name="T25" fmla="*/ 267 h 267"/>
                            <a:gd name="T26" fmla="*/ 58 w 373"/>
                            <a:gd name="T27" fmla="*/ 267 h 267"/>
                            <a:gd name="T28" fmla="*/ 0 w 373"/>
                            <a:gd name="T29" fmla="*/ 0 h 26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3" h="267">
                              <a:moveTo>
                                <a:pt x="0" y="0"/>
                              </a:moveTo>
                              <a:lnTo>
                                <a:pt x="72" y="0"/>
                              </a:lnTo>
                              <a:lnTo>
                                <a:pt x="105" y="203"/>
                              </a:lnTo>
                              <a:lnTo>
                                <a:pt x="107" y="203"/>
                              </a:lnTo>
                              <a:lnTo>
                                <a:pt x="141" y="0"/>
                              </a:lnTo>
                              <a:lnTo>
                                <a:pt x="232" y="0"/>
                              </a:lnTo>
                              <a:lnTo>
                                <a:pt x="269" y="203"/>
                              </a:lnTo>
                              <a:lnTo>
                                <a:pt x="304" y="0"/>
                              </a:lnTo>
                              <a:lnTo>
                                <a:pt x="373" y="0"/>
                              </a:lnTo>
                              <a:lnTo>
                                <a:pt x="311" y="267"/>
                              </a:lnTo>
                              <a:lnTo>
                                <a:pt x="222" y="267"/>
                              </a:lnTo>
                              <a:lnTo>
                                <a:pt x="186" y="62"/>
                              </a:lnTo>
                              <a:lnTo>
                                <a:pt x="151" y="267"/>
                              </a:lnTo>
                              <a:lnTo>
                                <a:pt x="58" y="26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0" name="Freeform 205"/>
                      <wps:cNvSpPr>
                        <a:spLocks/>
                      </wps:cNvSpPr>
                      <wps:spPr bwMode="auto">
                        <a:xfrm>
                          <a:off x="0" y="113030"/>
                          <a:ext cx="63500" cy="86360"/>
                        </a:xfrm>
                        <a:custGeom>
                          <a:avLst/>
                          <a:gdLst>
                            <a:gd name="T0" fmla="*/ 116 w 201"/>
                            <a:gd name="T1" fmla="*/ 0 h 271"/>
                            <a:gd name="T2" fmla="*/ 170 w 201"/>
                            <a:gd name="T3" fmla="*/ 4 h 271"/>
                            <a:gd name="T4" fmla="*/ 180 w 201"/>
                            <a:gd name="T5" fmla="*/ 64 h 271"/>
                            <a:gd name="T6" fmla="*/ 166 w 201"/>
                            <a:gd name="T7" fmla="*/ 58 h 271"/>
                            <a:gd name="T8" fmla="*/ 137 w 201"/>
                            <a:gd name="T9" fmla="*/ 52 h 271"/>
                            <a:gd name="T10" fmla="*/ 122 w 201"/>
                            <a:gd name="T11" fmla="*/ 52 h 271"/>
                            <a:gd name="T12" fmla="*/ 91 w 201"/>
                            <a:gd name="T13" fmla="*/ 54 h 271"/>
                            <a:gd name="T14" fmla="*/ 77 w 201"/>
                            <a:gd name="T15" fmla="*/ 62 h 271"/>
                            <a:gd name="T16" fmla="*/ 73 w 201"/>
                            <a:gd name="T17" fmla="*/ 75 h 271"/>
                            <a:gd name="T18" fmla="*/ 73 w 201"/>
                            <a:gd name="T19" fmla="*/ 81 h 271"/>
                            <a:gd name="T20" fmla="*/ 85 w 201"/>
                            <a:gd name="T21" fmla="*/ 93 h 271"/>
                            <a:gd name="T22" fmla="*/ 114 w 201"/>
                            <a:gd name="T23" fmla="*/ 102 h 271"/>
                            <a:gd name="T24" fmla="*/ 160 w 201"/>
                            <a:gd name="T25" fmla="*/ 120 h 271"/>
                            <a:gd name="T26" fmla="*/ 180 w 201"/>
                            <a:gd name="T27" fmla="*/ 133 h 271"/>
                            <a:gd name="T28" fmla="*/ 195 w 201"/>
                            <a:gd name="T29" fmla="*/ 155 h 271"/>
                            <a:gd name="T30" fmla="*/ 201 w 201"/>
                            <a:gd name="T31" fmla="*/ 184 h 271"/>
                            <a:gd name="T32" fmla="*/ 199 w 201"/>
                            <a:gd name="T33" fmla="*/ 197 h 271"/>
                            <a:gd name="T34" fmla="*/ 195 w 201"/>
                            <a:gd name="T35" fmla="*/ 219 h 271"/>
                            <a:gd name="T36" fmla="*/ 185 w 201"/>
                            <a:gd name="T37" fmla="*/ 236 h 271"/>
                            <a:gd name="T38" fmla="*/ 172 w 201"/>
                            <a:gd name="T39" fmla="*/ 250 h 271"/>
                            <a:gd name="T40" fmla="*/ 147 w 201"/>
                            <a:gd name="T41" fmla="*/ 263 h 271"/>
                            <a:gd name="T42" fmla="*/ 104 w 201"/>
                            <a:gd name="T43" fmla="*/ 271 h 271"/>
                            <a:gd name="T44" fmla="*/ 81 w 201"/>
                            <a:gd name="T45" fmla="*/ 271 h 271"/>
                            <a:gd name="T46" fmla="*/ 43 w 201"/>
                            <a:gd name="T47" fmla="*/ 269 h 271"/>
                            <a:gd name="T48" fmla="*/ 4 w 201"/>
                            <a:gd name="T49" fmla="*/ 259 h 271"/>
                            <a:gd name="T50" fmla="*/ 10 w 201"/>
                            <a:gd name="T51" fmla="*/ 201 h 271"/>
                            <a:gd name="T52" fmla="*/ 43 w 201"/>
                            <a:gd name="T53" fmla="*/ 215 h 271"/>
                            <a:gd name="T54" fmla="*/ 81 w 201"/>
                            <a:gd name="T55" fmla="*/ 219 h 271"/>
                            <a:gd name="T56" fmla="*/ 99 w 201"/>
                            <a:gd name="T57" fmla="*/ 219 h 271"/>
                            <a:gd name="T58" fmla="*/ 118 w 201"/>
                            <a:gd name="T59" fmla="*/ 211 h 271"/>
                            <a:gd name="T60" fmla="*/ 124 w 201"/>
                            <a:gd name="T61" fmla="*/ 201 h 271"/>
                            <a:gd name="T62" fmla="*/ 126 w 201"/>
                            <a:gd name="T63" fmla="*/ 193 h 271"/>
                            <a:gd name="T64" fmla="*/ 120 w 201"/>
                            <a:gd name="T65" fmla="*/ 178 h 271"/>
                            <a:gd name="T66" fmla="*/ 106 w 201"/>
                            <a:gd name="T67" fmla="*/ 168 h 271"/>
                            <a:gd name="T68" fmla="*/ 64 w 201"/>
                            <a:gd name="T69" fmla="*/ 155 h 271"/>
                            <a:gd name="T70" fmla="*/ 29 w 201"/>
                            <a:gd name="T71" fmla="*/ 139 h 271"/>
                            <a:gd name="T72" fmla="*/ 12 w 201"/>
                            <a:gd name="T73" fmla="*/ 122 h 271"/>
                            <a:gd name="T74" fmla="*/ 2 w 201"/>
                            <a:gd name="T75" fmla="*/ 97 h 271"/>
                            <a:gd name="T76" fmla="*/ 0 w 201"/>
                            <a:gd name="T77" fmla="*/ 81 h 271"/>
                            <a:gd name="T78" fmla="*/ 4 w 201"/>
                            <a:gd name="T79" fmla="*/ 58 h 271"/>
                            <a:gd name="T80" fmla="*/ 12 w 201"/>
                            <a:gd name="T81" fmla="*/ 40 h 271"/>
                            <a:gd name="T82" fmla="*/ 23 w 201"/>
                            <a:gd name="T83" fmla="*/ 27 h 271"/>
                            <a:gd name="T84" fmla="*/ 56 w 201"/>
                            <a:gd name="T85" fmla="*/ 7 h 271"/>
                            <a:gd name="T86" fmla="*/ 97 w 201"/>
                            <a:gd name="T87" fmla="*/ 0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</a:cxnLst>
                          <a:rect l="0" t="0" r="r" b="b"/>
                          <a:pathLst>
                            <a:path w="201" h="271">
                              <a:moveTo>
                                <a:pt x="116" y="0"/>
                              </a:moveTo>
                              <a:lnTo>
                                <a:pt x="116" y="0"/>
                              </a:lnTo>
                              <a:lnTo>
                                <a:pt x="153" y="2"/>
                              </a:lnTo>
                              <a:lnTo>
                                <a:pt x="170" y="4"/>
                              </a:lnTo>
                              <a:lnTo>
                                <a:pt x="185" y="7"/>
                              </a:lnTo>
                              <a:lnTo>
                                <a:pt x="180" y="64"/>
                              </a:lnTo>
                              <a:lnTo>
                                <a:pt x="166" y="58"/>
                              </a:lnTo>
                              <a:lnTo>
                                <a:pt x="153" y="54"/>
                              </a:lnTo>
                              <a:lnTo>
                                <a:pt x="137" y="52"/>
                              </a:lnTo>
                              <a:lnTo>
                                <a:pt x="122" y="52"/>
                              </a:lnTo>
                              <a:lnTo>
                                <a:pt x="106" y="52"/>
                              </a:lnTo>
                              <a:lnTo>
                                <a:pt x="91" y="54"/>
                              </a:lnTo>
                              <a:lnTo>
                                <a:pt x="83" y="56"/>
                              </a:lnTo>
                              <a:lnTo>
                                <a:pt x="77" y="62"/>
                              </a:lnTo>
                              <a:lnTo>
                                <a:pt x="73" y="67"/>
                              </a:lnTo>
                              <a:lnTo>
                                <a:pt x="73" y="75"/>
                              </a:lnTo>
                              <a:lnTo>
                                <a:pt x="73" y="81"/>
                              </a:lnTo>
                              <a:lnTo>
                                <a:pt x="79" y="87"/>
                              </a:lnTo>
                              <a:lnTo>
                                <a:pt x="85" y="93"/>
                              </a:lnTo>
                              <a:lnTo>
                                <a:pt x="93" y="97"/>
                              </a:lnTo>
                              <a:lnTo>
                                <a:pt x="114" y="102"/>
                              </a:lnTo>
                              <a:lnTo>
                                <a:pt x="137" y="110"/>
                              </a:lnTo>
                              <a:lnTo>
                                <a:pt x="160" y="120"/>
                              </a:lnTo>
                              <a:lnTo>
                                <a:pt x="170" y="126"/>
                              </a:lnTo>
                              <a:lnTo>
                                <a:pt x="180" y="133"/>
                              </a:lnTo>
                              <a:lnTo>
                                <a:pt x="189" y="143"/>
                              </a:lnTo>
                              <a:lnTo>
                                <a:pt x="195" y="155"/>
                              </a:lnTo>
                              <a:lnTo>
                                <a:pt x="199" y="168"/>
                              </a:lnTo>
                              <a:lnTo>
                                <a:pt x="201" y="184"/>
                              </a:lnTo>
                              <a:lnTo>
                                <a:pt x="199" y="197"/>
                              </a:lnTo>
                              <a:lnTo>
                                <a:pt x="197" y="209"/>
                              </a:lnTo>
                              <a:lnTo>
                                <a:pt x="195" y="219"/>
                              </a:lnTo>
                              <a:lnTo>
                                <a:pt x="191" y="228"/>
                              </a:lnTo>
                              <a:lnTo>
                                <a:pt x="185" y="236"/>
                              </a:lnTo>
                              <a:lnTo>
                                <a:pt x="180" y="244"/>
                              </a:lnTo>
                              <a:lnTo>
                                <a:pt x="172" y="250"/>
                              </a:lnTo>
                              <a:lnTo>
                                <a:pt x="164" y="254"/>
                              </a:lnTo>
                              <a:lnTo>
                                <a:pt x="147" y="263"/>
                              </a:lnTo>
                              <a:lnTo>
                                <a:pt x="126" y="267"/>
                              </a:lnTo>
                              <a:lnTo>
                                <a:pt x="104" y="271"/>
                              </a:lnTo>
                              <a:lnTo>
                                <a:pt x="81" y="271"/>
                              </a:lnTo>
                              <a:lnTo>
                                <a:pt x="64" y="271"/>
                              </a:lnTo>
                              <a:lnTo>
                                <a:pt x="43" y="269"/>
                              </a:lnTo>
                              <a:lnTo>
                                <a:pt x="21" y="265"/>
                              </a:lnTo>
                              <a:lnTo>
                                <a:pt x="4" y="259"/>
                              </a:lnTo>
                              <a:lnTo>
                                <a:pt x="10" y="201"/>
                              </a:lnTo>
                              <a:lnTo>
                                <a:pt x="25" y="209"/>
                              </a:lnTo>
                              <a:lnTo>
                                <a:pt x="43" y="215"/>
                              </a:lnTo>
                              <a:lnTo>
                                <a:pt x="62" y="219"/>
                              </a:lnTo>
                              <a:lnTo>
                                <a:pt x="81" y="219"/>
                              </a:lnTo>
                              <a:lnTo>
                                <a:pt x="99" y="219"/>
                              </a:lnTo>
                              <a:lnTo>
                                <a:pt x="112" y="215"/>
                              </a:lnTo>
                              <a:lnTo>
                                <a:pt x="118" y="211"/>
                              </a:lnTo>
                              <a:lnTo>
                                <a:pt x="122" y="205"/>
                              </a:lnTo>
                              <a:lnTo>
                                <a:pt x="124" y="201"/>
                              </a:lnTo>
                              <a:lnTo>
                                <a:pt x="126" y="193"/>
                              </a:lnTo>
                              <a:lnTo>
                                <a:pt x="124" y="186"/>
                              </a:lnTo>
                              <a:lnTo>
                                <a:pt x="120" y="178"/>
                              </a:lnTo>
                              <a:lnTo>
                                <a:pt x="114" y="172"/>
                              </a:lnTo>
                              <a:lnTo>
                                <a:pt x="106" y="168"/>
                              </a:lnTo>
                              <a:lnTo>
                                <a:pt x="85" y="161"/>
                              </a:lnTo>
                              <a:lnTo>
                                <a:pt x="64" y="155"/>
                              </a:lnTo>
                              <a:lnTo>
                                <a:pt x="41" y="145"/>
                              </a:lnTo>
                              <a:lnTo>
                                <a:pt x="29" y="139"/>
                              </a:lnTo>
                              <a:lnTo>
                                <a:pt x="19" y="131"/>
                              </a:lnTo>
                              <a:lnTo>
                                <a:pt x="12" y="122"/>
                              </a:lnTo>
                              <a:lnTo>
                                <a:pt x="6" y="110"/>
                              </a:lnTo>
                              <a:lnTo>
                                <a:pt x="2" y="97"/>
                              </a:lnTo>
                              <a:lnTo>
                                <a:pt x="0" y="81"/>
                              </a:lnTo>
                              <a:lnTo>
                                <a:pt x="2" y="69"/>
                              </a:lnTo>
                              <a:lnTo>
                                <a:pt x="4" y="58"/>
                              </a:lnTo>
                              <a:lnTo>
                                <a:pt x="8" y="48"/>
                              </a:lnTo>
                              <a:lnTo>
                                <a:pt x="12" y="40"/>
                              </a:lnTo>
                              <a:lnTo>
                                <a:pt x="17" y="33"/>
                              </a:lnTo>
                              <a:lnTo>
                                <a:pt x="23" y="27"/>
                              </a:lnTo>
                              <a:lnTo>
                                <a:pt x="39" y="15"/>
                              </a:lnTo>
                              <a:lnTo>
                                <a:pt x="56" y="7"/>
                              </a:lnTo>
                              <a:lnTo>
                                <a:pt x="75" y="4"/>
                              </a:lnTo>
                              <a:lnTo>
                                <a:pt x="97" y="0"/>
                              </a:lnTo>
                              <a:lnTo>
                                <a:pt x="11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1" name="Freeform 206"/>
                      <wps:cNvSpPr>
                        <a:spLocks/>
                      </wps:cNvSpPr>
                      <wps:spPr bwMode="auto">
                        <a:xfrm>
                          <a:off x="0" y="113030"/>
                          <a:ext cx="63500" cy="86360"/>
                        </a:xfrm>
                        <a:custGeom>
                          <a:avLst/>
                          <a:gdLst>
                            <a:gd name="T0" fmla="*/ 116 w 201"/>
                            <a:gd name="T1" fmla="*/ 0 h 271"/>
                            <a:gd name="T2" fmla="*/ 170 w 201"/>
                            <a:gd name="T3" fmla="*/ 4 h 271"/>
                            <a:gd name="T4" fmla="*/ 180 w 201"/>
                            <a:gd name="T5" fmla="*/ 64 h 271"/>
                            <a:gd name="T6" fmla="*/ 166 w 201"/>
                            <a:gd name="T7" fmla="*/ 58 h 271"/>
                            <a:gd name="T8" fmla="*/ 137 w 201"/>
                            <a:gd name="T9" fmla="*/ 52 h 271"/>
                            <a:gd name="T10" fmla="*/ 122 w 201"/>
                            <a:gd name="T11" fmla="*/ 52 h 271"/>
                            <a:gd name="T12" fmla="*/ 91 w 201"/>
                            <a:gd name="T13" fmla="*/ 54 h 271"/>
                            <a:gd name="T14" fmla="*/ 77 w 201"/>
                            <a:gd name="T15" fmla="*/ 62 h 271"/>
                            <a:gd name="T16" fmla="*/ 73 w 201"/>
                            <a:gd name="T17" fmla="*/ 75 h 271"/>
                            <a:gd name="T18" fmla="*/ 73 w 201"/>
                            <a:gd name="T19" fmla="*/ 81 h 271"/>
                            <a:gd name="T20" fmla="*/ 85 w 201"/>
                            <a:gd name="T21" fmla="*/ 93 h 271"/>
                            <a:gd name="T22" fmla="*/ 114 w 201"/>
                            <a:gd name="T23" fmla="*/ 102 h 271"/>
                            <a:gd name="T24" fmla="*/ 160 w 201"/>
                            <a:gd name="T25" fmla="*/ 120 h 271"/>
                            <a:gd name="T26" fmla="*/ 180 w 201"/>
                            <a:gd name="T27" fmla="*/ 133 h 271"/>
                            <a:gd name="T28" fmla="*/ 195 w 201"/>
                            <a:gd name="T29" fmla="*/ 155 h 271"/>
                            <a:gd name="T30" fmla="*/ 201 w 201"/>
                            <a:gd name="T31" fmla="*/ 184 h 271"/>
                            <a:gd name="T32" fmla="*/ 199 w 201"/>
                            <a:gd name="T33" fmla="*/ 197 h 271"/>
                            <a:gd name="T34" fmla="*/ 195 w 201"/>
                            <a:gd name="T35" fmla="*/ 219 h 271"/>
                            <a:gd name="T36" fmla="*/ 185 w 201"/>
                            <a:gd name="T37" fmla="*/ 236 h 271"/>
                            <a:gd name="T38" fmla="*/ 172 w 201"/>
                            <a:gd name="T39" fmla="*/ 250 h 271"/>
                            <a:gd name="T40" fmla="*/ 147 w 201"/>
                            <a:gd name="T41" fmla="*/ 263 h 271"/>
                            <a:gd name="T42" fmla="*/ 104 w 201"/>
                            <a:gd name="T43" fmla="*/ 271 h 271"/>
                            <a:gd name="T44" fmla="*/ 81 w 201"/>
                            <a:gd name="T45" fmla="*/ 271 h 271"/>
                            <a:gd name="T46" fmla="*/ 43 w 201"/>
                            <a:gd name="T47" fmla="*/ 269 h 271"/>
                            <a:gd name="T48" fmla="*/ 4 w 201"/>
                            <a:gd name="T49" fmla="*/ 259 h 271"/>
                            <a:gd name="T50" fmla="*/ 10 w 201"/>
                            <a:gd name="T51" fmla="*/ 201 h 271"/>
                            <a:gd name="T52" fmla="*/ 43 w 201"/>
                            <a:gd name="T53" fmla="*/ 215 h 271"/>
                            <a:gd name="T54" fmla="*/ 81 w 201"/>
                            <a:gd name="T55" fmla="*/ 219 h 271"/>
                            <a:gd name="T56" fmla="*/ 99 w 201"/>
                            <a:gd name="T57" fmla="*/ 219 h 271"/>
                            <a:gd name="T58" fmla="*/ 118 w 201"/>
                            <a:gd name="T59" fmla="*/ 211 h 271"/>
                            <a:gd name="T60" fmla="*/ 124 w 201"/>
                            <a:gd name="T61" fmla="*/ 201 h 271"/>
                            <a:gd name="T62" fmla="*/ 126 w 201"/>
                            <a:gd name="T63" fmla="*/ 193 h 271"/>
                            <a:gd name="T64" fmla="*/ 120 w 201"/>
                            <a:gd name="T65" fmla="*/ 178 h 271"/>
                            <a:gd name="T66" fmla="*/ 106 w 201"/>
                            <a:gd name="T67" fmla="*/ 168 h 271"/>
                            <a:gd name="T68" fmla="*/ 64 w 201"/>
                            <a:gd name="T69" fmla="*/ 155 h 271"/>
                            <a:gd name="T70" fmla="*/ 29 w 201"/>
                            <a:gd name="T71" fmla="*/ 139 h 271"/>
                            <a:gd name="T72" fmla="*/ 12 w 201"/>
                            <a:gd name="T73" fmla="*/ 122 h 271"/>
                            <a:gd name="T74" fmla="*/ 2 w 201"/>
                            <a:gd name="T75" fmla="*/ 97 h 271"/>
                            <a:gd name="T76" fmla="*/ 0 w 201"/>
                            <a:gd name="T77" fmla="*/ 81 h 271"/>
                            <a:gd name="T78" fmla="*/ 4 w 201"/>
                            <a:gd name="T79" fmla="*/ 58 h 271"/>
                            <a:gd name="T80" fmla="*/ 12 w 201"/>
                            <a:gd name="T81" fmla="*/ 40 h 271"/>
                            <a:gd name="T82" fmla="*/ 23 w 201"/>
                            <a:gd name="T83" fmla="*/ 27 h 271"/>
                            <a:gd name="T84" fmla="*/ 56 w 201"/>
                            <a:gd name="T85" fmla="*/ 7 h 271"/>
                            <a:gd name="T86" fmla="*/ 97 w 201"/>
                            <a:gd name="T87" fmla="*/ 0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</a:cxnLst>
                          <a:rect l="0" t="0" r="r" b="b"/>
                          <a:pathLst>
                            <a:path w="201" h="271">
                              <a:moveTo>
                                <a:pt x="116" y="0"/>
                              </a:moveTo>
                              <a:lnTo>
                                <a:pt x="116" y="0"/>
                              </a:lnTo>
                              <a:lnTo>
                                <a:pt x="153" y="2"/>
                              </a:lnTo>
                              <a:lnTo>
                                <a:pt x="170" y="4"/>
                              </a:lnTo>
                              <a:lnTo>
                                <a:pt x="185" y="7"/>
                              </a:lnTo>
                              <a:lnTo>
                                <a:pt x="180" y="64"/>
                              </a:lnTo>
                              <a:lnTo>
                                <a:pt x="166" y="58"/>
                              </a:lnTo>
                              <a:lnTo>
                                <a:pt x="153" y="54"/>
                              </a:lnTo>
                              <a:lnTo>
                                <a:pt x="137" y="52"/>
                              </a:lnTo>
                              <a:lnTo>
                                <a:pt x="122" y="52"/>
                              </a:lnTo>
                              <a:lnTo>
                                <a:pt x="106" y="52"/>
                              </a:lnTo>
                              <a:lnTo>
                                <a:pt x="91" y="54"/>
                              </a:lnTo>
                              <a:lnTo>
                                <a:pt x="83" y="56"/>
                              </a:lnTo>
                              <a:lnTo>
                                <a:pt x="77" y="62"/>
                              </a:lnTo>
                              <a:lnTo>
                                <a:pt x="73" y="67"/>
                              </a:lnTo>
                              <a:lnTo>
                                <a:pt x="73" y="75"/>
                              </a:lnTo>
                              <a:lnTo>
                                <a:pt x="73" y="81"/>
                              </a:lnTo>
                              <a:lnTo>
                                <a:pt x="79" y="87"/>
                              </a:lnTo>
                              <a:lnTo>
                                <a:pt x="85" y="93"/>
                              </a:lnTo>
                              <a:lnTo>
                                <a:pt x="93" y="97"/>
                              </a:lnTo>
                              <a:lnTo>
                                <a:pt x="114" y="102"/>
                              </a:lnTo>
                              <a:lnTo>
                                <a:pt x="137" y="110"/>
                              </a:lnTo>
                              <a:lnTo>
                                <a:pt x="160" y="120"/>
                              </a:lnTo>
                              <a:lnTo>
                                <a:pt x="170" y="126"/>
                              </a:lnTo>
                              <a:lnTo>
                                <a:pt x="180" y="133"/>
                              </a:lnTo>
                              <a:lnTo>
                                <a:pt x="189" y="143"/>
                              </a:lnTo>
                              <a:lnTo>
                                <a:pt x="195" y="155"/>
                              </a:lnTo>
                              <a:lnTo>
                                <a:pt x="199" y="168"/>
                              </a:lnTo>
                              <a:lnTo>
                                <a:pt x="201" y="184"/>
                              </a:lnTo>
                              <a:lnTo>
                                <a:pt x="199" y="197"/>
                              </a:lnTo>
                              <a:lnTo>
                                <a:pt x="197" y="209"/>
                              </a:lnTo>
                              <a:lnTo>
                                <a:pt x="195" y="219"/>
                              </a:lnTo>
                              <a:lnTo>
                                <a:pt x="191" y="228"/>
                              </a:lnTo>
                              <a:lnTo>
                                <a:pt x="185" y="236"/>
                              </a:lnTo>
                              <a:lnTo>
                                <a:pt x="180" y="244"/>
                              </a:lnTo>
                              <a:lnTo>
                                <a:pt x="172" y="250"/>
                              </a:lnTo>
                              <a:lnTo>
                                <a:pt x="164" y="254"/>
                              </a:lnTo>
                              <a:lnTo>
                                <a:pt x="147" y="263"/>
                              </a:lnTo>
                              <a:lnTo>
                                <a:pt x="126" y="267"/>
                              </a:lnTo>
                              <a:lnTo>
                                <a:pt x="104" y="271"/>
                              </a:lnTo>
                              <a:lnTo>
                                <a:pt x="81" y="271"/>
                              </a:lnTo>
                              <a:lnTo>
                                <a:pt x="64" y="271"/>
                              </a:lnTo>
                              <a:lnTo>
                                <a:pt x="43" y="269"/>
                              </a:lnTo>
                              <a:lnTo>
                                <a:pt x="21" y="265"/>
                              </a:lnTo>
                              <a:lnTo>
                                <a:pt x="4" y="259"/>
                              </a:lnTo>
                              <a:lnTo>
                                <a:pt x="10" y="201"/>
                              </a:lnTo>
                              <a:lnTo>
                                <a:pt x="25" y="209"/>
                              </a:lnTo>
                              <a:lnTo>
                                <a:pt x="43" y="215"/>
                              </a:lnTo>
                              <a:lnTo>
                                <a:pt x="62" y="219"/>
                              </a:lnTo>
                              <a:lnTo>
                                <a:pt x="81" y="219"/>
                              </a:lnTo>
                              <a:lnTo>
                                <a:pt x="99" y="219"/>
                              </a:lnTo>
                              <a:lnTo>
                                <a:pt x="112" y="215"/>
                              </a:lnTo>
                              <a:lnTo>
                                <a:pt x="118" y="211"/>
                              </a:lnTo>
                              <a:lnTo>
                                <a:pt x="122" y="205"/>
                              </a:lnTo>
                              <a:lnTo>
                                <a:pt x="124" y="201"/>
                              </a:lnTo>
                              <a:lnTo>
                                <a:pt x="126" y="193"/>
                              </a:lnTo>
                              <a:lnTo>
                                <a:pt x="124" y="186"/>
                              </a:lnTo>
                              <a:lnTo>
                                <a:pt x="120" y="178"/>
                              </a:lnTo>
                              <a:lnTo>
                                <a:pt x="114" y="172"/>
                              </a:lnTo>
                              <a:lnTo>
                                <a:pt x="106" y="168"/>
                              </a:lnTo>
                              <a:lnTo>
                                <a:pt x="85" y="161"/>
                              </a:lnTo>
                              <a:lnTo>
                                <a:pt x="64" y="155"/>
                              </a:lnTo>
                              <a:lnTo>
                                <a:pt x="41" y="145"/>
                              </a:lnTo>
                              <a:lnTo>
                                <a:pt x="29" y="139"/>
                              </a:lnTo>
                              <a:lnTo>
                                <a:pt x="19" y="131"/>
                              </a:lnTo>
                              <a:lnTo>
                                <a:pt x="12" y="122"/>
                              </a:lnTo>
                              <a:lnTo>
                                <a:pt x="6" y="110"/>
                              </a:lnTo>
                              <a:lnTo>
                                <a:pt x="2" y="97"/>
                              </a:lnTo>
                              <a:lnTo>
                                <a:pt x="0" y="81"/>
                              </a:lnTo>
                              <a:lnTo>
                                <a:pt x="2" y="69"/>
                              </a:lnTo>
                              <a:lnTo>
                                <a:pt x="4" y="58"/>
                              </a:lnTo>
                              <a:lnTo>
                                <a:pt x="8" y="48"/>
                              </a:lnTo>
                              <a:lnTo>
                                <a:pt x="12" y="40"/>
                              </a:lnTo>
                              <a:lnTo>
                                <a:pt x="17" y="33"/>
                              </a:lnTo>
                              <a:lnTo>
                                <a:pt x="23" y="27"/>
                              </a:lnTo>
                              <a:lnTo>
                                <a:pt x="39" y="15"/>
                              </a:lnTo>
                              <a:lnTo>
                                <a:pt x="56" y="7"/>
                              </a:lnTo>
                              <a:lnTo>
                                <a:pt x="75" y="4"/>
                              </a:lnTo>
                              <a:lnTo>
                                <a:pt x="97" y="0"/>
                              </a:lnTo>
                              <a:lnTo>
                                <a:pt x="116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c:wpc>
                </a:graphicData>
              </a:graphic>
            </wp:inline>
          </w:drawing>
        </mc:Choice>
        <mc:Fallback xmlns:oel="http://schemas.microsoft.com/office/2019/extlst">
          <w:pict>
            <v:group w14:anchorId="0B015D60" id="Plátno 332" o:spid="_x0000_s1026" editas="canvas" style="width:53.85pt;height:15.7pt;mso-position-horizontal-relative:char;mso-position-vertical-relative:line" coordsize="6838,19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27" type="#_x0000_t75" style="position:absolute;width:6838;height:1993;visibility:visible;mso-wrap-style:square">
                <v:fill o:detectmouseclick="t"/>
                <v:path o:connecttype="none"/>
              </v:shape>
              <v:shape id="Freeform 195" o:spid="_x0000_s1028" style="position:absolute;left:5073;top:266;width:1765;height:1721;visibility:visible;mso-wrap-style:square;v-text-anchor:top" coordsize="556,5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" path="m444,423r,54l112,477r,-54l276,256,444,423xm556,181r-203,l485,49,436,4,276,165,114,,69,47,201,181,,181r,62l201,243,46,396r,147l508,543r,-147l353,243r203,l556,181xe" fillcolor="black" stroked="f">
                <v:path arrowok="t" o:connecttype="custom" o:connectlocs="140970,134055;140970,151169;35560,151169;35560,134055;87630,81130;140970,134055;176530,57362;112078,57362;153988,15529;138430,1268;87630,52291;36195,0;21908,14895;63818,57362;0,57362;0,77010;63818,77010;14605,125498;14605,172085;161290,172085;161290,125498;112078,77010;176530,77010;176530,57362" o:connectangles="0,0,0,0,0,0,0,0,0,0,0,0,0,0,0,0,0,0,0,0,0,0,0,0"/>
                <o:lock v:ext="edit" verticies="t"/>
              </v:shape>
              <v:shape id="Freeform 196" o:spid="_x0000_s1029" style="position:absolute;left:5746;width:419;height:419;visibility:visible;mso-wrap-style:square;v-text-anchor:top" coordsize="131,1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" path="m131,66r,l130,79r-4,14l120,103r-8,9l103,120r-12,8l79,132r-13,l52,132,41,128,29,120,19,112r-7,-9l6,93,2,79,,66,2,52,6,41,12,29,19,19,29,12,41,6,52,2,66,,79,2,91,6r12,6l112,19r8,10l126,41r4,11l131,66xe" fillcolor="#dc002e" stroked="f">
                <v:path arrowok="t" o:connecttype="custom" o:connectlocs="41910,20955;41910,20955;41590,25083;40310,29528;38391,32703;35831,35560;32952,38100;29113,40640;25274,41910;21115,41910;21115,41910;16636,41910;13117,40640;9278,38100;6079,35560;3839,32703;1920,29528;640,25083;0,20955;0,20955;640,16510;1920,13018;3839,9208;6079,6033;9278,3810;13117,1905;16636,635;21115,0;21115,0;25274,635;29113,1905;32952,3810;35831,6033;38391,9208;40310,13018;41590,16510;41910,20955" o:connectangles="0,0,0,0,0,0,0,0,0,0,0,0,0,0,0,0,0,0,0,0,0,0,0,0,0,0,0,0,0,0,0,0,0,0,0,0,0"/>
              </v:shape>
              <v:shape id="Freeform 197" o:spid="_x0000_s1030" style="position:absolute;left:5746;width:419;height:419;visibility:visible;mso-wrap-style:square;v-text-anchor:top" coordsize="131,1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" path="m131,66r,l130,79r-4,14l120,103r-8,9l103,120r-12,8l79,132r-13,l52,132,41,128,29,120,19,112r-7,-9l6,93,2,79,,66,2,52,6,41,12,29,19,19,29,12,41,6,52,2,66,,79,2,91,6r12,6l112,19r8,10l126,41r4,11l131,66e" fillcolor="black [3213]" stroked="f">
                <v:path arrowok="t" o:connecttype="custom" o:connectlocs="41910,20955;41910,20955;41590,25083;40310,29528;38391,32703;35831,35560;32952,38100;29113,40640;25274,41910;21115,41910;21115,41910;16636,41910;13117,40640;9278,38100;6079,35560;3839,32703;1920,29528;640,25083;0,20955;0,20955;640,16510;1920,13018;3839,9208;6079,6033;9278,3810;13117,1905;16636,635;21115,0;21115,0;25274,635;29113,1905;32952,3810;35831,6033;38391,9208;40310,13018;41590,16510;41910,20955" o:connectangles="0,0,0,0,0,0,0,0,0,0,0,0,0,0,0,0,0,0,0,0,0,0,0,0,0,0,0,0,0,0,0,0,0,0,0,0,0"/>
              </v:shape>
              <v:shape id="Freeform 198" o:spid="_x0000_s1031" style="position:absolute;left:3810;top:1130;width:844;height:863;visibility:visible;mso-wrap-style:square;v-text-anchor:top" coordsize="266,2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" path="m133,r,l148,r14,2l177,4r12,3l203,13r9,6l222,27r9,8l239,44r8,10l253,66r4,11l260,91r2,13l266,135r-4,31l260,180r-3,12l253,205r-6,10l239,226r-8,10l222,244r-10,8l203,257r-14,6l177,267r-15,2l148,271r-15,l116,271r-14,-2l89,267,75,263,63,257,52,252,42,244r-9,-8l25,226,19,215,13,205,7,192,4,180,2,166,,135,2,104,4,91,7,77,13,66,19,54,25,44r8,-9l42,27,52,19,63,13,75,7,89,4,102,2,116,r17,xm133,219r,l146,219r14,-6l170,205r7,-12l183,182r4,-16l189,151r2,-16l189,118r-2,-16l183,89,177,75r-7,-9l160,58,146,52r-13,l118,52r-14,6l94,66r-9,9l79,89r-4,13l73,118r-2,17l73,151r2,15l79,182r6,11l94,205r10,8l118,219r15,xe" fillcolor="black" stroked="f">
                <v:path arrowok="t" o:connecttype="custom" o:connectlocs="42228,0;51435,637;60008,2231;67310,6055;73343,11154;78423,17208;81598,24538;83185,33142;84455,43021;82550,57361;80328,65328;75883,72020;70485,77756;64453,81899;56198,85085;46990,86360;42228,86360;32385,85723;23813,83811;16510,80305;10478,75206;6033,68514;2223,61185;635,52899;0,43021;1270,28999;4128,21032;7938,14022;13335,8604;20003,4143;28258,1275;36830,0;42228,69789;46355,69789;53975,65328;58103,57998;60008,48119;60643,43021;59373,32505;56198,23900;50800,18483;42228,16571;37465,16571;29845,21032;25083,28362;23178,37603;22543,43021;23813,52899;26988,61504;33020,67877;42228,69789" o:connectangles="0,0,0,0,0,0,0,0,0,0,0,0,0,0,0,0,0,0,0,0,0,0,0,0,0,0,0,0,0,0,0,0,0,0,0,0,0,0,0,0,0,0,0,0,0,0,0,0,0,0,0"/>
                <o:lock v:ext="edit" verticies="t"/>
              </v:shape>
              <v:shape id="Freeform 199" o:spid="_x0000_s1032" style="position:absolute;left:3810;top:1130;width:844;height:863;visibility:visible;mso-wrap-style:square;v-text-anchor:top" coordsize="266,2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" path="m133,r,l148,r14,2l177,4r12,3l203,13r9,6l222,27r9,8l239,44r8,10l253,66r4,11l260,91r2,13l266,135r-4,31l260,180r-3,12l253,205r-6,10l239,226r-8,10l222,244r-10,8l203,257r-14,6l177,267r-15,2l148,271r-15,l116,271r-14,-2l89,267,75,263,63,257,52,252,42,244r-9,-8l25,226,19,215,13,205,7,192,4,180,2,166,,135,2,104,4,91,7,77,13,66,19,54,25,44r8,-9l42,27,52,19,63,13,75,7,89,4,102,2,116,r17,e" filled="f" stroked="f">
                <v:path arrowok="t" o:connecttype="custom" o:connectlocs="42228,0;51435,637;60008,2231;67310,6055;73343,11154;78423,17208;81598,24538;83185,33142;84455,43021;82550,57361;80328,65328;75883,72020;70485,77756;64453,81899;56198,85085;46990,86360;42228,86360;32385,85723;23813,83811;16510,80305;10478,75206;6033,68514;2223,61185;635,52899;0,43021;1270,28999;4128,21032;7938,14022;13335,8604;20003,4143;28258,1275;36830,0" o:connectangles="0,0,0,0,0,0,0,0,0,0,0,0,0,0,0,0,0,0,0,0,0,0,0,0,0,0,0,0,0,0,0,0"/>
              </v:shape>
              <v:shape id="Freeform 200" o:spid="_x0000_s1033" style="position:absolute;left:4038;top:1295;width:375;height:533;visibility:visible;mso-wrap-style:square;v-text-anchor:top" coordsize="120,1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" path="m62,167r,l75,167r14,-6l99,153r7,-12l112,130r4,-16l118,99r2,-16l118,66,116,50,112,37,106,23,99,14,89,6,75,,62,,47,,33,6,23,14r-9,9l8,37,4,50,2,66,,83,2,99r2,15l8,130r6,11l23,153r10,8l47,167r15,e" filled="f" stroked="f">
                <v:path arrowok="t" o:connecttype="custom" o:connectlocs="19357,53340;19357,53340;23416,53340;27787,51424;30909,48868;33094,45036;34967,41522;36216,36412;36841,31621;37465,26510;37465,26510;36841,21080;36216,15970;34967,11818;33094,7346;30909,4472;27787,1916;23416,0;19357,0;19357,0;14674,0;10303,1916;7181,4472;4371,7346;2498,11818;1249,15970;624,21080;0,26510;0,26510;624,31621;1249,36412;2498,41522;4371,45036;7181,48868;10303,51424;14674,53340;19357,53340" o:connectangles="0,0,0,0,0,0,0,0,0,0,0,0,0,0,0,0,0,0,0,0,0,0,0,0,0,0,0,0,0,0,0,0,0,0,0,0,0"/>
              </v:shape>
              <v:shape id="Freeform 201" o:spid="_x0000_s1034" style="position:absolute;left:2914;top:1130;width:737;height:863;visibility:visible;mso-wrap-style:square;v-text-anchor:top" coordsize="231,2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" path="m154,r,l173,r20,2l231,11r-5,58l208,62,191,56,173,52r-17,l139,52r-16,6l108,66,96,75,87,87r-8,13l75,118r-2,17l75,155r4,15l87,186r11,11l112,207r15,6l143,219r19,l179,219r18,-4l214,211r16,-6l231,259r-15,6l199,269r-22,2l154,271r-27,l100,265,87,261,73,255,61,250,50,242,40,232r-9,-9l21,213,13,199,7,186,3,170,2,153,,135,2,118,3,102,7,89,11,75,19,62,27,52,34,40,44,33,56,25,67,17,79,11,92,7,108,4,121,2,154,xe" fillcolor="black" stroked="f">
                <v:path arrowok="t" o:connecttype="custom" o:connectlocs="49107,0;61543,637;72066,21988;66326,19758;55165,16571;49744,16571;39222,18483;30612,23900;25191,31867;23278,43021;23916,49394;27742,59273;35714,65965;45599,69789;51658,69789;62818,68514;73341,65328;73660,82536;63456,85723;49107,86360;40497,86360;27742,83173;19451,79668;12755,73932;6696,67877;2232,59273;638,48757;0,43021;957,32505;3508,23900;8610,16571;14030,10516;21365,5417;29336,2231;38584,637" o:connectangles="0,0,0,0,0,0,0,0,0,0,0,0,0,0,0,0,0,0,0,0,0,0,0,0,0,0,0,0,0,0,0,0,0,0,0"/>
              </v:shape>
              <v:shape id="Freeform 202" o:spid="_x0000_s1035" style="position:absolute;left:2914;top:1130;width:737;height:863;visibility:visible;mso-wrap-style:square;v-text-anchor:top" coordsize="231,2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" path="m154,r,l173,r20,2l231,11r-5,58l208,62,191,56,173,52r-17,l139,52r-16,6l108,66,96,75,87,87r-8,13l75,118r-2,17l75,155r4,15l87,186r11,11l112,207r15,6l143,219r19,l179,219r18,-4l214,211r16,-6l231,259r-15,6l199,269r-22,2l154,271r-27,l100,265,87,261,73,255,61,250,50,242,40,232r-9,-9l21,213,13,199,7,186,3,170,2,153,,135,2,118,3,102,7,89,11,75,19,62,27,52,34,40,44,33,56,25,67,17,79,11,92,7,108,4,121,2,154,e" filled="f" stroked="f">
                <v:path arrowok="t" o:connecttype="custom" o:connectlocs="49107,0;61543,637;72066,21988;66326,19758;55165,16571;49744,16571;39222,18483;30612,23900;25191,31867;23278,43021;23916,49394;27742,59273;35714,65965;45599,69789;51658,69789;62818,68514;73341,65328;73660,82536;63456,85723;49107,86360;40497,86360;27742,83173;19451,79668;12755,73932;6696,67877;2232,59273;638,48757;0,43021;957,32505;3508,23900;8610,16571;14030,10516;21365,5417;29336,2231;38584,637" o:connectangles="0,0,0,0,0,0,0,0,0,0,0,0,0,0,0,0,0,0,0,0,0,0,0,0,0,0,0,0,0,0,0,0,0,0,0"/>
              </v:shape>
              <v:shape id="Freeform 203" o:spid="_x0000_s1036" style="position:absolute;left:2139;top:1136;width:604;height:851;visibility:visible;mso-wrap-style:square;v-text-anchor:top" coordsize="190,2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" path="m,l186,r,50l68,50r,54l178,104r,53l68,157r,58l190,215r,52l,267,,xe" fillcolor="black" stroked="f">
                <v:path arrowok="t" o:connecttype="custom" o:connectlocs="0,0;59055,0;59055,15934;21590,15934;21590,33144;56515,33144;56515,50034;21590,50034;21590,68518;60325,68518;60325,85090;0,85090;0,0" o:connectangles="0,0,0,0,0,0,0,0,0,0,0,0,0"/>
              </v:shape>
              <v:shape id="Freeform 204" o:spid="_x0000_s1037" style="position:absolute;left:787;top:1136;width:1181;height:851;visibility:visible;mso-wrap-style:square;v-text-anchor:top" coordsize="373,2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" path="m,l72,r33,203l107,203,141,r91,l269,203,304,r69,l311,267r-89,l186,62,151,267r-93,l,xe" fillcolor="black" stroked="f">
                <v:path arrowok="t" o:connecttype="custom" o:connectlocs="0,0;22799,0;33248,64694;33881,64694;44647,0;73463,0;85179,64694;96261,0;118110,0;98478,85090;70296,85090;58897,19759;47814,85090;18366,85090;0,0" o:connectangles="0,0,0,0,0,0,0,0,0,0,0,0,0,0,0"/>
              </v:shape>
              <v:shape id="Freeform 205" o:spid="_x0000_s1038" style="position:absolute;top:1130;width:635;height:863;visibility:visible;mso-wrap-style:square;v-text-anchor:top" coordsize="201,2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" path="m116,r,l153,2r17,2l185,7r-5,57l166,58,153,54,137,52r-15,l106,52,91,54r-8,2l77,62r-4,5l73,75r,6l79,87r6,6l93,97r21,5l137,110r23,10l170,126r10,7l189,143r6,12l199,168r2,16l199,197r-2,12l195,219r-4,9l185,236r-5,8l172,250r-8,4l147,263r-21,4l104,271r-23,l64,271,43,269,21,265,4,259r6,-58l25,209r18,6l62,219r19,l99,219r13,-4l118,211r4,-6l124,201r2,-8l124,186r-4,-8l114,172r-8,-4l85,161,64,155,41,145,29,139,19,131r-7,-9l6,110,2,97,,81,2,69,4,58,8,48r4,-8l17,33r6,-6l39,15,56,7,75,4,97,r19,xe" fillcolor="black" stroked="f">
                <v:path arrowok="t" o:connecttype="custom" o:connectlocs="36647,0;53706,1275;56866,20395;52443,18483;43281,16571;38542,16571;28749,17208;24326,19758;23062,23900;23062,25812;26853,29636;36015,32505;50547,38241;56866,42383;61604,49394;63500,58636;62868,62778;61604,69789;58445,75206;54338,79668;46440,83811;32856,86360;25590,86360;13585,85723;1264,82536;3159,64053;13585,68514;25590,69789;31276,69789;37279,67240;39174,64053;39806,61504;37910,56724;33488,53537;20219,49394;9162,44295;3791,38878;632,30911;0,25812;1264,18483;3791,12747;7266,8604;17692,2231;30644,0" o:connectangles="0,0,0,0,0,0,0,0,0,0,0,0,0,0,0,0,0,0,0,0,0,0,0,0,0,0,0,0,0,0,0,0,0,0,0,0,0,0,0,0,0,0,0,0"/>
              </v:shape>
              <v:shape id="Freeform 206" o:spid="_x0000_s1039" style="position:absolute;top:1130;width:635;height:863;visibility:visible;mso-wrap-style:square;v-text-anchor:top" coordsize="201,2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" path="m116,r,l153,2r17,2l185,7r-5,57l166,58,153,54,137,52r-15,l106,52,91,54r-8,2l77,62r-4,5l73,75r,6l79,87r6,6l93,97r21,5l137,110r23,10l170,126r10,7l189,143r6,12l199,168r2,16l199,197r-2,12l195,219r-4,9l185,236r-5,8l172,250r-8,4l147,263r-21,4l104,271r-23,l64,271,43,269,21,265,4,259r6,-58l25,209r18,6l62,219r19,l99,219r13,-4l118,211r4,-6l124,201r2,-8l124,186r-4,-8l114,172r-8,-4l85,161,64,155,41,145,29,139,19,131r-7,-9l6,110,2,97,,81,2,69,4,58,8,48r4,-8l17,33r6,-6l39,15,56,7,75,4,97,r19,e" filled="f" stroked="f">
                <v:path arrowok="t" o:connecttype="custom" o:connectlocs="36647,0;53706,1275;56866,20395;52443,18483;43281,16571;38542,16571;28749,17208;24326,19758;23062,23900;23062,25812;26853,29636;36015,32505;50547,38241;56866,42383;61604,49394;63500,58636;62868,62778;61604,69789;58445,75206;54338,79668;46440,83811;32856,86360;25590,86360;13585,85723;1264,82536;3159,64053;13585,68514;25590,69789;31276,69789;37279,67240;39174,64053;39806,61504;37910,56724;33488,53537;20219,49394;9162,44295;3791,38878;632,30911;0,25812;1264,18483;3791,12747;7266,8604;17692,2231;30644,0" o:connectangles="0,0,0,0,0,0,0,0,0,0,0,0,0,0,0,0,0,0,0,0,0,0,0,0,0,0,0,0,0,0,0,0,0,0,0,0,0,0,0,0,0,0,0,0"/>
              </v:shape>
              <w10:anchorlock/>
            </v:group>
          </w:pict>
        </mc:Fallback>
      </mc:AlternateContent>
    </w:r>
  </w:p>
  <w:tbl>
    <w:tblPr>
      <w:tblW w:w="8505" w:type="dxa"/>
      <w:jc w:val="center"/>
      <w:tblBorders>
        <w:top w:val="single" w:sz="4" w:space="0" w:color="auto"/>
        <w:bottom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103"/>
      <w:gridCol w:w="3402"/>
    </w:tblGrid>
    <w:tr w:rsidR="000A56B5" w:rsidRPr="00AE3921" w14:paraId="6D05D13D" w14:textId="77777777" w:rsidTr="00154293">
      <w:trPr>
        <w:trHeight w:val="227"/>
        <w:jc w:val="center"/>
      </w:trPr>
      <w:tc>
        <w:tcPr>
          <w:tcW w:w="5103" w:type="dxa"/>
          <w:vAlign w:val="center"/>
        </w:tcPr>
        <w:p w14:paraId="3F071BFE" w14:textId="7C10051F" w:rsidR="000A56B5" w:rsidRPr="00AE3921" w:rsidRDefault="00E477C4" w:rsidP="00154293">
          <w:pPr>
            <w:tabs>
              <w:tab w:val="right" w:pos="8505"/>
            </w:tabs>
            <w:jc w:val="left"/>
            <w:rPr>
              <w:color w:val="000000" w:themeColor="text1"/>
              <w:sz w:val="12"/>
              <w:szCs w:val="12"/>
            </w:rPr>
          </w:pPr>
          <w:sdt>
            <w:sdtPr>
              <w:rPr>
                <w:color w:val="000000" w:themeColor="text1"/>
                <w:sz w:val="12"/>
                <w:szCs w:val="12"/>
              </w:rPr>
              <w:alias w:val="Název dokumentace 1"/>
              <w:tag w:val="NazevDok"/>
              <w:id w:val="162897129"/>
              <w:text/>
            </w:sdtPr>
            <w:sdtEndPr/>
            <w:sdtContent>
              <w:r w:rsidR="00741696">
                <w:rPr>
                  <w:color w:val="000000" w:themeColor="text1"/>
                  <w:sz w:val="12"/>
                  <w:szCs w:val="12"/>
                </w:rPr>
                <w:t>Kalové hospodářství ČOV Brno - Modřice</w:t>
              </w:r>
            </w:sdtContent>
          </w:sdt>
          <w:r w:rsidR="000A56B5" w:rsidRPr="00AE3921">
            <w:rPr>
              <w:color w:val="000000" w:themeColor="text1"/>
              <w:sz w:val="12"/>
              <w:szCs w:val="12"/>
            </w:rPr>
            <w:t xml:space="preserve"> </w:t>
          </w:r>
          <w:sdt>
            <w:sdtPr>
              <w:rPr>
                <w:color w:val="000000" w:themeColor="text1"/>
                <w:sz w:val="12"/>
                <w:szCs w:val="12"/>
              </w:rPr>
              <w:alias w:val="Název dokumentace 2"/>
              <w:tag w:val="NazevDok2_"/>
              <w:id w:val="174235114"/>
              <w:showingPlcHdr/>
              <w:text/>
            </w:sdtPr>
            <w:sdtEndPr/>
            <w:sdtContent>
              <w:r w:rsidR="000050CB">
                <w:rPr>
                  <w:color w:val="000000" w:themeColor="text1"/>
                  <w:sz w:val="12"/>
                  <w:szCs w:val="12"/>
                </w:rPr>
                <w:t xml:space="preserve">     </w:t>
              </w:r>
            </w:sdtContent>
          </w:sdt>
          <w:r w:rsidR="000A56B5" w:rsidRPr="00AE3921">
            <w:rPr>
              <w:color w:val="000000" w:themeColor="text1"/>
              <w:sz w:val="12"/>
              <w:szCs w:val="12"/>
            </w:rPr>
            <w:t xml:space="preserve"> </w:t>
          </w:r>
          <w:sdt>
            <w:sdtPr>
              <w:rPr>
                <w:color w:val="000000" w:themeColor="text1"/>
                <w:sz w:val="12"/>
                <w:szCs w:val="12"/>
              </w:rPr>
              <w:alias w:val="Název dokumentace 3"/>
              <w:tag w:val="NazevDok3_"/>
              <w:id w:val="1985194623"/>
              <w:showingPlcHdr/>
              <w:text/>
            </w:sdtPr>
            <w:sdtEndPr/>
            <w:sdtContent>
              <w:r w:rsidR="000050CB">
                <w:rPr>
                  <w:color w:val="000000" w:themeColor="text1"/>
                  <w:sz w:val="12"/>
                  <w:szCs w:val="12"/>
                </w:rPr>
                <w:t xml:space="preserve">     </w:t>
              </w:r>
            </w:sdtContent>
          </w:sdt>
        </w:p>
      </w:tc>
      <w:tc>
        <w:tcPr>
          <w:tcW w:w="3402" w:type="dxa"/>
          <w:tcMar>
            <w:left w:w="113" w:type="dxa"/>
          </w:tcMar>
          <w:vAlign w:val="center"/>
        </w:tcPr>
        <w:p w14:paraId="0EC9C135" w14:textId="552E1EA5" w:rsidR="000A56B5" w:rsidRPr="00AE3921" w:rsidRDefault="00E477C4" w:rsidP="00154293">
          <w:pPr>
            <w:tabs>
              <w:tab w:val="right" w:pos="8505"/>
            </w:tabs>
            <w:jc w:val="right"/>
            <w:rPr>
              <w:color w:val="000000" w:themeColor="text1"/>
              <w:sz w:val="12"/>
              <w:szCs w:val="12"/>
            </w:rPr>
          </w:pPr>
          <w:sdt>
            <w:sdtPr>
              <w:rPr>
                <w:bCs/>
                <w:color w:val="000000" w:themeColor="text1"/>
                <w:sz w:val="12"/>
                <w:szCs w:val="12"/>
              </w:rPr>
              <w:alias w:val="Číslo přílohy"/>
              <w:tag w:val="PrilCislo"/>
              <w:id w:val="546564126"/>
              <w:text/>
            </w:sdtPr>
            <w:sdtEndPr/>
            <w:sdtContent>
              <w:r w:rsidR="000050CB">
                <w:rPr>
                  <w:bCs/>
                  <w:color w:val="000000" w:themeColor="text1"/>
                  <w:sz w:val="12"/>
                  <w:szCs w:val="12"/>
                </w:rPr>
                <w:t>D1.1.1</w:t>
              </w:r>
            </w:sdtContent>
          </w:sdt>
          <w:r w:rsidR="000A56B5">
            <w:rPr>
              <w:bCs/>
              <w:color w:val="000000" w:themeColor="text1"/>
              <w:sz w:val="12"/>
              <w:szCs w:val="12"/>
            </w:rPr>
            <w:t xml:space="preserve">  </w:t>
          </w:r>
          <w:r w:rsidR="000A56B5" w:rsidRPr="00AE3921">
            <w:rPr>
              <w:bCs/>
              <w:color w:val="000000" w:themeColor="text1"/>
              <w:sz w:val="12"/>
              <w:szCs w:val="12"/>
            </w:rPr>
            <w:t xml:space="preserve"> </w:t>
          </w:r>
          <w:sdt>
            <w:sdtPr>
              <w:rPr>
                <w:bCs/>
                <w:color w:val="000000" w:themeColor="text1"/>
                <w:sz w:val="12"/>
                <w:szCs w:val="12"/>
              </w:rPr>
              <w:alias w:val="Název přílohy"/>
              <w:tag w:val="PrilNaz"/>
              <w:id w:val="727661618"/>
              <w:text/>
            </w:sdtPr>
            <w:sdtEndPr/>
            <w:sdtContent>
              <w:r w:rsidR="00A83470">
                <w:rPr>
                  <w:bCs/>
                  <w:color w:val="000000" w:themeColor="text1"/>
                  <w:sz w:val="12"/>
                  <w:szCs w:val="12"/>
                </w:rPr>
                <w:t>TECHNICKÁ ZPRÁVA</w:t>
              </w:r>
            </w:sdtContent>
          </w:sdt>
        </w:p>
      </w:tc>
    </w:tr>
    <w:tr w:rsidR="000A56B5" w:rsidRPr="00AE3921" w14:paraId="127CD619" w14:textId="77777777" w:rsidTr="00154293">
      <w:trPr>
        <w:trHeight w:val="227"/>
        <w:jc w:val="center"/>
      </w:trPr>
      <w:tc>
        <w:tcPr>
          <w:tcW w:w="5103" w:type="dxa"/>
          <w:vAlign w:val="center"/>
        </w:tcPr>
        <w:p w14:paraId="1338F9D7" w14:textId="3D2CC91B" w:rsidR="000A56B5" w:rsidRPr="00AE3921" w:rsidRDefault="00E477C4" w:rsidP="00154293">
          <w:pPr>
            <w:tabs>
              <w:tab w:val="right" w:pos="8505"/>
            </w:tabs>
            <w:jc w:val="left"/>
            <w:rPr>
              <w:color w:val="000000" w:themeColor="text1"/>
              <w:sz w:val="12"/>
              <w:szCs w:val="12"/>
            </w:rPr>
          </w:pPr>
          <w:sdt>
            <w:sdtPr>
              <w:rPr>
                <w:color w:val="000000" w:themeColor="text1"/>
                <w:sz w:val="12"/>
                <w:szCs w:val="12"/>
              </w:rPr>
              <w:alias w:val="Upřesňující podnázev zakázky"/>
              <w:tag w:val="Podnazev"/>
              <w:id w:val="-1647814830"/>
              <w:showingPlcHdr/>
              <w:text/>
            </w:sdtPr>
            <w:sdtEndPr/>
            <w:sdtContent>
              <w:r w:rsidR="000050CB">
                <w:rPr>
                  <w:color w:val="000000" w:themeColor="text1"/>
                  <w:sz w:val="12"/>
                  <w:szCs w:val="12"/>
                </w:rPr>
                <w:t xml:space="preserve">     </w:t>
              </w:r>
            </w:sdtContent>
          </w:sdt>
        </w:p>
      </w:tc>
      <w:tc>
        <w:tcPr>
          <w:tcW w:w="3402" w:type="dxa"/>
          <w:tcMar>
            <w:left w:w="113" w:type="dxa"/>
          </w:tcMar>
          <w:vAlign w:val="center"/>
        </w:tcPr>
        <w:p w14:paraId="0BD55725" w14:textId="77777777" w:rsidR="000A56B5" w:rsidRPr="00AE3921" w:rsidRDefault="00E477C4" w:rsidP="00154293">
          <w:pPr>
            <w:tabs>
              <w:tab w:val="right" w:pos="8505"/>
            </w:tabs>
            <w:jc w:val="right"/>
            <w:rPr>
              <w:color w:val="000000" w:themeColor="text1"/>
              <w:sz w:val="12"/>
              <w:szCs w:val="12"/>
            </w:rPr>
          </w:pPr>
          <w:sdt>
            <w:sdtPr>
              <w:rPr>
                <w:color w:val="000000" w:themeColor="text1"/>
                <w:sz w:val="12"/>
                <w:szCs w:val="12"/>
              </w:rPr>
              <w:alias w:val="Stupeň"/>
              <w:tag w:val="StupenZ"/>
              <w:id w:val="731129509"/>
              <w:text/>
            </w:sdtPr>
            <w:sdtEndPr/>
            <w:sdtContent>
              <w:r w:rsidR="00741696">
                <w:rPr>
                  <w:color w:val="000000" w:themeColor="text1"/>
                  <w:sz w:val="12"/>
                  <w:szCs w:val="12"/>
                </w:rPr>
                <w:t>DSP</w:t>
              </w:r>
            </w:sdtContent>
          </w:sdt>
        </w:p>
      </w:tc>
    </w:tr>
  </w:tbl>
  <w:p w14:paraId="5A2E44A3" w14:textId="237C501C" w:rsidR="000A56B5" w:rsidRDefault="00E477C4" w:rsidP="00C81FAB">
    <w:pPr>
      <w:pStyle w:val="volndek"/>
      <w:spacing w:before="60"/>
      <w:rPr>
        <w:bCs/>
        <w:color w:val="000000" w:themeColor="text1"/>
        <w:sz w:val="12"/>
        <w:szCs w:val="12"/>
      </w:rPr>
    </w:pPr>
    <w:sdt>
      <w:sdtPr>
        <w:rPr>
          <w:bCs/>
          <w:color w:val="000000" w:themeColor="text1"/>
          <w:sz w:val="12"/>
          <w:szCs w:val="12"/>
        </w:rPr>
        <w:alias w:val="Část stavby"/>
        <w:tag w:val="CastSt"/>
        <w:id w:val="-518387514"/>
        <w:showingPlcHdr/>
        <w:text/>
      </w:sdtPr>
      <w:sdtEndPr/>
      <w:sdtContent>
        <w:r w:rsidR="000050CB">
          <w:rPr>
            <w:bCs/>
            <w:color w:val="000000" w:themeColor="text1"/>
            <w:sz w:val="12"/>
            <w:szCs w:val="12"/>
          </w:rPr>
          <w:t xml:space="preserve">     </w:t>
        </w:r>
      </w:sdtContent>
    </w:sdt>
    <w:r w:rsidR="000A56B5" w:rsidRPr="00CA337C">
      <w:rPr>
        <w:bCs/>
        <w:color w:val="000000" w:themeColor="text1"/>
        <w:sz w:val="12"/>
        <w:szCs w:val="12"/>
      </w:rPr>
      <w:t xml:space="preserve"> </w:t>
    </w:r>
    <w:r w:rsidR="000A56B5">
      <w:rPr>
        <w:bCs/>
        <w:color w:val="000000" w:themeColor="text1"/>
        <w:sz w:val="12"/>
        <w:szCs w:val="12"/>
      </w:rPr>
      <w:t xml:space="preserve"> </w:t>
    </w:r>
    <w:r w:rsidR="000A56B5" w:rsidRPr="00CA337C">
      <w:rPr>
        <w:bCs/>
        <w:color w:val="000000" w:themeColor="text1"/>
        <w:sz w:val="12"/>
        <w:szCs w:val="12"/>
      </w:rPr>
      <w:t xml:space="preserve"> </w:t>
    </w:r>
    <w:sdt>
      <w:sdtPr>
        <w:rPr>
          <w:bCs/>
          <w:color w:val="000000" w:themeColor="text1"/>
          <w:sz w:val="12"/>
          <w:szCs w:val="12"/>
        </w:rPr>
        <w:alias w:val="SO/PS"/>
        <w:tag w:val="SOPS"/>
        <w:id w:val="-584993945"/>
        <w:text/>
      </w:sdtPr>
      <w:sdtEndPr/>
      <w:sdtContent>
        <w:r w:rsidR="0035003F">
          <w:rPr>
            <w:bCs/>
            <w:color w:val="000000" w:themeColor="text1"/>
            <w:sz w:val="12"/>
            <w:szCs w:val="12"/>
          </w:rPr>
          <w:t>SO 2104 - SO 4900</w:t>
        </w:r>
      </w:sdtContent>
    </w:sdt>
  </w:p>
  <w:p w14:paraId="3C0C0CF6" w14:textId="77777777" w:rsidR="000A56B5" w:rsidRPr="00AE3921" w:rsidRDefault="000A56B5" w:rsidP="00C81FAB">
    <w:pPr>
      <w:pStyle w:val="volndek"/>
      <w:rPr>
        <w:color w:val="000000" w:themeColor="text1"/>
        <w:sz w:val="12"/>
        <w:szCs w:val="1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82D00D8A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FFFFFF89"/>
    <w:multiLevelType w:val="singleLevel"/>
    <w:tmpl w:val="E6281E2A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33422222"/>
    <w:multiLevelType w:val="hybridMultilevel"/>
    <w:tmpl w:val="6B308BE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661617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667262C1"/>
    <w:multiLevelType w:val="hybridMultilevel"/>
    <w:tmpl w:val="100E289A"/>
    <w:lvl w:ilvl="0" w:tplc="F0688D94">
      <w:numFmt w:val="decimal"/>
      <w:pStyle w:val="Odrky1"/>
      <w:lvlText w:val=""/>
      <w:lvlJc w:val="left"/>
    </w:lvl>
    <w:lvl w:ilvl="1" w:tplc="04050003">
      <w:numFmt w:val="decimal"/>
      <w:lvlText w:val=""/>
      <w:lvlJc w:val="left"/>
    </w:lvl>
    <w:lvl w:ilvl="2" w:tplc="04050005">
      <w:numFmt w:val="decimal"/>
      <w:lvlText w:val=""/>
      <w:lvlJc w:val="left"/>
    </w:lvl>
    <w:lvl w:ilvl="3" w:tplc="04050001">
      <w:numFmt w:val="decimal"/>
      <w:lvlText w:val=""/>
      <w:lvlJc w:val="left"/>
    </w:lvl>
    <w:lvl w:ilvl="4" w:tplc="04050003">
      <w:numFmt w:val="decimal"/>
      <w:lvlText w:val=""/>
      <w:lvlJc w:val="left"/>
    </w:lvl>
    <w:lvl w:ilvl="5" w:tplc="04050005">
      <w:numFmt w:val="decimal"/>
      <w:lvlText w:val=""/>
      <w:lvlJc w:val="left"/>
    </w:lvl>
    <w:lvl w:ilvl="6" w:tplc="04050001">
      <w:numFmt w:val="decimal"/>
      <w:lvlText w:val=""/>
      <w:lvlJc w:val="left"/>
    </w:lvl>
    <w:lvl w:ilvl="7" w:tplc="04050003">
      <w:numFmt w:val="decimal"/>
      <w:lvlText w:val=""/>
      <w:lvlJc w:val="left"/>
    </w:lvl>
    <w:lvl w:ilvl="8" w:tplc="04050005">
      <w:numFmt w:val="decimal"/>
      <w:lvlText w:val=""/>
      <w:lvlJc w:val="left"/>
    </w:lvl>
  </w:abstractNum>
  <w:abstractNum w:abstractNumId="5" w15:restartNumberingAfterBreak="0">
    <w:nsid w:val="6FDD3FB9"/>
    <w:multiLevelType w:val="hybridMultilevel"/>
    <w:tmpl w:val="412225C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5"/>
  </w:num>
  <w:num w:numId="6">
    <w:abstractNumId w:val="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9"/>
  <w:hyphenationZone w:val="425"/>
  <w:drawingGridHorizontalSpacing w:val="100"/>
  <w:displayHorizontalDrawingGridEvery w:val="2"/>
  <w:displayVerticalDrawingGridEvery w:val="2"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1121"/>
    <w:rsid w:val="0000041A"/>
    <w:rsid w:val="0000068E"/>
    <w:rsid w:val="00000DDC"/>
    <w:rsid w:val="00001902"/>
    <w:rsid w:val="00002127"/>
    <w:rsid w:val="0000225A"/>
    <w:rsid w:val="00003015"/>
    <w:rsid w:val="000030B8"/>
    <w:rsid w:val="00003D44"/>
    <w:rsid w:val="000044BF"/>
    <w:rsid w:val="00004F9F"/>
    <w:rsid w:val="000050CB"/>
    <w:rsid w:val="00006358"/>
    <w:rsid w:val="000064F4"/>
    <w:rsid w:val="00006DA2"/>
    <w:rsid w:val="000070BC"/>
    <w:rsid w:val="0001087E"/>
    <w:rsid w:val="00010B07"/>
    <w:rsid w:val="00011530"/>
    <w:rsid w:val="00012224"/>
    <w:rsid w:val="00012EF7"/>
    <w:rsid w:val="00013ECA"/>
    <w:rsid w:val="000145D0"/>
    <w:rsid w:val="00014B0E"/>
    <w:rsid w:val="00014D37"/>
    <w:rsid w:val="00015A90"/>
    <w:rsid w:val="00015E23"/>
    <w:rsid w:val="00016254"/>
    <w:rsid w:val="000166F4"/>
    <w:rsid w:val="00017146"/>
    <w:rsid w:val="0002044B"/>
    <w:rsid w:val="00021061"/>
    <w:rsid w:val="000211F0"/>
    <w:rsid w:val="000212DB"/>
    <w:rsid w:val="00022330"/>
    <w:rsid w:val="00022369"/>
    <w:rsid w:val="00022510"/>
    <w:rsid w:val="00023736"/>
    <w:rsid w:val="00023EC7"/>
    <w:rsid w:val="00023ECE"/>
    <w:rsid w:val="0002444B"/>
    <w:rsid w:val="00025AF2"/>
    <w:rsid w:val="00025BE9"/>
    <w:rsid w:val="0002616E"/>
    <w:rsid w:val="00026960"/>
    <w:rsid w:val="00026C7A"/>
    <w:rsid w:val="00026D8D"/>
    <w:rsid w:val="000273F4"/>
    <w:rsid w:val="00027512"/>
    <w:rsid w:val="00030CBA"/>
    <w:rsid w:val="00031176"/>
    <w:rsid w:val="000317FB"/>
    <w:rsid w:val="00032B65"/>
    <w:rsid w:val="00032C2F"/>
    <w:rsid w:val="00032E92"/>
    <w:rsid w:val="000334DA"/>
    <w:rsid w:val="00033635"/>
    <w:rsid w:val="00033A3C"/>
    <w:rsid w:val="00033F1B"/>
    <w:rsid w:val="00034A19"/>
    <w:rsid w:val="000351BE"/>
    <w:rsid w:val="000359D1"/>
    <w:rsid w:val="00036335"/>
    <w:rsid w:val="0003646C"/>
    <w:rsid w:val="000364FB"/>
    <w:rsid w:val="0003697E"/>
    <w:rsid w:val="00036C8C"/>
    <w:rsid w:val="00037993"/>
    <w:rsid w:val="00040570"/>
    <w:rsid w:val="000406C7"/>
    <w:rsid w:val="00040E9A"/>
    <w:rsid w:val="00042219"/>
    <w:rsid w:val="000422EA"/>
    <w:rsid w:val="00042685"/>
    <w:rsid w:val="00044143"/>
    <w:rsid w:val="00044E6A"/>
    <w:rsid w:val="0004579D"/>
    <w:rsid w:val="000462FE"/>
    <w:rsid w:val="00046630"/>
    <w:rsid w:val="00046A8A"/>
    <w:rsid w:val="00047B19"/>
    <w:rsid w:val="00047E55"/>
    <w:rsid w:val="00050BB9"/>
    <w:rsid w:val="000510A3"/>
    <w:rsid w:val="00051A16"/>
    <w:rsid w:val="0005252B"/>
    <w:rsid w:val="00053B8B"/>
    <w:rsid w:val="00054A02"/>
    <w:rsid w:val="000557DC"/>
    <w:rsid w:val="00056E0E"/>
    <w:rsid w:val="00056E40"/>
    <w:rsid w:val="00057B02"/>
    <w:rsid w:val="00057D13"/>
    <w:rsid w:val="000607A3"/>
    <w:rsid w:val="0006149A"/>
    <w:rsid w:val="00062365"/>
    <w:rsid w:val="00062523"/>
    <w:rsid w:val="000632C3"/>
    <w:rsid w:val="00063796"/>
    <w:rsid w:val="00063F0F"/>
    <w:rsid w:val="00064254"/>
    <w:rsid w:val="0006574F"/>
    <w:rsid w:val="00066144"/>
    <w:rsid w:val="0006777F"/>
    <w:rsid w:val="0006781F"/>
    <w:rsid w:val="00070167"/>
    <w:rsid w:val="0007026F"/>
    <w:rsid w:val="000706C7"/>
    <w:rsid w:val="000708F1"/>
    <w:rsid w:val="00070D21"/>
    <w:rsid w:val="00070FF5"/>
    <w:rsid w:val="000715F5"/>
    <w:rsid w:val="00071D11"/>
    <w:rsid w:val="00072015"/>
    <w:rsid w:val="000720DE"/>
    <w:rsid w:val="0007251A"/>
    <w:rsid w:val="00072B7C"/>
    <w:rsid w:val="0007317B"/>
    <w:rsid w:val="00073399"/>
    <w:rsid w:val="00073A5A"/>
    <w:rsid w:val="00073ACD"/>
    <w:rsid w:val="0007438C"/>
    <w:rsid w:val="000763D2"/>
    <w:rsid w:val="0007689B"/>
    <w:rsid w:val="000769EF"/>
    <w:rsid w:val="00077438"/>
    <w:rsid w:val="00077945"/>
    <w:rsid w:val="00077D2E"/>
    <w:rsid w:val="000804C0"/>
    <w:rsid w:val="0008063F"/>
    <w:rsid w:val="00080905"/>
    <w:rsid w:val="0008090A"/>
    <w:rsid w:val="00080C04"/>
    <w:rsid w:val="00080D89"/>
    <w:rsid w:val="00081604"/>
    <w:rsid w:val="0008174C"/>
    <w:rsid w:val="000819D5"/>
    <w:rsid w:val="00081B52"/>
    <w:rsid w:val="00082075"/>
    <w:rsid w:val="000829C4"/>
    <w:rsid w:val="0008302A"/>
    <w:rsid w:val="000832C6"/>
    <w:rsid w:val="00083A5C"/>
    <w:rsid w:val="00083CDD"/>
    <w:rsid w:val="00083DD1"/>
    <w:rsid w:val="00085371"/>
    <w:rsid w:val="00085A4E"/>
    <w:rsid w:val="000860F5"/>
    <w:rsid w:val="00086F18"/>
    <w:rsid w:val="00087781"/>
    <w:rsid w:val="00092036"/>
    <w:rsid w:val="00092765"/>
    <w:rsid w:val="00092B26"/>
    <w:rsid w:val="00094521"/>
    <w:rsid w:val="00094C17"/>
    <w:rsid w:val="00095257"/>
    <w:rsid w:val="000964C5"/>
    <w:rsid w:val="00096771"/>
    <w:rsid w:val="00096BA3"/>
    <w:rsid w:val="00096BF2"/>
    <w:rsid w:val="00096D11"/>
    <w:rsid w:val="0009701A"/>
    <w:rsid w:val="00097202"/>
    <w:rsid w:val="000972F6"/>
    <w:rsid w:val="000A06A0"/>
    <w:rsid w:val="000A0998"/>
    <w:rsid w:val="000A111E"/>
    <w:rsid w:val="000A2180"/>
    <w:rsid w:val="000A2217"/>
    <w:rsid w:val="000A26CA"/>
    <w:rsid w:val="000A298B"/>
    <w:rsid w:val="000A2A4F"/>
    <w:rsid w:val="000A2E44"/>
    <w:rsid w:val="000A3177"/>
    <w:rsid w:val="000A33CC"/>
    <w:rsid w:val="000A3C1A"/>
    <w:rsid w:val="000A3C59"/>
    <w:rsid w:val="000A4E58"/>
    <w:rsid w:val="000A5349"/>
    <w:rsid w:val="000A539B"/>
    <w:rsid w:val="000A55BC"/>
    <w:rsid w:val="000A56B5"/>
    <w:rsid w:val="000A607B"/>
    <w:rsid w:val="000A6F1F"/>
    <w:rsid w:val="000B0174"/>
    <w:rsid w:val="000B0EB5"/>
    <w:rsid w:val="000B1C39"/>
    <w:rsid w:val="000B1DC5"/>
    <w:rsid w:val="000B2496"/>
    <w:rsid w:val="000B3B25"/>
    <w:rsid w:val="000B469B"/>
    <w:rsid w:val="000B4E63"/>
    <w:rsid w:val="000B5364"/>
    <w:rsid w:val="000B5D6C"/>
    <w:rsid w:val="000B6339"/>
    <w:rsid w:val="000B652A"/>
    <w:rsid w:val="000B666E"/>
    <w:rsid w:val="000B6CA3"/>
    <w:rsid w:val="000B7679"/>
    <w:rsid w:val="000B7ED5"/>
    <w:rsid w:val="000C1542"/>
    <w:rsid w:val="000C154E"/>
    <w:rsid w:val="000C1967"/>
    <w:rsid w:val="000C2CC2"/>
    <w:rsid w:val="000C2DF9"/>
    <w:rsid w:val="000C3195"/>
    <w:rsid w:val="000C32F0"/>
    <w:rsid w:val="000C3339"/>
    <w:rsid w:val="000C352D"/>
    <w:rsid w:val="000C3D14"/>
    <w:rsid w:val="000C3EB5"/>
    <w:rsid w:val="000C4610"/>
    <w:rsid w:val="000C5847"/>
    <w:rsid w:val="000C5BF2"/>
    <w:rsid w:val="000C60E6"/>
    <w:rsid w:val="000C63B0"/>
    <w:rsid w:val="000C6A0F"/>
    <w:rsid w:val="000C6A4C"/>
    <w:rsid w:val="000C6FD7"/>
    <w:rsid w:val="000C7039"/>
    <w:rsid w:val="000C7F14"/>
    <w:rsid w:val="000D085B"/>
    <w:rsid w:val="000D0E3F"/>
    <w:rsid w:val="000D16E8"/>
    <w:rsid w:val="000D2189"/>
    <w:rsid w:val="000D2D36"/>
    <w:rsid w:val="000D2FC4"/>
    <w:rsid w:val="000D33A4"/>
    <w:rsid w:val="000D3741"/>
    <w:rsid w:val="000D390C"/>
    <w:rsid w:val="000D3CA7"/>
    <w:rsid w:val="000D4B02"/>
    <w:rsid w:val="000D5405"/>
    <w:rsid w:val="000D6933"/>
    <w:rsid w:val="000D6F36"/>
    <w:rsid w:val="000D7478"/>
    <w:rsid w:val="000D7626"/>
    <w:rsid w:val="000D7A2F"/>
    <w:rsid w:val="000D7C64"/>
    <w:rsid w:val="000D7FCE"/>
    <w:rsid w:val="000D7FD0"/>
    <w:rsid w:val="000E063F"/>
    <w:rsid w:val="000E0887"/>
    <w:rsid w:val="000E0B97"/>
    <w:rsid w:val="000E1693"/>
    <w:rsid w:val="000E18FE"/>
    <w:rsid w:val="000E2007"/>
    <w:rsid w:val="000E285E"/>
    <w:rsid w:val="000E28E1"/>
    <w:rsid w:val="000E39BD"/>
    <w:rsid w:val="000E4697"/>
    <w:rsid w:val="000E4851"/>
    <w:rsid w:val="000E4E0F"/>
    <w:rsid w:val="000E51CE"/>
    <w:rsid w:val="000E546D"/>
    <w:rsid w:val="000E54F7"/>
    <w:rsid w:val="000E5A9C"/>
    <w:rsid w:val="000E5F43"/>
    <w:rsid w:val="000E6247"/>
    <w:rsid w:val="000E6B8C"/>
    <w:rsid w:val="000E7108"/>
    <w:rsid w:val="000E791A"/>
    <w:rsid w:val="000F038D"/>
    <w:rsid w:val="000F1611"/>
    <w:rsid w:val="000F189E"/>
    <w:rsid w:val="000F2449"/>
    <w:rsid w:val="000F2D40"/>
    <w:rsid w:val="000F414C"/>
    <w:rsid w:val="000F42F9"/>
    <w:rsid w:val="000F43C5"/>
    <w:rsid w:val="000F5DD1"/>
    <w:rsid w:val="000F6FC0"/>
    <w:rsid w:val="000F72BE"/>
    <w:rsid w:val="000F75BA"/>
    <w:rsid w:val="0010011D"/>
    <w:rsid w:val="00100640"/>
    <w:rsid w:val="00100AF3"/>
    <w:rsid w:val="00100BEC"/>
    <w:rsid w:val="0010154C"/>
    <w:rsid w:val="0010222A"/>
    <w:rsid w:val="00102762"/>
    <w:rsid w:val="00102C76"/>
    <w:rsid w:val="00103488"/>
    <w:rsid w:val="0010375D"/>
    <w:rsid w:val="0010387E"/>
    <w:rsid w:val="00103AD8"/>
    <w:rsid w:val="00103C95"/>
    <w:rsid w:val="00104452"/>
    <w:rsid w:val="00104C56"/>
    <w:rsid w:val="0010518B"/>
    <w:rsid w:val="00105566"/>
    <w:rsid w:val="0010598F"/>
    <w:rsid w:val="00105E94"/>
    <w:rsid w:val="00105FA0"/>
    <w:rsid w:val="00105FEA"/>
    <w:rsid w:val="00106770"/>
    <w:rsid w:val="0010685C"/>
    <w:rsid w:val="00106D6D"/>
    <w:rsid w:val="0010737E"/>
    <w:rsid w:val="001073B0"/>
    <w:rsid w:val="00107F2A"/>
    <w:rsid w:val="001109A1"/>
    <w:rsid w:val="00111921"/>
    <w:rsid w:val="001119B8"/>
    <w:rsid w:val="0011206E"/>
    <w:rsid w:val="0011223D"/>
    <w:rsid w:val="001123A5"/>
    <w:rsid w:val="00112A93"/>
    <w:rsid w:val="00113C96"/>
    <w:rsid w:val="00113D68"/>
    <w:rsid w:val="001147C5"/>
    <w:rsid w:val="00114856"/>
    <w:rsid w:val="00114FBA"/>
    <w:rsid w:val="001150D0"/>
    <w:rsid w:val="001154E9"/>
    <w:rsid w:val="00115519"/>
    <w:rsid w:val="00115B33"/>
    <w:rsid w:val="00115BBA"/>
    <w:rsid w:val="001166D2"/>
    <w:rsid w:val="001168E5"/>
    <w:rsid w:val="00116D5B"/>
    <w:rsid w:val="00117D4A"/>
    <w:rsid w:val="001204F8"/>
    <w:rsid w:val="001206C7"/>
    <w:rsid w:val="00120C53"/>
    <w:rsid w:val="00120D4A"/>
    <w:rsid w:val="00121D7B"/>
    <w:rsid w:val="001221A8"/>
    <w:rsid w:val="00122CFF"/>
    <w:rsid w:val="00122F2F"/>
    <w:rsid w:val="001234BA"/>
    <w:rsid w:val="001254B4"/>
    <w:rsid w:val="0012557B"/>
    <w:rsid w:val="001256E4"/>
    <w:rsid w:val="00125749"/>
    <w:rsid w:val="001259C9"/>
    <w:rsid w:val="00125FE1"/>
    <w:rsid w:val="001263A3"/>
    <w:rsid w:val="001274FF"/>
    <w:rsid w:val="00127922"/>
    <w:rsid w:val="00127D72"/>
    <w:rsid w:val="00130639"/>
    <w:rsid w:val="00130D1D"/>
    <w:rsid w:val="00131088"/>
    <w:rsid w:val="0013123F"/>
    <w:rsid w:val="0013143A"/>
    <w:rsid w:val="00131D04"/>
    <w:rsid w:val="00132405"/>
    <w:rsid w:val="0013270E"/>
    <w:rsid w:val="00132DD7"/>
    <w:rsid w:val="00133A9E"/>
    <w:rsid w:val="00133E1A"/>
    <w:rsid w:val="001341F4"/>
    <w:rsid w:val="00134240"/>
    <w:rsid w:val="001342B8"/>
    <w:rsid w:val="00134758"/>
    <w:rsid w:val="0013475F"/>
    <w:rsid w:val="001350C7"/>
    <w:rsid w:val="00135587"/>
    <w:rsid w:val="001356FD"/>
    <w:rsid w:val="00135E44"/>
    <w:rsid w:val="00137D5F"/>
    <w:rsid w:val="00140F9E"/>
    <w:rsid w:val="0014103D"/>
    <w:rsid w:val="00141530"/>
    <w:rsid w:val="00141863"/>
    <w:rsid w:val="00141F34"/>
    <w:rsid w:val="00143261"/>
    <w:rsid w:val="00143B31"/>
    <w:rsid w:val="00143C4D"/>
    <w:rsid w:val="00143E38"/>
    <w:rsid w:val="001444D8"/>
    <w:rsid w:val="00144EF9"/>
    <w:rsid w:val="00145E92"/>
    <w:rsid w:val="00145FDD"/>
    <w:rsid w:val="00146664"/>
    <w:rsid w:val="001470DD"/>
    <w:rsid w:val="00147868"/>
    <w:rsid w:val="001478B3"/>
    <w:rsid w:val="00147E72"/>
    <w:rsid w:val="001501CF"/>
    <w:rsid w:val="00150676"/>
    <w:rsid w:val="001507DA"/>
    <w:rsid w:val="00150E41"/>
    <w:rsid w:val="00150EBC"/>
    <w:rsid w:val="00151C3F"/>
    <w:rsid w:val="0015313B"/>
    <w:rsid w:val="00153183"/>
    <w:rsid w:val="001539C7"/>
    <w:rsid w:val="00154293"/>
    <w:rsid w:val="001543B6"/>
    <w:rsid w:val="00154969"/>
    <w:rsid w:val="00155834"/>
    <w:rsid w:val="00156C4A"/>
    <w:rsid w:val="0015752E"/>
    <w:rsid w:val="00160A43"/>
    <w:rsid w:val="00160F94"/>
    <w:rsid w:val="0016156E"/>
    <w:rsid w:val="00161E67"/>
    <w:rsid w:val="00161F4E"/>
    <w:rsid w:val="00162397"/>
    <w:rsid w:val="001624A5"/>
    <w:rsid w:val="00162858"/>
    <w:rsid w:val="00163321"/>
    <w:rsid w:val="001633A3"/>
    <w:rsid w:val="0016384F"/>
    <w:rsid w:val="00163E7B"/>
    <w:rsid w:val="00163F6F"/>
    <w:rsid w:val="001648CD"/>
    <w:rsid w:val="00165470"/>
    <w:rsid w:val="001654E4"/>
    <w:rsid w:val="0016583F"/>
    <w:rsid w:val="00165CB9"/>
    <w:rsid w:val="001669FE"/>
    <w:rsid w:val="00167919"/>
    <w:rsid w:val="00167C9E"/>
    <w:rsid w:val="00167DB4"/>
    <w:rsid w:val="00170241"/>
    <w:rsid w:val="001703C3"/>
    <w:rsid w:val="00170986"/>
    <w:rsid w:val="001709FF"/>
    <w:rsid w:val="00170A84"/>
    <w:rsid w:val="00170CB6"/>
    <w:rsid w:val="00171373"/>
    <w:rsid w:val="0017172A"/>
    <w:rsid w:val="00171958"/>
    <w:rsid w:val="00171F86"/>
    <w:rsid w:val="001721E0"/>
    <w:rsid w:val="001724B4"/>
    <w:rsid w:val="001727BB"/>
    <w:rsid w:val="00172CAD"/>
    <w:rsid w:val="00172E3A"/>
    <w:rsid w:val="001730ED"/>
    <w:rsid w:val="00173398"/>
    <w:rsid w:val="00174051"/>
    <w:rsid w:val="0017409C"/>
    <w:rsid w:val="0017415A"/>
    <w:rsid w:val="0017439B"/>
    <w:rsid w:val="001746F2"/>
    <w:rsid w:val="00174A45"/>
    <w:rsid w:val="0017502D"/>
    <w:rsid w:val="0017531D"/>
    <w:rsid w:val="00175AEA"/>
    <w:rsid w:val="00176895"/>
    <w:rsid w:val="00177295"/>
    <w:rsid w:val="0017745E"/>
    <w:rsid w:val="00180214"/>
    <w:rsid w:val="00180A00"/>
    <w:rsid w:val="00181495"/>
    <w:rsid w:val="00182977"/>
    <w:rsid w:val="00183545"/>
    <w:rsid w:val="001837AB"/>
    <w:rsid w:val="0018485C"/>
    <w:rsid w:val="00184AB7"/>
    <w:rsid w:val="0018596C"/>
    <w:rsid w:val="0018623B"/>
    <w:rsid w:val="00186466"/>
    <w:rsid w:val="00190F0B"/>
    <w:rsid w:val="00191CCD"/>
    <w:rsid w:val="00191D95"/>
    <w:rsid w:val="00191FFF"/>
    <w:rsid w:val="00192F94"/>
    <w:rsid w:val="00193D9B"/>
    <w:rsid w:val="00193F3A"/>
    <w:rsid w:val="00194907"/>
    <w:rsid w:val="001949E1"/>
    <w:rsid w:val="00194B24"/>
    <w:rsid w:val="00195027"/>
    <w:rsid w:val="00195ADC"/>
    <w:rsid w:val="00195D50"/>
    <w:rsid w:val="00196221"/>
    <w:rsid w:val="001964FD"/>
    <w:rsid w:val="001965EE"/>
    <w:rsid w:val="001972C7"/>
    <w:rsid w:val="001A0C52"/>
    <w:rsid w:val="001A1C05"/>
    <w:rsid w:val="001A1DA5"/>
    <w:rsid w:val="001A1E30"/>
    <w:rsid w:val="001A1E3E"/>
    <w:rsid w:val="001A29D1"/>
    <w:rsid w:val="001A387E"/>
    <w:rsid w:val="001A4E21"/>
    <w:rsid w:val="001A4EFB"/>
    <w:rsid w:val="001A4F3C"/>
    <w:rsid w:val="001A51FA"/>
    <w:rsid w:val="001A641C"/>
    <w:rsid w:val="001A6486"/>
    <w:rsid w:val="001A6555"/>
    <w:rsid w:val="001A6740"/>
    <w:rsid w:val="001A71FA"/>
    <w:rsid w:val="001A7DB8"/>
    <w:rsid w:val="001B0384"/>
    <w:rsid w:val="001B0F56"/>
    <w:rsid w:val="001B100D"/>
    <w:rsid w:val="001B15E1"/>
    <w:rsid w:val="001B1C25"/>
    <w:rsid w:val="001B1CED"/>
    <w:rsid w:val="001B1F82"/>
    <w:rsid w:val="001B2633"/>
    <w:rsid w:val="001B2B93"/>
    <w:rsid w:val="001B2D85"/>
    <w:rsid w:val="001B3B56"/>
    <w:rsid w:val="001B45DA"/>
    <w:rsid w:val="001B4705"/>
    <w:rsid w:val="001B4766"/>
    <w:rsid w:val="001B4A43"/>
    <w:rsid w:val="001B507D"/>
    <w:rsid w:val="001B53CE"/>
    <w:rsid w:val="001B5626"/>
    <w:rsid w:val="001B62D2"/>
    <w:rsid w:val="001B640D"/>
    <w:rsid w:val="001B660C"/>
    <w:rsid w:val="001B7681"/>
    <w:rsid w:val="001B7F56"/>
    <w:rsid w:val="001C0499"/>
    <w:rsid w:val="001C068A"/>
    <w:rsid w:val="001C0C91"/>
    <w:rsid w:val="001C10D8"/>
    <w:rsid w:val="001C116B"/>
    <w:rsid w:val="001C11B1"/>
    <w:rsid w:val="001C17F7"/>
    <w:rsid w:val="001C20A1"/>
    <w:rsid w:val="001C2587"/>
    <w:rsid w:val="001C2D89"/>
    <w:rsid w:val="001C3718"/>
    <w:rsid w:val="001C3AD5"/>
    <w:rsid w:val="001C3F39"/>
    <w:rsid w:val="001C4367"/>
    <w:rsid w:val="001C4D2E"/>
    <w:rsid w:val="001C50C4"/>
    <w:rsid w:val="001C55E0"/>
    <w:rsid w:val="001C5BFD"/>
    <w:rsid w:val="001C609B"/>
    <w:rsid w:val="001C6BF9"/>
    <w:rsid w:val="001C7F77"/>
    <w:rsid w:val="001D00D0"/>
    <w:rsid w:val="001D0502"/>
    <w:rsid w:val="001D35EC"/>
    <w:rsid w:val="001D3D59"/>
    <w:rsid w:val="001D40F7"/>
    <w:rsid w:val="001D410D"/>
    <w:rsid w:val="001D4B82"/>
    <w:rsid w:val="001D557C"/>
    <w:rsid w:val="001D56E5"/>
    <w:rsid w:val="001D6335"/>
    <w:rsid w:val="001D6D73"/>
    <w:rsid w:val="001D729D"/>
    <w:rsid w:val="001D7834"/>
    <w:rsid w:val="001D7862"/>
    <w:rsid w:val="001D7F0D"/>
    <w:rsid w:val="001E035B"/>
    <w:rsid w:val="001E04A5"/>
    <w:rsid w:val="001E100B"/>
    <w:rsid w:val="001E126F"/>
    <w:rsid w:val="001E13E9"/>
    <w:rsid w:val="001E2606"/>
    <w:rsid w:val="001E33B9"/>
    <w:rsid w:val="001E379C"/>
    <w:rsid w:val="001E37A4"/>
    <w:rsid w:val="001E3C72"/>
    <w:rsid w:val="001E3DF9"/>
    <w:rsid w:val="001E442F"/>
    <w:rsid w:val="001E4ECE"/>
    <w:rsid w:val="001E52BF"/>
    <w:rsid w:val="001E5705"/>
    <w:rsid w:val="001E5F0B"/>
    <w:rsid w:val="001E63EE"/>
    <w:rsid w:val="001E659A"/>
    <w:rsid w:val="001E6FE6"/>
    <w:rsid w:val="001E71D9"/>
    <w:rsid w:val="001E7D1E"/>
    <w:rsid w:val="001F027E"/>
    <w:rsid w:val="001F0484"/>
    <w:rsid w:val="001F093A"/>
    <w:rsid w:val="001F0F8A"/>
    <w:rsid w:val="001F145A"/>
    <w:rsid w:val="001F15ED"/>
    <w:rsid w:val="001F1B18"/>
    <w:rsid w:val="001F2605"/>
    <w:rsid w:val="001F2AAE"/>
    <w:rsid w:val="001F30F9"/>
    <w:rsid w:val="001F3680"/>
    <w:rsid w:val="001F37CC"/>
    <w:rsid w:val="001F3DD1"/>
    <w:rsid w:val="001F3E0C"/>
    <w:rsid w:val="001F3E7C"/>
    <w:rsid w:val="001F3F08"/>
    <w:rsid w:val="001F51AA"/>
    <w:rsid w:val="001F5352"/>
    <w:rsid w:val="001F5435"/>
    <w:rsid w:val="001F58E4"/>
    <w:rsid w:val="001F61F6"/>
    <w:rsid w:val="001F626E"/>
    <w:rsid w:val="001F641F"/>
    <w:rsid w:val="001F6E32"/>
    <w:rsid w:val="001F7C5F"/>
    <w:rsid w:val="002006EF"/>
    <w:rsid w:val="00200E4F"/>
    <w:rsid w:val="00200EB0"/>
    <w:rsid w:val="00201388"/>
    <w:rsid w:val="00201B4F"/>
    <w:rsid w:val="00201FEF"/>
    <w:rsid w:val="00202546"/>
    <w:rsid w:val="00203634"/>
    <w:rsid w:val="00203A92"/>
    <w:rsid w:val="00204586"/>
    <w:rsid w:val="00204BC0"/>
    <w:rsid w:val="00204CFD"/>
    <w:rsid w:val="002056D0"/>
    <w:rsid w:val="002068C6"/>
    <w:rsid w:val="0020700D"/>
    <w:rsid w:val="002076A6"/>
    <w:rsid w:val="002077AB"/>
    <w:rsid w:val="002079A9"/>
    <w:rsid w:val="00207A11"/>
    <w:rsid w:val="00207B43"/>
    <w:rsid w:val="002104A5"/>
    <w:rsid w:val="002108E3"/>
    <w:rsid w:val="002113E1"/>
    <w:rsid w:val="002118DE"/>
    <w:rsid w:val="00211B67"/>
    <w:rsid w:val="00212248"/>
    <w:rsid w:val="00212E33"/>
    <w:rsid w:val="00213264"/>
    <w:rsid w:val="00213959"/>
    <w:rsid w:val="00214951"/>
    <w:rsid w:val="00214A99"/>
    <w:rsid w:val="00214D38"/>
    <w:rsid w:val="0021565A"/>
    <w:rsid w:val="00215B33"/>
    <w:rsid w:val="00215E77"/>
    <w:rsid w:val="002162BC"/>
    <w:rsid w:val="002164E8"/>
    <w:rsid w:val="00217069"/>
    <w:rsid w:val="00217543"/>
    <w:rsid w:val="002177EA"/>
    <w:rsid w:val="00217A6C"/>
    <w:rsid w:val="00220D73"/>
    <w:rsid w:val="00221104"/>
    <w:rsid w:val="00221360"/>
    <w:rsid w:val="00221E48"/>
    <w:rsid w:val="0022209C"/>
    <w:rsid w:val="002220B1"/>
    <w:rsid w:val="0022235A"/>
    <w:rsid w:val="00223A4E"/>
    <w:rsid w:val="00223EE1"/>
    <w:rsid w:val="00223FFD"/>
    <w:rsid w:val="002243E1"/>
    <w:rsid w:val="00224400"/>
    <w:rsid w:val="002245C5"/>
    <w:rsid w:val="00224E16"/>
    <w:rsid w:val="0022520D"/>
    <w:rsid w:val="00226929"/>
    <w:rsid w:val="002272C0"/>
    <w:rsid w:val="002309AB"/>
    <w:rsid w:val="002316AA"/>
    <w:rsid w:val="00231DA5"/>
    <w:rsid w:val="00231E1D"/>
    <w:rsid w:val="00232204"/>
    <w:rsid w:val="0023232C"/>
    <w:rsid w:val="00232CA6"/>
    <w:rsid w:val="00232D94"/>
    <w:rsid w:val="00232E81"/>
    <w:rsid w:val="00232FF0"/>
    <w:rsid w:val="00233453"/>
    <w:rsid w:val="002344AB"/>
    <w:rsid w:val="002350FC"/>
    <w:rsid w:val="00235166"/>
    <w:rsid w:val="00235D09"/>
    <w:rsid w:val="00235EA8"/>
    <w:rsid w:val="00236598"/>
    <w:rsid w:val="00236749"/>
    <w:rsid w:val="002367EE"/>
    <w:rsid w:val="00236B13"/>
    <w:rsid w:val="00236B22"/>
    <w:rsid w:val="002378D9"/>
    <w:rsid w:val="00240353"/>
    <w:rsid w:val="002406AA"/>
    <w:rsid w:val="002407C1"/>
    <w:rsid w:val="0024086D"/>
    <w:rsid w:val="0024208F"/>
    <w:rsid w:val="0024285B"/>
    <w:rsid w:val="00242BBC"/>
    <w:rsid w:val="00243074"/>
    <w:rsid w:val="0024308E"/>
    <w:rsid w:val="00243978"/>
    <w:rsid w:val="00243A96"/>
    <w:rsid w:val="00243FB7"/>
    <w:rsid w:val="00245C5A"/>
    <w:rsid w:val="002460B5"/>
    <w:rsid w:val="002462DC"/>
    <w:rsid w:val="0024653A"/>
    <w:rsid w:val="00246725"/>
    <w:rsid w:val="00246A26"/>
    <w:rsid w:val="002478AA"/>
    <w:rsid w:val="002512A5"/>
    <w:rsid w:val="002518DC"/>
    <w:rsid w:val="00251A52"/>
    <w:rsid w:val="00251E0F"/>
    <w:rsid w:val="002529AC"/>
    <w:rsid w:val="002537F5"/>
    <w:rsid w:val="00253E58"/>
    <w:rsid w:val="00253F52"/>
    <w:rsid w:val="00254201"/>
    <w:rsid w:val="0025484C"/>
    <w:rsid w:val="00254DE7"/>
    <w:rsid w:val="00255C3A"/>
    <w:rsid w:val="00256B01"/>
    <w:rsid w:val="00256B11"/>
    <w:rsid w:val="00256CEA"/>
    <w:rsid w:val="00256FBB"/>
    <w:rsid w:val="00257D3B"/>
    <w:rsid w:val="00260F30"/>
    <w:rsid w:val="00261649"/>
    <w:rsid w:val="00261B2C"/>
    <w:rsid w:val="00261B2D"/>
    <w:rsid w:val="00261ECC"/>
    <w:rsid w:val="00261F7D"/>
    <w:rsid w:val="0026270A"/>
    <w:rsid w:val="0026274E"/>
    <w:rsid w:val="00263399"/>
    <w:rsid w:val="00263F81"/>
    <w:rsid w:val="00264AE1"/>
    <w:rsid w:val="00265BF1"/>
    <w:rsid w:val="00265C38"/>
    <w:rsid w:val="00265FC8"/>
    <w:rsid w:val="002667BF"/>
    <w:rsid w:val="00266A1F"/>
    <w:rsid w:val="00266FCE"/>
    <w:rsid w:val="0026751D"/>
    <w:rsid w:val="00267541"/>
    <w:rsid w:val="00271310"/>
    <w:rsid w:val="00271646"/>
    <w:rsid w:val="0027172E"/>
    <w:rsid w:val="002717BE"/>
    <w:rsid w:val="00271833"/>
    <w:rsid w:val="00271D83"/>
    <w:rsid w:val="00271F50"/>
    <w:rsid w:val="002722EE"/>
    <w:rsid w:val="00272526"/>
    <w:rsid w:val="002726CD"/>
    <w:rsid w:val="002728DB"/>
    <w:rsid w:val="002731CD"/>
    <w:rsid w:val="00273D05"/>
    <w:rsid w:val="00274270"/>
    <w:rsid w:val="00276B4D"/>
    <w:rsid w:val="00277039"/>
    <w:rsid w:val="002771AF"/>
    <w:rsid w:val="00277382"/>
    <w:rsid w:val="00277394"/>
    <w:rsid w:val="0028004F"/>
    <w:rsid w:val="0028049C"/>
    <w:rsid w:val="002809DB"/>
    <w:rsid w:val="00281486"/>
    <w:rsid w:val="00281CFD"/>
    <w:rsid w:val="00282258"/>
    <w:rsid w:val="00282419"/>
    <w:rsid w:val="002824F9"/>
    <w:rsid w:val="00282D66"/>
    <w:rsid w:val="00282F8D"/>
    <w:rsid w:val="002831DF"/>
    <w:rsid w:val="0028349B"/>
    <w:rsid w:val="0028352F"/>
    <w:rsid w:val="00283F7E"/>
    <w:rsid w:val="00283FA9"/>
    <w:rsid w:val="00284FC5"/>
    <w:rsid w:val="0028530D"/>
    <w:rsid w:val="00285343"/>
    <w:rsid w:val="00285B50"/>
    <w:rsid w:val="00285F45"/>
    <w:rsid w:val="00286027"/>
    <w:rsid w:val="0028625F"/>
    <w:rsid w:val="002866E5"/>
    <w:rsid w:val="002909F2"/>
    <w:rsid w:val="00290ADE"/>
    <w:rsid w:val="002911DE"/>
    <w:rsid w:val="002914A3"/>
    <w:rsid w:val="00291562"/>
    <w:rsid w:val="00291AB0"/>
    <w:rsid w:val="00291F02"/>
    <w:rsid w:val="00292425"/>
    <w:rsid w:val="00292E8A"/>
    <w:rsid w:val="00294027"/>
    <w:rsid w:val="00294061"/>
    <w:rsid w:val="00294491"/>
    <w:rsid w:val="00294777"/>
    <w:rsid w:val="002948AD"/>
    <w:rsid w:val="002950C2"/>
    <w:rsid w:val="002952FA"/>
    <w:rsid w:val="00295504"/>
    <w:rsid w:val="00295D7B"/>
    <w:rsid w:val="00296316"/>
    <w:rsid w:val="0029693D"/>
    <w:rsid w:val="0029794E"/>
    <w:rsid w:val="00297B71"/>
    <w:rsid w:val="00297D2C"/>
    <w:rsid w:val="002A077F"/>
    <w:rsid w:val="002A1034"/>
    <w:rsid w:val="002A130B"/>
    <w:rsid w:val="002A164F"/>
    <w:rsid w:val="002A1EC1"/>
    <w:rsid w:val="002A223C"/>
    <w:rsid w:val="002A2EB0"/>
    <w:rsid w:val="002A2FA7"/>
    <w:rsid w:val="002A31D6"/>
    <w:rsid w:val="002A380F"/>
    <w:rsid w:val="002A3AB0"/>
    <w:rsid w:val="002A40E8"/>
    <w:rsid w:val="002A47A1"/>
    <w:rsid w:val="002A47A7"/>
    <w:rsid w:val="002A4861"/>
    <w:rsid w:val="002A487B"/>
    <w:rsid w:val="002A4E5E"/>
    <w:rsid w:val="002A52DF"/>
    <w:rsid w:val="002A6832"/>
    <w:rsid w:val="002A6D06"/>
    <w:rsid w:val="002A6E20"/>
    <w:rsid w:val="002A7029"/>
    <w:rsid w:val="002A7915"/>
    <w:rsid w:val="002A7952"/>
    <w:rsid w:val="002A7D5F"/>
    <w:rsid w:val="002B0490"/>
    <w:rsid w:val="002B0729"/>
    <w:rsid w:val="002B08BB"/>
    <w:rsid w:val="002B0BD9"/>
    <w:rsid w:val="002B0C95"/>
    <w:rsid w:val="002B0E17"/>
    <w:rsid w:val="002B10BC"/>
    <w:rsid w:val="002B17CB"/>
    <w:rsid w:val="002B1A3B"/>
    <w:rsid w:val="002B1DAF"/>
    <w:rsid w:val="002B2093"/>
    <w:rsid w:val="002B3B93"/>
    <w:rsid w:val="002B3BFB"/>
    <w:rsid w:val="002B4088"/>
    <w:rsid w:val="002B4B0A"/>
    <w:rsid w:val="002B4D30"/>
    <w:rsid w:val="002B5195"/>
    <w:rsid w:val="002B7848"/>
    <w:rsid w:val="002C01D3"/>
    <w:rsid w:val="002C1BD2"/>
    <w:rsid w:val="002C1E82"/>
    <w:rsid w:val="002C29D2"/>
    <w:rsid w:val="002C2D95"/>
    <w:rsid w:val="002C2E83"/>
    <w:rsid w:val="002C337B"/>
    <w:rsid w:val="002C3720"/>
    <w:rsid w:val="002C4BC7"/>
    <w:rsid w:val="002C56F4"/>
    <w:rsid w:val="002C5D88"/>
    <w:rsid w:val="002C6ADA"/>
    <w:rsid w:val="002C6CE9"/>
    <w:rsid w:val="002C75C5"/>
    <w:rsid w:val="002C75EB"/>
    <w:rsid w:val="002C78F3"/>
    <w:rsid w:val="002C79B5"/>
    <w:rsid w:val="002D0B56"/>
    <w:rsid w:val="002D0BC1"/>
    <w:rsid w:val="002D0F22"/>
    <w:rsid w:val="002D0FAD"/>
    <w:rsid w:val="002D19A8"/>
    <w:rsid w:val="002D1B90"/>
    <w:rsid w:val="002D1E5C"/>
    <w:rsid w:val="002D24EA"/>
    <w:rsid w:val="002D30E8"/>
    <w:rsid w:val="002D36C3"/>
    <w:rsid w:val="002D47CB"/>
    <w:rsid w:val="002D48B6"/>
    <w:rsid w:val="002D4CBA"/>
    <w:rsid w:val="002D4E25"/>
    <w:rsid w:val="002D56FA"/>
    <w:rsid w:val="002D59A4"/>
    <w:rsid w:val="002D64A5"/>
    <w:rsid w:val="002D653B"/>
    <w:rsid w:val="002D6696"/>
    <w:rsid w:val="002D7043"/>
    <w:rsid w:val="002D71FB"/>
    <w:rsid w:val="002D7238"/>
    <w:rsid w:val="002D75BB"/>
    <w:rsid w:val="002D791B"/>
    <w:rsid w:val="002E00DA"/>
    <w:rsid w:val="002E05CD"/>
    <w:rsid w:val="002E0993"/>
    <w:rsid w:val="002E09ED"/>
    <w:rsid w:val="002E1161"/>
    <w:rsid w:val="002E133E"/>
    <w:rsid w:val="002E15B6"/>
    <w:rsid w:val="002E2128"/>
    <w:rsid w:val="002E218F"/>
    <w:rsid w:val="002E271E"/>
    <w:rsid w:val="002E3A1D"/>
    <w:rsid w:val="002E3C8E"/>
    <w:rsid w:val="002E3E95"/>
    <w:rsid w:val="002E4C96"/>
    <w:rsid w:val="002E58D1"/>
    <w:rsid w:val="002E76A3"/>
    <w:rsid w:val="002E7C56"/>
    <w:rsid w:val="002E7DD9"/>
    <w:rsid w:val="002F0357"/>
    <w:rsid w:val="002F09B4"/>
    <w:rsid w:val="002F1048"/>
    <w:rsid w:val="002F21C2"/>
    <w:rsid w:val="002F27EC"/>
    <w:rsid w:val="002F2AF2"/>
    <w:rsid w:val="002F327C"/>
    <w:rsid w:val="002F3BA4"/>
    <w:rsid w:val="002F3E14"/>
    <w:rsid w:val="002F486C"/>
    <w:rsid w:val="002F4F18"/>
    <w:rsid w:val="002F5112"/>
    <w:rsid w:val="002F59AF"/>
    <w:rsid w:val="002F5CFC"/>
    <w:rsid w:val="002F610D"/>
    <w:rsid w:val="002F67D0"/>
    <w:rsid w:val="002F7187"/>
    <w:rsid w:val="002F758C"/>
    <w:rsid w:val="002F7616"/>
    <w:rsid w:val="002F77E2"/>
    <w:rsid w:val="002F7A0C"/>
    <w:rsid w:val="002F7F6D"/>
    <w:rsid w:val="003026A8"/>
    <w:rsid w:val="003026F1"/>
    <w:rsid w:val="0030282F"/>
    <w:rsid w:val="00302BC8"/>
    <w:rsid w:val="00302ECE"/>
    <w:rsid w:val="003032B4"/>
    <w:rsid w:val="003037EA"/>
    <w:rsid w:val="003037FE"/>
    <w:rsid w:val="00303BED"/>
    <w:rsid w:val="00303D57"/>
    <w:rsid w:val="003049AF"/>
    <w:rsid w:val="00304B67"/>
    <w:rsid w:val="00304FDC"/>
    <w:rsid w:val="00305069"/>
    <w:rsid w:val="003052E5"/>
    <w:rsid w:val="00305328"/>
    <w:rsid w:val="003065A3"/>
    <w:rsid w:val="00306F9F"/>
    <w:rsid w:val="00310483"/>
    <w:rsid w:val="0031065A"/>
    <w:rsid w:val="00310C97"/>
    <w:rsid w:val="00311376"/>
    <w:rsid w:val="003115A4"/>
    <w:rsid w:val="00311D0A"/>
    <w:rsid w:val="00312816"/>
    <w:rsid w:val="00312988"/>
    <w:rsid w:val="00312A71"/>
    <w:rsid w:val="00313280"/>
    <w:rsid w:val="003135BB"/>
    <w:rsid w:val="00313816"/>
    <w:rsid w:val="00313BCE"/>
    <w:rsid w:val="0031428B"/>
    <w:rsid w:val="003143ED"/>
    <w:rsid w:val="0031460D"/>
    <w:rsid w:val="003147C2"/>
    <w:rsid w:val="003151B4"/>
    <w:rsid w:val="00315C3D"/>
    <w:rsid w:val="00316890"/>
    <w:rsid w:val="00316C65"/>
    <w:rsid w:val="00316EB6"/>
    <w:rsid w:val="0032003F"/>
    <w:rsid w:val="00320D2C"/>
    <w:rsid w:val="003211C2"/>
    <w:rsid w:val="0032204A"/>
    <w:rsid w:val="00322A3A"/>
    <w:rsid w:val="0032339F"/>
    <w:rsid w:val="0032441A"/>
    <w:rsid w:val="00324563"/>
    <w:rsid w:val="00324F07"/>
    <w:rsid w:val="00325229"/>
    <w:rsid w:val="00325FCC"/>
    <w:rsid w:val="003265AC"/>
    <w:rsid w:val="003271A3"/>
    <w:rsid w:val="00327AD3"/>
    <w:rsid w:val="0033035B"/>
    <w:rsid w:val="00330D3C"/>
    <w:rsid w:val="00331293"/>
    <w:rsid w:val="00331442"/>
    <w:rsid w:val="00331A18"/>
    <w:rsid w:val="00331A35"/>
    <w:rsid w:val="00332D9B"/>
    <w:rsid w:val="00332EFB"/>
    <w:rsid w:val="00333205"/>
    <w:rsid w:val="003335FA"/>
    <w:rsid w:val="00333BC6"/>
    <w:rsid w:val="00334258"/>
    <w:rsid w:val="003343CF"/>
    <w:rsid w:val="00334400"/>
    <w:rsid w:val="003344ED"/>
    <w:rsid w:val="00334D62"/>
    <w:rsid w:val="00335113"/>
    <w:rsid w:val="00335DD5"/>
    <w:rsid w:val="00336008"/>
    <w:rsid w:val="00336CA7"/>
    <w:rsid w:val="00336D24"/>
    <w:rsid w:val="00337B99"/>
    <w:rsid w:val="003407D0"/>
    <w:rsid w:val="00340BD0"/>
    <w:rsid w:val="00340F3B"/>
    <w:rsid w:val="00341A68"/>
    <w:rsid w:val="00341E52"/>
    <w:rsid w:val="00341F6C"/>
    <w:rsid w:val="00342073"/>
    <w:rsid w:val="00342C24"/>
    <w:rsid w:val="00342EC6"/>
    <w:rsid w:val="00343867"/>
    <w:rsid w:val="00343890"/>
    <w:rsid w:val="0034444E"/>
    <w:rsid w:val="00344B0E"/>
    <w:rsid w:val="00345DCB"/>
    <w:rsid w:val="00345DED"/>
    <w:rsid w:val="00346F34"/>
    <w:rsid w:val="003479BB"/>
    <w:rsid w:val="00347A6A"/>
    <w:rsid w:val="00347B0E"/>
    <w:rsid w:val="0035003F"/>
    <w:rsid w:val="00350D22"/>
    <w:rsid w:val="00351331"/>
    <w:rsid w:val="003513E7"/>
    <w:rsid w:val="003518F3"/>
    <w:rsid w:val="00351E71"/>
    <w:rsid w:val="003528EE"/>
    <w:rsid w:val="003537AC"/>
    <w:rsid w:val="00353DB0"/>
    <w:rsid w:val="0035509F"/>
    <w:rsid w:val="00355751"/>
    <w:rsid w:val="00355A5E"/>
    <w:rsid w:val="00356394"/>
    <w:rsid w:val="00356A53"/>
    <w:rsid w:val="00356BE7"/>
    <w:rsid w:val="00356CD5"/>
    <w:rsid w:val="00357041"/>
    <w:rsid w:val="00357083"/>
    <w:rsid w:val="00357269"/>
    <w:rsid w:val="003574AC"/>
    <w:rsid w:val="0035763C"/>
    <w:rsid w:val="00361121"/>
    <w:rsid w:val="0036133E"/>
    <w:rsid w:val="00361B67"/>
    <w:rsid w:val="0036226B"/>
    <w:rsid w:val="003629CF"/>
    <w:rsid w:val="003630F9"/>
    <w:rsid w:val="003634EF"/>
    <w:rsid w:val="00364052"/>
    <w:rsid w:val="00365CFD"/>
    <w:rsid w:val="00365DAD"/>
    <w:rsid w:val="00365EA8"/>
    <w:rsid w:val="003663C3"/>
    <w:rsid w:val="00366671"/>
    <w:rsid w:val="00366775"/>
    <w:rsid w:val="00366A59"/>
    <w:rsid w:val="00366BDF"/>
    <w:rsid w:val="00366C05"/>
    <w:rsid w:val="0036795F"/>
    <w:rsid w:val="0037051A"/>
    <w:rsid w:val="0037058A"/>
    <w:rsid w:val="003709A3"/>
    <w:rsid w:val="00370A04"/>
    <w:rsid w:val="00370C9D"/>
    <w:rsid w:val="00370CA6"/>
    <w:rsid w:val="00371004"/>
    <w:rsid w:val="003713CE"/>
    <w:rsid w:val="0037162B"/>
    <w:rsid w:val="0037171C"/>
    <w:rsid w:val="003717D1"/>
    <w:rsid w:val="0037186F"/>
    <w:rsid w:val="00372047"/>
    <w:rsid w:val="00372CFC"/>
    <w:rsid w:val="00372D67"/>
    <w:rsid w:val="003730DD"/>
    <w:rsid w:val="003733FC"/>
    <w:rsid w:val="003748BF"/>
    <w:rsid w:val="00375454"/>
    <w:rsid w:val="003756A8"/>
    <w:rsid w:val="003758E9"/>
    <w:rsid w:val="00375D0A"/>
    <w:rsid w:val="00375F29"/>
    <w:rsid w:val="00376572"/>
    <w:rsid w:val="00376777"/>
    <w:rsid w:val="00376F9D"/>
    <w:rsid w:val="00380078"/>
    <w:rsid w:val="00380081"/>
    <w:rsid w:val="00380BB8"/>
    <w:rsid w:val="003810E6"/>
    <w:rsid w:val="00381181"/>
    <w:rsid w:val="00382A41"/>
    <w:rsid w:val="00382ECC"/>
    <w:rsid w:val="00383686"/>
    <w:rsid w:val="00383C1B"/>
    <w:rsid w:val="003841FE"/>
    <w:rsid w:val="00384AFE"/>
    <w:rsid w:val="00385955"/>
    <w:rsid w:val="00385B90"/>
    <w:rsid w:val="00385F9F"/>
    <w:rsid w:val="003874FF"/>
    <w:rsid w:val="00387C0C"/>
    <w:rsid w:val="0039002F"/>
    <w:rsid w:val="00390C5B"/>
    <w:rsid w:val="00391119"/>
    <w:rsid w:val="00391957"/>
    <w:rsid w:val="00391BF3"/>
    <w:rsid w:val="00391CF8"/>
    <w:rsid w:val="0039201A"/>
    <w:rsid w:val="003922F8"/>
    <w:rsid w:val="00392597"/>
    <w:rsid w:val="003934CC"/>
    <w:rsid w:val="003936F7"/>
    <w:rsid w:val="00393BA0"/>
    <w:rsid w:val="00394459"/>
    <w:rsid w:val="00396029"/>
    <w:rsid w:val="00396C59"/>
    <w:rsid w:val="00396F59"/>
    <w:rsid w:val="00397CFA"/>
    <w:rsid w:val="003A0703"/>
    <w:rsid w:val="003A108B"/>
    <w:rsid w:val="003A1C1B"/>
    <w:rsid w:val="003A1D2A"/>
    <w:rsid w:val="003A1E6E"/>
    <w:rsid w:val="003A2229"/>
    <w:rsid w:val="003A2A2D"/>
    <w:rsid w:val="003A3000"/>
    <w:rsid w:val="003A309B"/>
    <w:rsid w:val="003A329D"/>
    <w:rsid w:val="003A4669"/>
    <w:rsid w:val="003A4F05"/>
    <w:rsid w:val="003A56E8"/>
    <w:rsid w:val="003A5776"/>
    <w:rsid w:val="003A5C46"/>
    <w:rsid w:val="003A689C"/>
    <w:rsid w:val="003A696B"/>
    <w:rsid w:val="003A6A85"/>
    <w:rsid w:val="003A6B25"/>
    <w:rsid w:val="003A6C12"/>
    <w:rsid w:val="003A7122"/>
    <w:rsid w:val="003A73A3"/>
    <w:rsid w:val="003A7526"/>
    <w:rsid w:val="003A753B"/>
    <w:rsid w:val="003B02F0"/>
    <w:rsid w:val="003B0520"/>
    <w:rsid w:val="003B0BB3"/>
    <w:rsid w:val="003B1086"/>
    <w:rsid w:val="003B112F"/>
    <w:rsid w:val="003B1906"/>
    <w:rsid w:val="003B1A28"/>
    <w:rsid w:val="003B2671"/>
    <w:rsid w:val="003B28A6"/>
    <w:rsid w:val="003B2DE8"/>
    <w:rsid w:val="003B34C3"/>
    <w:rsid w:val="003B359A"/>
    <w:rsid w:val="003B378D"/>
    <w:rsid w:val="003B3C02"/>
    <w:rsid w:val="003B3E5D"/>
    <w:rsid w:val="003B44AB"/>
    <w:rsid w:val="003B4801"/>
    <w:rsid w:val="003B4823"/>
    <w:rsid w:val="003B491F"/>
    <w:rsid w:val="003B4979"/>
    <w:rsid w:val="003B4F4A"/>
    <w:rsid w:val="003B5207"/>
    <w:rsid w:val="003B52D1"/>
    <w:rsid w:val="003B5B1D"/>
    <w:rsid w:val="003B5D82"/>
    <w:rsid w:val="003B6607"/>
    <w:rsid w:val="003B664E"/>
    <w:rsid w:val="003B67C0"/>
    <w:rsid w:val="003B6A95"/>
    <w:rsid w:val="003B6D19"/>
    <w:rsid w:val="003B7F27"/>
    <w:rsid w:val="003C0D08"/>
    <w:rsid w:val="003C0D85"/>
    <w:rsid w:val="003C1B5E"/>
    <w:rsid w:val="003C1C31"/>
    <w:rsid w:val="003C1D8A"/>
    <w:rsid w:val="003C1EC9"/>
    <w:rsid w:val="003C2344"/>
    <w:rsid w:val="003C2A4E"/>
    <w:rsid w:val="003C2A9C"/>
    <w:rsid w:val="003C2D37"/>
    <w:rsid w:val="003C30E0"/>
    <w:rsid w:val="003C342E"/>
    <w:rsid w:val="003C3783"/>
    <w:rsid w:val="003C3CE0"/>
    <w:rsid w:val="003C3E0F"/>
    <w:rsid w:val="003C40DA"/>
    <w:rsid w:val="003C4E66"/>
    <w:rsid w:val="003C509F"/>
    <w:rsid w:val="003C5212"/>
    <w:rsid w:val="003C536B"/>
    <w:rsid w:val="003C5480"/>
    <w:rsid w:val="003C5B22"/>
    <w:rsid w:val="003C61FF"/>
    <w:rsid w:val="003C66A9"/>
    <w:rsid w:val="003C681A"/>
    <w:rsid w:val="003C7815"/>
    <w:rsid w:val="003C7834"/>
    <w:rsid w:val="003D052A"/>
    <w:rsid w:val="003D105E"/>
    <w:rsid w:val="003D1D5D"/>
    <w:rsid w:val="003D215B"/>
    <w:rsid w:val="003D25BA"/>
    <w:rsid w:val="003D282B"/>
    <w:rsid w:val="003D2D4A"/>
    <w:rsid w:val="003D31A6"/>
    <w:rsid w:val="003D31BF"/>
    <w:rsid w:val="003D31F0"/>
    <w:rsid w:val="003D3C93"/>
    <w:rsid w:val="003D3D6E"/>
    <w:rsid w:val="003D404F"/>
    <w:rsid w:val="003D4DFB"/>
    <w:rsid w:val="003D4EB7"/>
    <w:rsid w:val="003D57FC"/>
    <w:rsid w:val="003D79FD"/>
    <w:rsid w:val="003D7A69"/>
    <w:rsid w:val="003D7EE9"/>
    <w:rsid w:val="003E01AC"/>
    <w:rsid w:val="003E01FA"/>
    <w:rsid w:val="003E045D"/>
    <w:rsid w:val="003E07A9"/>
    <w:rsid w:val="003E0E84"/>
    <w:rsid w:val="003E1897"/>
    <w:rsid w:val="003E1CBB"/>
    <w:rsid w:val="003E2669"/>
    <w:rsid w:val="003E27C7"/>
    <w:rsid w:val="003E307F"/>
    <w:rsid w:val="003E3A8D"/>
    <w:rsid w:val="003E4889"/>
    <w:rsid w:val="003E512B"/>
    <w:rsid w:val="003E5268"/>
    <w:rsid w:val="003E576E"/>
    <w:rsid w:val="003E57ED"/>
    <w:rsid w:val="003E6582"/>
    <w:rsid w:val="003E6F67"/>
    <w:rsid w:val="003E7BD4"/>
    <w:rsid w:val="003F0210"/>
    <w:rsid w:val="003F0629"/>
    <w:rsid w:val="003F14AA"/>
    <w:rsid w:val="003F18A4"/>
    <w:rsid w:val="003F19BB"/>
    <w:rsid w:val="003F284E"/>
    <w:rsid w:val="003F34F4"/>
    <w:rsid w:val="003F4AE8"/>
    <w:rsid w:val="003F572A"/>
    <w:rsid w:val="003F6035"/>
    <w:rsid w:val="003F714B"/>
    <w:rsid w:val="003F7329"/>
    <w:rsid w:val="003F7DCC"/>
    <w:rsid w:val="00400037"/>
    <w:rsid w:val="0040052A"/>
    <w:rsid w:val="0040065C"/>
    <w:rsid w:val="0040069E"/>
    <w:rsid w:val="00401BEC"/>
    <w:rsid w:val="00402EE0"/>
    <w:rsid w:val="00403619"/>
    <w:rsid w:val="004037B3"/>
    <w:rsid w:val="00403EFE"/>
    <w:rsid w:val="0040489F"/>
    <w:rsid w:val="00404A89"/>
    <w:rsid w:val="00404B71"/>
    <w:rsid w:val="00404BF9"/>
    <w:rsid w:val="00404DF3"/>
    <w:rsid w:val="00404E39"/>
    <w:rsid w:val="004057B4"/>
    <w:rsid w:val="00406279"/>
    <w:rsid w:val="00406331"/>
    <w:rsid w:val="0040662B"/>
    <w:rsid w:val="00406A7D"/>
    <w:rsid w:val="00406D1F"/>
    <w:rsid w:val="00407090"/>
    <w:rsid w:val="004072F7"/>
    <w:rsid w:val="00407665"/>
    <w:rsid w:val="004076FF"/>
    <w:rsid w:val="004079FA"/>
    <w:rsid w:val="00407A98"/>
    <w:rsid w:val="00407C77"/>
    <w:rsid w:val="00407F2F"/>
    <w:rsid w:val="0040C9E2"/>
    <w:rsid w:val="00410FC6"/>
    <w:rsid w:val="0041251B"/>
    <w:rsid w:val="00412FA1"/>
    <w:rsid w:val="004130BE"/>
    <w:rsid w:val="00413D89"/>
    <w:rsid w:val="00414130"/>
    <w:rsid w:val="00414A1C"/>
    <w:rsid w:val="00414A3B"/>
    <w:rsid w:val="00414F60"/>
    <w:rsid w:val="00415553"/>
    <w:rsid w:val="00416414"/>
    <w:rsid w:val="00416BBE"/>
    <w:rsid w:val="0041721E"/>
    <w:rsid w:val="004175AD"/>
    <w:rsid w:val="00417AB2"/>
    <w:rsid w:val="00417F7A"/>
    <w:rsid w:val="004200C4"/>
    <w:rsid w:val="0042032F"/>
    <w:rsid w:val="00420439"/>
    <w:rsid w:val="00420D2A"/>
    <w:rsid w:val="00421CBA"/>
    <w:rsid w:val="004220DD"/>
    <w:rsid w:val="00423163"/>
    <w:rsid w:val="004233D3"/>
    <w:rsid w:val="0042372D"/>
    <w:rsid w:val="004248A5"/>
    <w:rsid w:val="00425E6E"/>
    <w:rsid w:val="004275D7"/>
    <w:rsid w:val="00430E99"/>
    <w:rsid w:val="004311DB"/>
    <w:rsid w:val="00431583"/>
    <w:rsid w:val="0043189C"/>
    <w:rsid w:val="00431C42"/>
    <w:rsid w:val="00432C3E"/>
    <w:rsid w:val="00433DDD"/>
    <w:rsid w:val="00433E2B"/>
    <w:rsid w:val="0043443B"/>
    <w:rsid w:val="00435181"/>
    <w:rsid w:val="00435292"/>
    <w:rsid w:val="0043551F"/>
    <w:rsid w:val="00435A29"/>
    <w:rsid w:val="00435BC2"/>
    <w:rsid w:val="00435FEA"/>
    <w:rsid w:val="00436314"/>
    <w:rsid w:val="00436399"/>
    <w:rsid w:val="00436E77"/>
    <w:rsid w:val="00436F47"/>
    <w:rsid w:val="00437535"/>
    <w:rsid w:val="00437925"/>
    <w:rsid w:val="00437E07"/>
    <w:rsid w:val="0044090E"/>
    <w:rsid w:val="00440B9B"/>
    <w:rsid w:val="004418B8"/>
    <w:rsid w:val="00441B8C"/>
    <w:rsid w:val="00442654"/>
    <w:rsid w:val="004426F0"/>
    <w:rsid w:val="00442BAB"/>
    <w:rsid w:val="00442CAB"/>
    <w:rsid w:val="0044351B"/>
    <w:rsid w:val="00443AE3"/>
    <w:rsid w:val="0044422D"/>
    <w:rsid w:val="004451B0"/>
    <w:rsid w:val="00445A40"/>
    <w:rsid w:val="00446D21"/>
    <w:rsid w:val="004478E8"/>
    <w:rsid w:val="00450391"/>
    <w:rsid w:val="004507DA"/>
    <w:rsid w:val="00451549"/>
    <w:rsid w:val="00451CEA"/>
    <w:rsid w:val="00451D45"/>
    <w:rsid w:val="00452242"/>
    <w:rsid w:val="00452526"/>
    <w:rsid w:val="00452E6A"/>
    <w:rsid w:val="004530DA"/>
    <w:rsid w:val="0045507B"/>
    <w:rsid w:val="004550E4"/>
    <w:rsid w:val="004553F9"/>
    <w:rsid w:val="0045551F"/>
    <w:rsid w:val="00455A26"/>
    <w:rsid w:val="00455B54"/>
    <w:rsid w:val="004570D4"/>
    <w:rsid w:val="0045739F"/>
    <w:rsid w:val="00457628"/>
    <w:rsid w:val="00457BF5"/>
    <w:rsid w:val="004607F8"/>
    <w:rsid w:val="0046089F"/>
    <w:rsid w:val="00460A1C"/>
    <w:rsid w:val="00460D01"/>
    <w:rsid w:val="00460D08"/>
    <w:rsid w:val="00461B18"/>
    <w:rsid w:val="00462F54"/>
    <w:rsid w:val="004630FF"/>
    <w:rsid w:val="00463513"/>
    <w:rsid w:val="00463BC2"/>
    <w:rsid w:val="00464426"/>
    <w:rsid w:val="004656C2"/>
    <w:rsid w:val="00465B9B"/>
    <w:rsid w:val="00465BBF"/>
    <w:rsid w:val="00465F70"/>
    <w:rsid w:val="004669A0"/>
    <w:rsid w:val="00466D8B"/>
    <w:rsid w:val="00466FC2"/>
    <w:rsid w:val="0046727E"/>
    <w:rsid w:val="004676FF"/>
    <w:rsid w:val="0046795D"/>
    <w:rsid w:val="00467B2E"/>
    <w:rsid w:val="00467B43"/>
    <w:rsid w:val="00467C17"/>
    <w:rsid w:val="0047044A"/>
    <w:rsid w:val="004704FE"/>
    <w:rsid w:val="004707B0"/>
    <w:rsid w:val="00471072"/>
    <w:rsid w:val="00472146"/>
    <w:rsid w:val="00472181"/>
    <w:rsid w:val="00472A67"/>
    <w:rsid w:val="00472D5D"/>
    <w:rsid w:val="00472DFF"/>
    <w:rsid w:val="00472EE0"/>
    <w:rsid w:val="0047332B"/>
    <w:rsid w:val="004744B8"/>
    <w:rsid w:val="0047496D"/>
    <w:rsid w:val="00475754"/>
    <w:rsid w:val="0047581E"/>
    <w:rsid w:val="00476354"/>
    <w:rsid w:val="004768B3"/>
    <w:rsid w:val="00476DB1"/>
    <w:rsid w:val="004772B1"/>
    <w:rsid w:val="00477531"/>
    <w:rsid w:val="004779E8"/>
    <w:rsid w:val="00477D8A"/>
    <w:rsid w:val="00477E8A"/>
    <w:rsid w:val="004804E9"/>
    <w:rsid w:val="00480640"/>
    <w:rsid w:val="004806A6"/>
    <w:rsid w:val="0048089A"/>
    <w:rsid w:val="00480F73"/>
    <w:rsid w:val="0048109F"/>
    <w:rsid w:val="00481241"/>
    <w:rsid w:val="00481266"/>
    <w:rsid w:val="0048146F"/>
    <w:rsid w:val="00482E34"/>
    <w:rsid w:val="004833A5"/>
    <w:rsid w:val="0048379C"/>
    <w:rsid w:val="00483827"/>
    <w:rsid w:val="0048388D"/>
    <w:rsid w:val="00483967"/>
    <w:rsid w:val="00483C36"/>
    <w:rsid w:val="00483CC5"/>
    <w:rsid w:val="00484B8A"/>
    <w:rsid w:val="00484C49"/>
    <w:rsid w:val="00484F86"/>
    <w:rsid w:val="004858A6"/>
    <w:rsid w:val="004859BD"/>
    <w:rsid w:val="004859FC"/>
    <w:rsid w:val="00485D1F"/>
    <w:rsid w:val="00486649"/>
    <w:rsid w:val="00486794"/>
    <w:rsid w:val="00487026"/>
    <w:rsid w:val="00490ABA"/>
    <w:rsid w:val="00490E8A"/>
    <w:rsid w:val="00490F5D"/>
    <w:rsid w:val="0049123F"/>
    <w:rsid w:val="00491837"/>
    <w:rsid w:val="00491AB6"/>
    <w:rsid w:val="00491F74"/>
    <w:rsid w:val="00492D9E"/>
    <w:rsid w:val="00493084"/>
    <w:rsid w:val="00493273"/>
    <w:rsid w:val="004932B5"/>
    <w:rsid w:val="004935CA"/>
    <w:rsid w:val="004936FF"/>
    <w:rsid w:val="00493756"/>
    <w:rsid w:val="00493D54"/>
    <w:rsid w:val="00494695"/>
    <w:rsid w:val="00494DE3"/>
    <w:rsid w:val="0049545D"/>
    <w:rsid w:val="004954BA"/>
    <w:rsid w:val="00495600"/>
    <w:rsid w:val="0049561E"/>
    <w:rsid w:val="00495D30"/>
    <w:rsid w:val="0049694A"/>
    <w:rsid w:val="00496C5F"/>
    <w:rsid w:val="00496CE5"/>
    <w:rsid w:val="0049725D"/>
    <w:rsid w:val="004976AB"/>
    <w:rsid w:val="004A0282"/>
    <w:rsid w:val="004A0419"/>
    <w:rsid w:val="004A04C7"/>
    <w:rsid w:val="004A0C3A"/>
    <w:rsid w:val="004A1C9F"/>
    <w:rsid w:val="004A25A8"/>
    <w:rsid w:val="004A3D3A"/>
    <w:rsid w:val="004A404F"/>
    <w:rsid w:val="004A40B3"/>
    <w:rsid w:val="004A444A"/>
    <w:rsid w:val="004A4D1B"/>
    <w:rsid w:val="004A4F9E"/>
    <w:rsid w:val="004A64A6"/>
    <w:rsid w:val="004A6F51"/>
    <w:rsid w:val="004A73B9"/>
    <w:rsid w:val="004A748A"/>
    <w:rsid w:val="004A7A5F"/>
    <w:rsid w:val="004A7AEC"/>
    <w:rsid w:val="004B032E"/>
    <w:rsid w:val="004B2FCB"/>
    <w:rsid w:val="004B3F22"/>
    <w:rsid w:val="004B409A"/>
    <w:rsid w:val="004B4461"/>
    <w:rsid w:val="004B50BD"/>
    <w:rsid w:val="004B5188"/>
    <w:rsid w:val="004B55E4"/>
    <w:rsid w:val="004B5ABB"/>
    <w:rsid w:val="004B5BA4"/>
    <w:rsid w:val="004B5BDA"/>
    <w:rsid w:val="004B5D5E"/>
    <w:rsid w:val="004B61E0"/>
    <w:rsid w:val="004B63E2"/>
    <w:rsid w:val="004B77F4"/>
    <w:rsid w:val="004B7F68"/>
    <w:rsid w:val="004C0370"/>
    <w:rsid w:val="004C066F"/>
    <w:rsid w:val="004C08D3"/>
    <w:rsid w:val="004C1301"/>
    <w:rsid w:val="004C189F"/>
    <w:rsid w:val="004C1EE8"/>
    <w:rsid w:val="004C1FFA"/>
    <w:rsid w:val="004C2284"/>
    <w:rsid w:val="004C2305"/>
    <w:rsid w:val="004C2715"/>
    <w:rsid w:val="004C287C"/>
    <w:rsid w:val="004C388C"/>
    <w:rsid w:val="004C3A43"/>
    <w:rsid w:val="004C3CA6"/>
    <w:rsid w:val="004C48A8"/>
    <w:rsid w:val="004C4998"/>
    <w:rsid w:val="004C4C19"/>
    <w:rsid w:val="004C4DFD"/>
    <w:rsid w:val="004C4EFA"/>
    <w:rsid w:val="004C4FE7"/>
    <w:rsid w:val="004C5226"/>
    <w:rsid w:val="004C52F8"/>
    <w:rsid w:val="004C563E"/>
    <w:rsid w:val="004C5CEA"/>
    <w:rsid w:val="004C6160"/>
    <w:rsid w:val="004C68A6"/>
    <w:rsid w:val="004C76DF"/>
    <w:rsid w:val="004C7914"/>
    <w:rsid w:val="004D0495"/>
    <w:rsid w:val="004D04E6"/>
    <w:rsid w:val="004D09A8"/>
    <w:rsid w:val="004D1129"/>
    <w:rsid w:val="004D19CF"/>
    <w:rsid w:val="004D1C75"/>
    <w:rsid w:val="004D26C7"/>
    <w:rsid w:val="004D294A"/>
    <w:rsid w:val="004D294C"/>
    <w:rsid w:val="004D2987"/>
    <w:rsid w:val="004D3228"/>
    <w:rsid w:val="004D330A"/>
    <w:rsid w:val="004D3583"/>
    <w:rsid w:val="004D361C"/>
    <w:rsid w:val="004D3A59"/>
    <w:rsid w:val="004D3C3A"/>
    <w:rsid w:val="004D490E"/>
    <w:rsid w:val="004D6314"/>
    <w:rsid w:val="004D78F2"/>
    <w:rsid w:val="004D7E61"/>
    <w:rsid w:val="004E059E"/>
    <w:rsid w:val="004E0AF1"/>
    <w:rsid w:val="004E0CA2"/>
    <w:rsid w:val="004E196F"/>
    <w:rsid w:val="004E25E1"/>
    <w:rsid w:val="004E2D5F"/>
    <w:rsid w:val="004E41AE"/>
    <w:rsid w:val="004E42E0"/>
    <w:rsid w:val="004E4501"/>
    <w:rsid w:val="004E4944"/>
    <w:rsid w:val="004E495F"/>
    <w:rsid w:val="004E5309"/>
    <w:rsid w:val="004E5B14"/>
    <w:rsid w:val="004E5EC7"/>
    <w:rsid w:val="004E6D6C"/>
    <w:rsid w:val="004E6DAB"/>
    <w:rsid w:val="004E71EC"/>
    <w:rsid w:val="004E780F"/>
    <w:rsid w:val="004E7C08"/>
    <w:rsid w:val="004E7E8F"/>
    <w:rsid w:val="004F137A"/>
    <w:rsid w:val="004F31D1"/>
    <w:rsid w:val="004F36DA"/>
    <w:rsid w:val="004F3DE2"/>
    <w:rsid w:val="004F41C7"/>
    <w:rsid w:val="004F52E3"/>
    <w:rsid w:val="004F5942"/>
    <w:rsid w:val="004F5A41"/>
    <w:rsid w:val="004F5D3A"/>
    <w:rsid w:val="004F6054"/>
    <w:rsid w:val="004F6A5A"/>
    <w:rsid w:val="004F6E45"/>
    <w:rsid w:val="004F71B0"/>
    <w:rsid w:val="004F7AB0"/>
    <w:rsid w:val="004F7B78"/>
    <w:rsid w:val="005003A1"/>
    <w:rsid w:val="00500555"/>
    <w:rsid w:val="00500580"/>
    <w:rsid w:val="00500C05"/>
    <w:rsid w:val="00500C31"/>
    <w:rsid w:val="00501266"/>
    <w:rsid w:val="005016CA"/>
    <w:rsid w:val="00501ADC"/>
    <w:rsid w:val="00501F2B"/>
    <w:rsid w:val="00502684"/>
    <w:rsid w:val="00503199"/>
    <w:rsid w:val="00503213"/>
    <w:rsid w:val="00503919"/>
    <w:rsid w:val="00504069"/>
    <w:rsid w:val="0050418B"/>
    <w:rsid w:val="005042E5"/>
    <w:rsid w:val="00504E09"/>
    <w:rsid w:val="005051A3"/>
    <w:rsid w:val="005065DA"/>
    <w:rsid w:val="00506A1B"/>
    <w:rsid w:val="0050738D"/>
    <w:rsid w:val="00507580"/>
    <w:rsid w:val="0050777F"/>
    <w:rsid w:val="00510F3B"/>
    <w:rsid w:val="00511864"/>
    <w:rsid w:val="0051210E"/>
    <w:rsid w:val="0051248D"/>
    <w:rsid w:val="00512F8D"/>
    <w:rsid w:val="005135FE"/>
    <w:rsid w:val="00513C10"/>
    <w:rsid w:val="005145E2"/>
    <w:rsid w:val="0051465D"/>
    <w:rsid w:val="00514BA0"/>
    <w:rsid w:val="00514EAF"/>
    <w:rsid w:val="0051627D"/>
    <w:rsid w:val="00516569"/>
    <w:rsid w:val="0051769A"/>
    <w:rsid w:val="00517AD9"/>
    <w:rsid w:val="00517E24"/>
    <w:rsid w:val="0052077F"/>
    <w:rsid w:val="00521270"/>
    <w:rsid w:val="00521366"/>
    <w:rsid w:val="0052229D"/>
    <w:rsid w:val="00523C22"/>
    <w:rsid w:val="00523C6E"/>
    <w:rsid w:val="00523DE9"/>
    <w:rsid w:val="005253B1"/>
    <w:rsid w:val="00525661"/>
    <w:rsid w:val="00525FC9"/>
    <w:rsid w:val="00526055"/>
    <w:rsid w:val="0052701D"/>
    <w:rsid w:val="00527182"/>
    <w:rsid w:val="005275A9"/>
    <w:rsid w:val="00527F82"/>
    <w:rsid w:val="005303E6"/>
    <w:rsid w:val="00530C41"/>
    <w:rsid w:val="00530E61"/>
    <w:rsid w:val="00531159"/>
    <w:rsid w:val="005312C9"/>
    <w:rsid w:val="00531773"/>
    <w:rsid w:val="005318F3"/>
    <w:rsid w:val="00531921"/>
    <w:rsid w:val="00531A3C"/>
    <w:rsid w:val="00532019"/>
    <w:rsid w:val="0053245D"/>
    <w:rsid w:val="00532923"/>
    <w:rsid w:val="005330EF"/>
    <w:rsid w:val="005334CE"/>
    <w:rsid w:val="00533B32"/>
    <w:rsid w:val="00533D1A"/>
    <w:rsid w:val="00534350"/>
    <w:rsid w:val="0053442A"/>
    <w:rsid w:val="0053456A"/>
    <w:rsid w:val="00534791"/>
    <w:rsid w:val="005351E0"/>
    <w:rsid w:val="00535698"/>
    <w:rsid w:val="0053582C"/>
    <w:rsid w:val="00536092"/>
    <w:rsid w:val="0053705D"/>
    <w:rsid w:val="00537349"/>
    <w:rsid w:val="005401CA"/>
    <w:rsid w:val="00540576"/>
    <w:rsid w:val="005407FE"/>
    <w:rsid w:val="00540C78"/>
    <w:rsid w:val="0054108B"/>
    <w:rsid w:val="00542344"/>
    <w:rsid w:val="005423B3"/>
    <w:rsid w:val="0054333D"/>
    <w:rsid w:val="005437D0"/>
    <w:rsid w:val="00543867"/>
    <w:rsid w:val="00543A54"/>
    <w:rsid w:val="00543D66"/>
    <w:rsid w:val="00543D79"/>
    <w:rsid w:val="00543FCE"/>
    <w:rsid w:val="0054401C"/>
    <w:rsid w:val="005451A7"/>
    <w:rsid w:val="00545732"/>
    <w:rsid w:val="005466F8"/>
    <w:rsid w:val="005508F0"/>
    <w:rsid w:val="00550C7E"/>
    <w:rsid w:val="0055204A"/>
    <w:rsid w:val="0055318D"/>
    <w:rsid w:val="00553A39"/>
    <w:rsid w:val="00553C59"/>
    <w:rsid w:val="0055428E"/>
    <w:rsid w:val="005548C2"/>
    <w:rsid w:val="005550AF"/>
    <w:rsid w:val="005550F0"/>
    <w:rsid w:val="00555176"/>
    <w:rsid w:val="005554BE"/>
    <w:rsid w:val="005559BB"/>
    <w:rsid w:val="00555A26"/>
    <w:rsid w:val="00555C85"/>
    <w:rsid w:val="00556DAE"/>
    <w:rsid w:val="005601F2"/>
    <w:rsid w:val="00560617"/>
    <w:rsid w:val="00560638"/>
    <w:rsid w:val="00560648"/>
    <w:rsid w:val="00560EE0"/>
    <w:rsid w:val="0056142E"/>
    <w:rsid w:val="005620F3"/>
    <w:rsid w:val="005621AC"/>
    <w:rsid w:val="0056283D"/>
    <w:rsid w:val="0056387A"/>
    <w:rsid w:val="00563DE6"/>
    <w:rsid w:val="00565268"/>
    <w:rsid w:val="00566B92"/>
    <w:rsid w:val="00566CDE"/>
    <w:rsid w:val="00566D65"/>
    <w:rsid w:val="00566F96"/>
    <w:rsid w:val="00567981"/>
    <w:rsid w:val="00570A52"/>
    <w:rsid w:val="00570ABE"/>
    <w:rsid w:val="0057131F"/>
    <w:rsid w:val="00571368"/>
    <w:rsid w:val="00572868"/>
    <w:rsid w:val="00572A11"/>
    <w:rsid w:val="00572F75"/>
    <w:rsid w:val="0057339D"/>
    <w:rsid w:val="00573763"/>
    <w:rsid w:val="00573B73"/>
    <w:rsid w:val="00574022"/>
    <w:rsid w:val="0057432B"/>
    <w:rsid w:val="005743F5"/>
    <w:rsid w:val="00576209"/>
    <w:rsid w:val="00577145"/>
    <w:rsid w:val="00577BBD"/>
    <w:rsid w:val="0058005B"/>
    <w:rsid w:val="00580303"/>
    <w:rsid w:val="00580740"/>
    <w:rsid w:val="005808B8"/>
    <w:rsid w:val="00580A66"/>
    <w:rsid w:val="00582164"/>
    <w:rsid w:val="005828C2"/>
    <w:rsid w:val="00582B5C"/>
    <w:rsid w:val="00583144"/>
    <w:rsid w:val="00583344"/>
    <w:rsid w:val="005838A2"/>
    <w:rsid w:val="005842BA"/>
    <w:rsid w:val="00584B45"/>
    <w:rsid w:val="00584C02"/>
    <w:rsid w:val="00585427"/>
    <w:rsid w:val="005858E9"/>
    <w:rsid w:val="00585957"/>
    <w:rsid w:val="00585AE7"/>
    <w:rsid w:val="00586100"/>
    <w:rsid w:val="005865AB"/>
    <w:rsid w:val="00587487"/>
    <w:rsid w:val="005900B8"/>
    <w:rsid w:val="00590324"/>
    <w:rsid w:val="00590F4E"/>
    <w:rsid w:val="00591580"/>
    <w:rsid w:val="00591A11"/>
    <w:rsid w:val="00591C21"/>
    <w:rsid w:val="00591C2C"/>
    <w:rsid w:val="00591C8F"/>
    <w:rsid w:val="0059221C"/>
    <w:rsid w:val="0059256C"/>
    <w:rsid w:val="00592B36"/>
    <w:rsid w:val="00592FE1"/>
    <w:rsid w:val="00593EC3"/>
    <w:rsid w:val="00594439"/>
    <w:rsid w:val="0059496E"/>
    <w:rsid w:val="00594A10"/>
    <w:rsid w:val="00594D93"/>
    <w:rsid w:val="00594E45"/>
    <w:rsid w:val="005951E4"/>
    <w:rsid w:val="005952F4"/>
    <w:rsid w:val="005954AC"/>
    <w:rsid w:val="00595842"/>
    <w:rsid w:val="00595B28"/>
    <w:rsid w:val="00596499"/>
    <w:rsid w:val="005971C8"/>
    <w:rsid w:val="00597262"/>
    <w:rsid w:val="005973A5"/>
    <w:rsid w:val="005979DD"/>
    <w:rsid w:val="00597C72"/>
    <w:rsid w:val="005A062E"/>
    <w:rsid w:val="005A12DB"/>
    <w:rsid w:val="005A1833"/>
    <w:rsid w:val="005A18E9"/>
    <w:rsid w:val="005A1D04"/>
    <w:rsid w:val="005A2227"/>
    <w:rsid w:val="005A2AE5"/>
    <w:rsid w:val="005A2C01"/>
    <w:rsid w:val="005A4126"/>
    <w:rsid w:val="005A41F6"/>
    <w:rsid w:val="005A43CF"/>
    <w:rsid w:val="005A4C4F"/>
    <w:rsid w:val="005A5626"/>
    <w:rsid w:val="005A59F8"/>
    <w:rsid w:val="005A5B43"/>
    <w:rsid w:val="005A5FA1"/>
    <w:rsid w:val="005A6BC0"/>
    <w:rsid w:val="005A723B"/>
    <w:rsid w:val="005A7330"/>
    <w:rsid w:val="005A76C3"/>
    <w:rsid w:val="005A79CA"/>
    <w:rsid w:val="005A7C55"/>
    <w:rsid w:val="005B0002"/>
    <w:rsid w:val="005B0011"/>
    <w:rsid w:val="005B079C"/>
    <w:rsid w:val="005B0EF8"/>
    <w:rsid w:val="005B145D"/>
    <w:rsid w:val="005B2A83"/>
    <w:rsid w:val="005B2A9E"/>
    <w:rsid w:val="005B301C"/>
    <w:rsid w:val="005B32A3"/>
    <w:rsid w:val="005B32F7"/>
    <w:rsid w:val="005B37F1"/>
    <w:rsid w:val="005B3903"/>
    <w:rsid w:val="005B446E"/>
    <w:rsid w:val="005B4474"/>
    <w:rsid w:val="005B4563"/>
    <w:rsid w:val="005B5449"/>
    <w:rsid w:val="005B5470"/>
    <w:rsid w:val="005B59C2"/>
    <w:rsid w:val="005B60A4"/>
    <w:rsid w:val="005B64EB"/>
    <w:rsid w:val="005B73DA"/>
    <w:rsid w:val="005B7866"/>
    <w:rsid w:val="005B7989"/>
    <w:rsid w:val="005B79F1"/>
    <w:rsid w:val="005C0F42"/>
    <w:rsid w:val="005C12CF"/>
    <w:rsid w:val="005C139E"/>
    <w:rsid w:val="005C223F"/>
    <w:rsid w:val="005C2D30"/>
    <w:rsid w:val="005C42AE"/>
    <w:rsid w:val="005C4344"/>
    <w:rsid w:val="005C46C3"/>
    <w:rsid w:val="005C4991"/>
    <w:rsid w:val="005C4D54"/>
    <w:rsid w:val="005C4E4A"/>
    <w:rsid w:val="005C5DBA"/>
    <w:rsid w:val="005C5F6E"/>
    <w:rsid w:val="005C61E9"/>
    <w:rsid w:val="005C62FF"/>
    <w:rsid w:val="005C680F"/>
    <w:rsid w:val="005C6879"/>
    <w:rsid w:val="005C6A91"/>
    <w:rsid w:val="005C6D76"/>
    <w:rsid w:val="005C6E01"/>
    <w:rsid w:val="005C6EB5"/>
    <w:rsid w:val="005C7EEB"/>
    <w:rsid w:val="005D01E3"/>
    <w:rsid w:val="005D1746"/>
    <w:rsid w:val="005D1834"/>
    <w:rsid w:val="005D1B14"/>
    <w:rsid w:val="005D1D83"/>
    <w:rsid w:val="005D1E00"/>
    <w:rsid w:val="005D2254"/>
    <w:rsid w:val="005D4F40"/>
    <w:rsid w:val="005D4FBB"/>
    <w:rsid w:val="005D5FF7"/>
    <w:rsid w:val="005D62CE"/>
    <w:rsid w:val="005D63D3"/>
    <w:rsid w:val="005D71B2"/>
    <w:rsid w:val="005D78A0"/>
    <w:rsid w:val="005D79EF"/>
    <w:rsid w:val="005E040E"/>
    <w:rsid w:val="005E1A93"/>
    <w:rsid w:val="005E2297"/>
    <w:rsid w:val="005E3611"/>
    <w:rsid w:val="005E3D51"/>
    <w:rsid w:val="005E42EA"/>
    <w:rsid w:val="005E4541"/>
    <w:rsid w:val="005E4C2D"/>
    <w:rsid w:val="005E520F"/>
    <w:rsid w:val="005E524D"/>
    <w:rsid w:val="005E584A"/>
    <w:rsid w:val="005E5C92"/>
    <w:rsid w:val="005E6756"/>
    <w:rsid w:val="005E6D1D"/>
    <w:rsid w:val="005E7073"/>
    <w:rsid w:val="005E7123"/>
    <w:rsid w:val="005E72B6"/>
    <w:rsid w:val="005E7470"/>
    <w:rsid w:val="005F0703"/>
    <w:rsid w:val="005F078F"/>
    <w:rsid w:val="005F16CD"/>
    <w:rsid w:val="005F1779"/>
    <w:rsid w:val="005F1CF8"/>
    <w:rsid w:val="005F2265"/>
    <w:rsid w:val="005F2276"/>
    <w:rsid w:val="005F26CB"/>
    <w:rsid w:val="005F2CF1"/>
    <w:rsid w:val="005F3436"/>
    <w:rsid w:val="005F3A51"/>
    <w:rsid w:val="005F4463"/>
    <w:rsid w:val="005F49C2"/>
    <w:rsid w:val="005F4B52"/>
    <w:rsid w:val="005F5B8E"/>
    <w:rsid w:val="005F5F26"/>
    <w:rsid w:val="005F674E"/>
    <w:rsid w:val="005F68D9"/>
    <w:rsid w:val="005F72C2"/>
    <w:rsid w:val="005F73F0"/>
    <w:rsid w:val="005F7985"/>
    <w:rsid w:val="005F79BC"/>
    <w:rsid w:val="005F7B5B"/>
    <w:rsid w:val="005F7C2B"/>
    <w:rsid w:val="005F7EB8"/>
    <w:rsid w:val="00600580"/>
    <w:rsid w:val="00600F63"/>
    <w:rsid w:val="00601634"/>
    <w:rsid w:val="00601D1B"/>
    <w:rsid w:val="00602010"/>
    <w:rsid w:val="00602481"/>
    <w:rsid w:val="0060254D"/>
    <w:rsid w:val="00602C65"/>
    <w:rsid w:val="00602DAB"/>
    <w:rsid w:val="00602EC1"/>
    <w:rsid w:val="00603595"/>
    <w:rsid w:val="00603BEA"/>
    <w:rsid w:val="0060418C"/>
    <w:rsid w:val="006046B5"/>
    <w:rsid w:val="006047C9"/>
    <w:rsid w:val="00604B28"/>
    <w:rsid w:val="0060579E"/>
    <w:rsid w:val="00606017"/>
    <w:rsid w:val="00606742"/>
    <w:rsid w:val="006067B7"/>
    <w:rsid w:val="00606B23"/>
    <w:rsid w:val="00606F52"/>
    <w:rsid w:val="00607FEE"/>
    <w:rsid w:val="00611196"/>
    <w:rsid w:val="00611DF6"/>
    <w:rsid w:val="00612539"/>
    <w:rsid w:val="0061284F"/>
    <w:rsid w:val="00612926"/>
    <w:rsid w:val="006133A6"/>
    <w:rsid w:val="006138A0"/>
    <w:rsid w:val="0061459A"/>
    <w:rsid w:val="006149EA"/>
    <w:rsid w:val="00614A4A"/>
    <w:rsid w:val="00614F95"/>
    <w:rsid w:val="00615004"/>
    <w:rsid w:val="0061561F"/>
    <w:rsid w:val="006157A1"/>
    <w:rsid w:val="006159DA"/>
    <w:rsid w:val="00616627"/>
    <w:rsid w:val="00616AAA"/>
    <w:rsid w:val="00616BB0"/>
    <w:rsid w:val="00616EBA"/>
    <w:rsid w:val="00617202"/>
    <w:rsid w:val="00617890"/>
    <w:rsid w:val="00617CAE"/>
    <w:rsid w:val="00620476"/>
    <w:rsid w:val="0062094F"/>
    <w:rsid w:val="00620BB0"/>
    <w:rsid w:val="006216D8"/>
    <w:rsid w:val="00621A5D"/>
    <w:rsid w:val="00621F28"/>
    <w:rsid w:val="006229A8"/>
    <w:rsid w:val="00623DB2"/>
    <w:rsid w:val="006243CE"/>
    <w:rsid w:val="00624695"/>
    <w:rsid w:val="00624BE2"/>
    <w:rsid w:val="006260CF"/>
    <w:rsid w:val="0062614B"/>
    <w:rsid w:val="00626FE1"/>
    <w:rsid w:val="00627705"/>
    <w:rsid w:val="006278B4"/>
    <w:rsid w:val="006302D3"/>
    <w:rsid w:val="00631670"/>
    <w:rsid w:val="0063197B"/>
    <w:rsid w:val="0063218C"/>
    <w:rsid w:val="00632E47"/>
    <w:rsid w:val="00633F22"/>
    <w:rsid w:val="00634670"/>
    <w:rsid w:val="006347B9"/>
    <w:rsid w:val="00634B7E"/>
    <w:rsid w:val="0063571F"/>
    <w:rsid w:val="00635ACE"/>
    <w:rsid w:val="006360FB"/>
    <w:rsid w:val="00636174"/>
    <w:rsid w:val="0063643C"/>
    <w:rsid w:val="00636690"/>
    <w:rsid w:val="006368ED"/>
    <w:rsid w:val="00636BE9"/>
    <w:rsid w:val="006371C4"/>
    <w:rsid w:val="00640847"/>
    <w:rsid w:val="006409D4"/>
    <w:rsid w:val="00640B47"/>
    <w:rsid w:val="00640EB4"/>
    <w:rsid w:val="00640F1D"/>
    <w:rsid w:val="00640F7E"/>
    <w:rsid w:val="006413B4"/>
    <w:rsid w:val="006419A8"/>
    <w:rsid w:val="006428A1"/>
    <w:rsid w:val="006428E5"/>
    <w:rsid w:val="00642A84"/>
    <w:rsid w:val="00642AED"/>
    <w:rsid w:val="00642B9A"/>
    <w:rsid w:val="00642E8E"/>
    <w:rsid w:val="00644001"/>
    <w:rsid w:val="00644170"/>
    <w:rsid w:val="00644272"/>
    <w:rsid w:val="00644571"/>
    <w:rsid w:val="00644FE2"/>
    <w:rsid w:val="006458EE"/>
    <w:rsid w:val="00645C2D"/>
    <w:rsid w:val="00646770"/>
    <w:rsid w:val="00646D7F"/>
    <w:rsid w:val="00647051"/>
    <w:rsid w:val="006471C2"/>
    <w:rsid w:val="00647776"/>
    <w:rsid w:val="00647943"/>
    <w:rsid w:val="00647967"/>
    <w:rsid w:val="00647CB9"/>
    <w:rsid w:val="006506A0"/>
    <w:rsid w:val="00650A5B"/>
    <w:rsid w:val="00650E2A"/>
    <w:rsid w:val="00651408"/>
    <w:rsid w:val="006514C2"/>
    <w:rsid w:val="00651DFB"/>
    <w:rsid w:val="00651F5E"/>
    <w:rsid w:val="00652787"/>
    <w:rsid w:val="00652C1D"/>
    <w:rsid w:val="00652D3D"/>
    <w:rsid w:val="0065448B"/>
    <w:rsid w:val="00654BFF"/>
    <w:rsid w:val="006559E5"/>
    <w:rsid w:val="00655B4E"/>
    <w:rsid w:val="00655E10"/>
    <w:rsid w:val="006566A4"/>
    <w:rsid w:val="006567CE"/>
    <w:rsid w:val="00657B75"/>
    <w:rsid w:val="00657CC1"/>
    <w:rsid w:val="00660714"/>
    <w:rsid w:val="0066200E"/>
    <w:rsid w:val="006621CE"/>
    <w:rsid w:val="00663260"/>
    <w:rsid w:val="0066347D"/>
    <w:rsid w:val="006639FC"/>
    <w:rsid w:val="00663D73"/>
    <w:rsid w:val="006642E8"/>
    <w:rsid w:val="00664317"/>
    <w:rsid w:val="0066431E"/>
    <w:rsid w:val="00664539"/>
    <w:rsid w:val="00664BB2"/>
    <w:rsid w:val="00664E0C"/>
    <w:rsid w:val="00665544"/>
    <w:rsid w:val="00666D93"/>
    <w:rsid w:val="00666DA9"/>
    <w:rsid w:val="00666FCB"/>
    <w:rsid w:val="00667523"/>
    <w:rsid w:val="00670643"/>
    <w:rsid w:val="00670B1B"/>
    <w:rsid w:val="00670D85"/>
    <w:rsid w:val="00670F3B"/>
    <w:rsid w:val="00671775"/>
    <w:rsid w:val="0067179E"/>
    <w:rsid w:val="006744BF"/>
    <w:rsid w:val="006744EA"/>
    <w:rsid w:val="0067474B"/>
    <w:rsid w:val="00675218"/>
    <w:rsid w:val="00675F80"/>
    <w:rsid w:val="006764DF"/>
    <w:rsid w:val="0067654C"/>
    <w:rsid w:val="00677245"/>
    <w:rsid w:val="0067784E"/>
    <w:rsid w:val="006778DA"/>
    <w:rsid w:val="00677C9C"/>
    <w:rsid w:val="00677F34"/>
    <w:rsid w:val="00680001"/>
    <w:rsid w:val="0068035E"/>
    <w:rsid w:val="0068075F"/>
    <w:rsid w:val="0068076C"/>
    <w:rsid w:val="00680966"/>
    <w:rsid w:val="00681029"/>
    <w:rsid w:val="006812A5"/>
    <w:rsid w:val="006817D2"/>
    <w:rsid w:val="00681B00"/>
    <w:rsid w:val="00682087"/>
    <w:rsid w:val="00682ABA"/>
    <w:rsid w:val="006830E1"/>
    <w:rsid w:val="00683390"/>
    <w:rsid w:val="00683572"/>
    <w:rsid w:val="00683D89"/>
    <w:rsid w:val="006841EB"/>
    <w:rsid w:val="006841F8"/>
    <w:rsid w:val="006843C6"/>
    <w:rsid w:val="006844C2"/>
    <w:rsid w:val="006845C5"/>
    <w:rsid w:val="0068464D"/>
    <w:rsid w:val="00684851"/>
    <w:rsid w:val="00684865"/>
    <w:rsid w:val="006848DA"/>
    <w:rsid w:val="0068534F"/>
    <w:rsid w:val="00685382"/>
    <w:rsid w:val="006857ED"/>
    <w:rsid w:val="00685A42"/>
    <w:rsid w:val="006869BC"/>
    <w:rsid w:val="00686D49"/>
    <w:rsid w:val="00686D85"/>
    <w:rsid w:val="00687329"/>
    <w:rsid w:val="00690E05"/>
    <w:rsid w:val="006910FF"/>
    <w:rsid w:val="006916AE"/>
    <w:rsid w:val="006921F2"/>
    <w:rsid w:val="00692E61"/>
    <w:rsid w:val="00692F0D"/>
    <w:rsid w:val="00693245"/>
    <w:rsid w:val="006932EC"/>
    <w:rsid w:val="00693B68"/>
    <w:rsid w:val="0069410F"/>
    <w:rsid w:val="0069416F"/>
    <w:rsid w:val="00694561"/>
    <w:rsid w:val="00694794"/>
    <w:rsid w:val="00694A5C"/>
    <w:rsid w:val="0069571C"/>
    <w:rsid w:val="00695957"/>
    <w:rsid w:val="00695B0A"/>
    <w:rsid w:val="006966D8"/>
    <w:rsid w:val="0069683B"/>
    <w:rsid w:val="00696A9F"/>
    <w:rsid w:val="006970C1"/>
    <w:rsid w:val="006974CD"/>
    <w:rsid w:val="00697FD4"/>
    <w:rsid w:val="006A0C2D"/>
    <w:rsid w:val="006A17E8"/>
    <w:rsid w:val="006A1AFC"/>
    <w:rsid w:val="006A1D8D"/>
    <w:rsid w:val="006A2766"/>
    <w:rsid w:val="006A2A34"/>
    <w:rsid w:val="006A3044"/>
    <w:rsid w:val="006A3065"/>
    <w:rsid w:val="006A30A1"/>
    <w:rsid w:val="006A37BC"/>
    <w:rsid w:val="006A3CE9"/>
    <w:rsid w:val="006A411D"/>
    <w:rsid w:val="006A4255"/>
    <w:rsid w:val="006A44F1"/>
    <w:rsid w:val="006A4973"/>
    <w:rsid w:val="006A5456"/>
    <w:rsid w:val="006A589B"/>
    <w:rsid w:val="006A6169"/>
    <w:rsid w:val="006A65B2"/>
    <w:rsid w:val="006A68CE"/>
    <w:rsid w:val="006A6C6D"/>
    <w:rsid w:val="006A6F94"/>
    <w:rsid w:val="006A72F7"/>
    <w:rsid w:val="006A77AA"/>
    <w:rsid w:val="006A7AEC"/>
    <w:rsid w:val="006B0154"/>
    <w:rsid w:val="006B047E"/>
    <w:rsid w:val="006B05F3"/>
    <w:rsid w:val="006B0C28"/>
    <w:rsid w:val="006B1933"/>
    <w:rsid w:val="006B2005"/>
    <w:rsid w:val="006B2309"/>
    <w:rsid w:val="006B239F"/>
    <w:rsid w:val="006B247D"/>
    <w:rsid w:val="006B2883"/>
    <w:rsid w:val="006B2FEE"/>
    <w:rsid w:val="006B307A"/>
    <w:rsid w:val="006B3223"/>
    <w:rsid w:val="006B3F32"/>
    <w:rsid w:val="006B4550"/>
    <w:rsid w:val="006B56D6"/>
    <w:rsid w:val="006B5A64"/>
    <w:rsid w:val="006B5BA4"/>
    <w:rsid w:val="006B645E"/>
    <w:rsid w:val="006B6884"/>
    <w:rsid w:val="006B6C2B"/>
    <w:rsid w:val="006B6C2E"/>
    <w:rsid w:val="006B73E0"/>
    <w:rsid w:val="006C041A"/>
    <w:rsid w:val="006C069D"/>
    <w:rsid w:val="006C0DAF"/>
    <w:rsid w:val="006C143A"/>
    <w:rsid w:val="006C1561"/>
    <w:rsid w:val="006C1E87"/>
    <w:rsid w:val="006C2CDC"/>
    <w:rsid w:val="006C3044"/>
    <w:rsid w:val="006C3081"/>
    <w:rsid w:val="006C3925"/>
    <w:rsid w:val="006C3B86"/>
    <w:rsid w:val="006C3C4B"/>
    <w:rsid w:val="006C3CF3"/>
    <w:rsid w:val="006C3D6F"/>
    <w:rsid w:val="006C4314"/>
    <w:rsid w:val="006C4AA7"/>
    <w:rsid w:val="006C54BE"/>
    <w:rsid w:val="006C5CC2"/>
    <w:rsid w:val="006C63B1"/>
    <w:rsid w:val="006C63D6"/>
    <w:rsid w:val="006C7859"/>
    <w:rsid w:val="006C7BD7"/>
    <w:rsid w:val="006D0DD5"/>
    <w:rsid w:val="006D0F24"/>
    <w:rsid w:val="006D27B0"/>
    <w:rsid w:val="006D3895"/>
    <w:rsid w:val="006D3A70"/>
    <w:rsid w:val="006D3EF6"/>
    <w:rsid w:val="006D46E9"/>
    <w:rsid w:val="006D482D"/>
    <w:rsid w:val="006D4B5D"/>
    <w:rsid w:val="006D51EE"/>
    <w:rsid w:val="006D586E"/>
    <w:rsid w:val="006D5BA5"/>
    <w:rsid w:val="006D5FA5"/>
    <w:rsid w:val="006D5FEE"/>
    <w:rsid w:val="006D62BD"/>
    <w:rsid w:val="006D6D6C"/>
    <w:rsid w:val="006D7A31"/>
    <w:rsid w:val="006E0260"/>
    <w:rsid w:val="006E036E"/>
    <w:rsid w:val="006E0682"/>
    <w:rsid w:val="006E08BC"/>
    <w:rsid w:val="006E0B27"/>
    <w:rsid w:val="006E15A5"/>
    <w:rsid w:val="006E15D0"/>
    <w:rsid w:val="006E1ACB"/>
    <w:rsid w:val="006E2537"/>
    <w:rsid w:val="006E26D5"/>
    <w:rsid w:val="006E27CB"/>
    <w:rsid w:val="006E2CD8"/>
    <w:rsid w:val="006E3180"/>
    <w:rsid w:val="006E336C"/>
    <w:rsid w:val="006E3393"/>
    <w:rsid w:val="006E33D3"/>
    <w:rsid w:val="006E4C93"/>
    <w:rsid w:val="006E5356"/>
    <w:rsid w:val="006E53D2"/>
    <w:rsid w:val="006E59C7"/>
    <w:rsid w:val="006E5D6E"/>
    <w:rsid w:val="006E5E95"/>
    <w:rsid w:val="006E60E7"/>
    <w:rsid w:val="006E67E4"/>
    <w:rsid w:val="006E6E33"/>
    <w:rsid w:val="006E707D"/>
    <w:rsid w:val="006E7761"/>
    <w:rsid w:val="006E7E02"/>
    <w:rsid w:val="006F0082"/>
    <w:rsid w:val="006F0CF5"/>
    <w:rsid w:val="006F0E53"/>
    <w:rsid w:val="006F0E59"/>
    <w:rsid w:val="006F0FD5"/>
    <w:rsid w:val="006F0FF9"/>
    <w:rsid w:val="006F1BC2"/>
    <w:rsid w:val="006F2288"/>
    <w:rsid w:val="006F2336"/>
    <w:rsid w:val="006F2718"/>
    <w:rsid w:val="006F37EE"/>
    <w:rsid w:val="006F3F61"/>
    <w:rsid w:val="006F3FCF"/>
    <w:rsid w:val="006F4124"/>
    <w:rsid w:val="006F4650"/>
    <w:rsid w:val="006F47CC"/>
    <w:rsid w:val="006F520F"/>
    <w:rsid w:val="006F5447"/>
    <w:rsid w:val="006F5D46"/>
    <w:rsid w:val="006F648C"/>
    <w:rsid w:val="006F6A8E"/>
    <w:rsid w:val="006F7324"/>
    <w:rsid w:val="006F7A9F"/>
    <w:rsid w:val="007008F0"/>
    <w:rsid w:val="0070105B"/>
    <w:rsid w:val="00701179"/>
    <w:rsid w:val="007015CC"/>
    <w:rsid w:val="00701675"/>
    <w:rsid w:val="00702C03"/>
    <w:rsid w:val="007037D8"/>
    <w:rsid w:val="007047DC"/>
    <w:rsid w:val="00704EDC"/>
    <w:rsid w:val="0070515C"/>
    <w:rsid w:val="0070524C"/>
    <w:rsid w:val="007052AC"/>
    <w:rsid w:val="0070582A"/>
    <w:rsid w:val="00706080"/>
    <w:rsid w:val="00706677"/>
    <w:rsid w:val="00706AE8"/>
    <w:rsid w:val="00707BF2"/>
    <w:rsid w:val="00707CEE"/>
    <w:rsid w:val="00707FD1"/>
    <w:rsid w:val="0071001B"/>
    <w:rsid w:val="007110ED"/>
    <w:rsid w:val="0071122E"/>
    <w:rsid w:val="0071150F"/>
    <w:rsid w:val="00711BCC"/>
    <w:rsid w:val="00711CA5"/>
    <w:rsid w:val="00712867"/>
    <w:rsid w:val="00712A5F"/>
    <w:rsid w:val="00712BB5"/>
    <w:rsid w:val="00712D33"/>
    <w:rsid w:val="00712F62"/>
    <w:rsid w:val="0071337B"/>
    <w:rsid w:val="0071350A"/>
    <w:rsid w:val="007135B7"/>
    <w:rsid w:val="00713A67"/>
    <w:rsid w:val="00713B5A"/>
    <w:rsid w:val="00714253"/>
    <w:rsid w:val="007142A8"/>
    <w:rsid w:val="00714756"/>
    <w:rsid w:val="00714A72"/>
    <w:rsid w:val="00714A8C"/>
    <w:rsid w:val="0071525F"/>
    <w:rsid w:val="00715BE9"/>
    <w:rsid w:val="00715D33"/>
    <w:rsid w:val="00715E12"/>
    <w:rsid w:val="007160A5"/>
    <w:rsid w:val="0071633D"/>
    <w:rsid w:val="007164E3"/>
    <w:rsid w:val="00716878"/>
    <w:rsid w:val="00717397"/>
    <w:rsid w:val="007175FB"/>
    <w:rsid w:val="00717801"/>
    <w:rsid w:val="007201B7"/>
    <w:rsid w:val="00720503"/>
    <w:rsid w:val="00721230"/>
    <w:rsid w:val="00721373"/>
    <w:rsid w:val="00721573"/>
    <w:rsid w:val="00721963"/>
    <w:rsid w:val="00721980"/>
    <w:rsid w:val="00722403"/>
    <w:rsid w:val="00722570"/>
    <w:rsid w:val="00722A60"/>
    <w:rsid w:val="00722B91"/>
    <w:rsid w:val="00722CAE"/>
    <w:rsid w:val="007234DC"/>
    <w:rsid w:val="00723693"/>
    <w:rsid w:val="00724126"/>
    <w:rsid w:val="00724213"/>
    <w:rsid w:val="007249B0"/>
    <w:rsid w:val="00724A86"/>
    <w:rsid w:val="00725178"/>
    <w:rsid w:val="007254BB"/>
    <w:rsid w:val="0072557A"/>
    <w:rsid w:val="00725F2A"/>
    <w:rsid w:val="00725FE0"/>
    <w:rsid w:val="007266E4"/>
    <w:rsid w:val="00727CE4"/>
    <w:rsid w:val="00730449"/>
    <w:rsid w:val="0073079A"/>
    <w:rsid w:val="0073117F"/>
    <w:rsid w:val="007312C6"/>
    <w:rsid w:val="007312D0"/>
    <w:rsid w:val="00731992"/>
    <w:rsid w:val="007319D2"/>
    <w:rsid w:val="00731DD2"/>
    <w:rsid w:val="00731F00"/>
    <w:rsid w:val="00733EAD"/>
    <w:rsid w:val="0073530B"/>
    <w:rsid w:val="00735723"/>
    <w:rsid w:val="00735764"/>
    <w:rsid w:val="007358CC"/>
    <w:rsid w:val="00736A78"/>
    <w:rsid w:val="00736CCF"/>
    <w:rsid w:val="0073768F"/>
    <w:rsid w:val="00737D21"/>
    <w:rsid w:val="007402DB"/>
    <w:rsid w:val="00740337"/>
    <w:rsid w:val="007403E4"/>
    <w:rsid w:val="00741304"/>
    <w:rsid w:val="0074135C"/>
    <w:rsid w:val="00741531"/>
    <w:rsid w:val="007415D0"/>
    <w:rsid w:val="00741690"/>
    <w:rsid w:val="00741696"/>
    <w:rsid w:val="00742913"/>
    <w:rsid w:val="00743256"/>
    <w:rsid w:val="00743723"/>
    <w:rsid w:val="00743AA4"/>
    <w:rsid w:val="00743B43"/>
    <w:rsid w:val="00743F8A"/>
    <w:rsid w:val="00745295"/>
    <w:rsid w:val="00745DDD"/>
    <w:rsid w:val="0074629E"/>
    <w:rsid w:val="0074641B"/>
    <w:rsid w:val="0074647C"/>
    <w:rsid w:val="00746C7F"/>
    <w:rsid w:val="00746DC9"/>
    <w:rsid w:val="0074738F"/>
    <w:rsid w:val="007477AF"/>
    <w:rsid w:val="0075026A"/>
    <w:rsid w:val="007506EB"/>
    <w:rsid w:val="0075178C"/>
    <w:rsid w:val="00752B14"/>
    <w:rsid w:val="00752D99"/>
    <w:rsid w:val="007538BF"/>
    <w:rsid w:val="00753E3C"/>
    <w:rsid w:val="0075414A"/>
    <w:rsid w:val="007548DC"/>
    <w:rsid w:val="00754E2F"/>
    <w:rsid w:val="00755C39"/>
    <w:rsid w:val="00756841"/>
    <w:rsid w:val="00756CA9"/>
    <w:rsid w:val="00757463"/>
    <w:rsid w:val="007575F2"/>
    <w:rsid w:val="00760080"/>
    <w:rsid w:val="007609C7"/>
    <w:rsid w:val="0076186F"/>
    <w:rsid w:val="00761AE9"/>
    <w:rsid w:val="00762CAD"/>
    <w:rsid w:val="00762EF5"/>
    <w:rsid w:val="00762F09"/>
    <w:rsid w:val="00764131"/>
    <w:rsid w:val="00764139"/>
    <w:rsid w:val="00764190"/>
    <w:rsid w:val="00764243"/>
    <w:rsid w:val="007649DB"/>
    <w:rsid w:val="00764F9C"/>
    <w:rsid w:val="007651C0"/>
    <w:rsid w:val="00765ACE"/>
    <w:rsid w:val="00765E93"/>
    <w:rsid w:val="00766515"/>
    <w:rsid w:val="007665BA"/>
    <w:rsid w:val="00766BC4"/>
    <w:rsid w:val="0076747D"/>
    <w:rsid w:val="0076762C"/>
    <w:rsid w:val="00767CD4"/>
    <w:rsid w:val="00770284"/>
    <w:rsid w:val="00770C09"/>
    <w:rsid w:val="0077106D"/>
    <w:rsid w:val="007710BC"/>
    <w:rsid w:val="00771A25"/>
    <w:rsid w:val="00771A6B"/>
    <w:rsid w:val="00771B01"/>
    <w:rsid w:val="00771E15"/>
    <w:rsid w:val="00771F95"/>
    <w:rsid w:val="00772419"/>
    <w:rsid w:val="007726D4"/>
    <w:rsid w:val="00772E1F"/>
    <w:rsid w:val="00772E2A"/>
    <w:rsid w:val="00773195"/>
    <w:rsid w:val="007732BC"/>
    <w:rsid w:val="00773380"/>
    <w:rsid w:val="007734C6"/>
    <w:rsid w:val="00773A8D"/>
    <w:rsid w:val="00773DA0"/>
    <w:rsid w:val="0077490E"/>
    <w:rsid w:val="00774DF4"/>
    <w:rsid w:val="00774EDD"/>
    <w:rsid w:val="007750BB"/>
    <w:rsid w:val="00775F9A"/>
    <w:rsid w:val="00775FB5"/>
    <w:rsid w:val="00776E78"/>
    <w:rsid w:val="00777A36"/>
    <w:rsid w:val="00780A23"/>
    <w:rsid w:val="00780C42"/>
    <w:rsid w:val="007816A2"/>
    <w:rsid w:val="007816C5"/>
    <w:rsid w:val="00781717"/>
    <w:rsid w:val="00781AB9"/>
    <w:rsid w:val="00781B9C"/>
    <w:rsid w:val="0078245F"/>
    <w:rsid w:val="007825AA"/>
    <w:rsid w:val="007825C5"/>
    <w:rsid w:val="00782F3A"/>
    <w:rsid w:val="00783A2C"/>
    <w:rsid w:val="00783E0D"/>
    <w:rsid w:val="0078404B"/>
    <w:rsid w:val="00784225"/>
    <w:rsid w:val="007854CA"/>
    <w:rsid w:val="007863FF"/>
    <w:rsid w:val="0078678F"/>
    <w:rsid w:val="007868F6"/>
    <w:rsid w:val="00786A61"/>
    <w:rsid w:val="0078771B"/>
    <w:rsid w:val="007907EC"/>
    <w:rsid w:val="00790C41"/>
    <w:rsid w:val="00790C78"/>
    <w:rsid w:val="00790DEE"/>
    <w:rsid w:val="00791165"/>
    <w:rsid w:val="0079259B"/>
    <w:rsid w:val="00792732"/>
    <w:rsid w:val="00792E93"/>
    <w:rsid w:val="007932CA"/>
    <w:rsid w:val="00793466"/>
    <w:rsid w:val="00794389"/>
    <w:rsid w:val="0079494C"/>
    <w:rsid w:val="0079497C"/>
    <w:rsid w:val="00795018"/>
    <w:rsid w:val="00795138"/>
    <w:rsid w:val="00796FB9"/>
    <w:rsid w:val="00797196"/>
    <w:rsid w:val="00797A33"/>
    <w:rsid w:val="00797B7F"/>
    <w:rsid w:val="00797F5E"/>
    <w:rsid w:val="007A0519"/>
    <w:rsid w:val="007A05B5"/>
    <w:rsid w:val="007A07B5"/>
    <w:rsid w:val="007A1B52"/>
    <w:rsid w:val="007A1F10"/>
    <w:rsid w:val="007A23A9"/>
    <w:rsid w:val="007A2AF6"/>
    <w:rsid w:val="007A3A2A"/>
    <w:rsid w:val="007A48AE"/>
    <w:rsid w:val="007A4CEF"/>
    <w:rsid w:val="007A5227"/>
    <w:rsid w:val="007A557E"/>
    <w:rsid w:val="007A601D"/>
    <w:rsid w:val="007A6508"/>
    <w:rsid w:val="007A6F15"/>
    <w:rsid w:val="007B0306"/>
    <w:rsid w:val="007B0972"/>
    <w:rsid w:val="007B09B0"/>
    <w:rsid w:val="007B0A5A"/>
    <w:rsid w:val="007B0DFD"/>
    <w:rsid w:val="007B13C2"/>
    <w:rsid w:val="007B170A"/>
    <w:rsid w:val="007B1955"/>
    <w:rsid w:val="007B2CE7"/>
    <w:rsid w:val="007B2EF0"/>
    <w:rsid w:val="007B31FB"/>
    <w:rsid w:val="007B4037"/>
    <w:rsid w:val="007B4B55"/>
    <w:rsid w:val="007B58AE"/>
    <w:rsid w:val="007B5B30"/>
    <w:rsid w:val="007B62FE"/>
    <w:rsid w:val="007B66FD"/>
    <w:rsid w:val="007B68CB"/>
    <w:rsid w:val="007B715D"/>
    <w:rsid w:val="007B7CD7"/>
    <w:rsid w:val="007B7E9A"/>
    <w:rsid w:val="007C0110"/>
    <w:rsid w:val="007C1514"/>
    <w:rsid w:val="007C19BD"/>
    <w:rsid w:val="007C1DBB"/>
    <w:rsid w:val="007C1F25"/>
    <w:rsid w:val="007C300B"/>
    <w:rsid w:val="007C3CD9"/>
    <w:rsid w:val="007C447E"/>
    <w:rsid w:val="007C4596"/>
    <w:rsid w:val="007C488A"/>
    <w:rsid w:val="007C48F6"/>
    <w:rsid w:val="007C5F7A"/>
    <w:rsid w:val="007C6907"/>
    <w:rsid w:val="007C71BF"/>
    <w:rsid w:val="007C72E0"/>
    <w:rsid w:val="007C78D6"/>
    <w:rsid w:val="007C7A0F"/>
    <w:rsid w:val="007C7A33"/>
    <w:rsid w:val="007C7A92"/>
    <w:rsid w:val="007D0252"/>
    <w:rsid w:val="007D07BA"/>
    <w:rsid w:val="007D085C"/>
    <w:rsid w:val="007D0D03"/>
    <w:rsid w:val="007D22BE"/>
    <w:rsid w:val="007D25DD"/>
    <w:rsid w:val="007D31B0"/>
    <w:rsid w:val="007D3704"/>
    <w:rsid w:val="007D562F"/>
    <w:rsid w:val="007D6CE7"/>
    <w:rsid w:val="007D728C"/>
    <w:rsid w:val="007D743D"/>
    <w:rsid w:val="007D7C38"/>
    <w:rsid w:val="007D7DA0"/>
    <w:rsid w:val="007E0501"/>
    <w:rsid w:val="007E0EAA"/>
    <w:rsid w:val="007E1303"/>
    <w:rsid w:val="007E15E4"/>
    <w:rsid w:val="007E1D1D"/>
    <w:rsid w:val="007E20FC"/>
    <w:rsid w:val="007E228D"/>
    <w:rsid w:val="007E2850"/>
    <w:rsid w:val="007E2E6B"/>
    <w:rsid w:val="007E313A"/>
    <w:rsid w:val="007E3416"/>
    <w:rsid w:val="007E356F"/>
    <w:rsid w:val="007E36D9"/>
    <w:rsid w:val="007E3DA3"/>
    <w:rsid w:val="007E42A5"/>
    <w:rsid w:val="007E44E3"/>
    <w:rsid w:val="007E461D"/>
    <w:rsid w:val="007E495C"/>
    <w:rsid w:val="007E497C"/>
    <w:rsid w:val="007E4B74"/>
    <w:rsid w:val="007E4D43"/>
    <w:rsid w:val="007E4EA0"/>
    <w:rsid w:val="007E53ED"/>
    <w:rsid w:val="007E552C"/>
    <w:rsid w:val="007E605B"/>
    <w:rsid w:val="007E6454"/>
    <w:rsid w:val="007E673C"/>
    <w:rsid w:val="007E682A"/>
    <w:rsid w:val="007E732D"/>
    <w:rsid w:val="007F030A"/>
    <w:rsid w:val="007F06E3"/>
    <w:rsid w:val="007F0864"/>
    <w:rsid w:val="007F0B60"/>
    <w:rsid w:val="007F1067"/>
    <w:rsid w:val="007F1471"/>
    <w:rsid w:val="007F1511"/>
    <w:rsid w:val="007F15DD"/>
    <w:rsid w:val="007F18F1"/>
    <w:rsid w:val="007F2756"/>
    <w:rsid w:val="007F2C93"/>
    <w:rsid w:val="007F2D53"/>
    <w:rsid w:val="007F2E77"/>
    <w:rsid w:val="007F3448"/>
    <w:rsid w:val="007F38E1"/>
    <w:rsid w:val="007F3BE3"/>
    <w:rsid w:val="007F4320"/>
    <w:rsid w:val="007F4592"/>
    <w:rsid w:val="007F46F2"/>
    <w:rsid w:val="007F5167"/>
    <w:rsid w:val="007F5D6E"/>
    <w:rsid w:val="007F6406"/>
    <w:rsid w:val="007F65E3"/>
    <w:rsid w:val="007F6B75"/>
    <w:rsid w:val="007F719B"/>
    <w:rsid w:val="0080066B"/>
    <w:rsid w:val="00801BC0"/>
    <w:rsid w:val="00801CE5"/>
    <w:rsid w:val="00802150"/>
    <w:rsid w:val="00803918"/>
    <w:rsid w:val="00803B11"/>
    <w:rsid w:val="00803CBA"/>
    <w:rsid w:val="008043E5"/>
    <w:rsid w:val="008051B8"/>
    <w:rsid w:val="00805B6C"/>
    <w:rsid w:val="008061F5"/>
    <w:rsid w:val="008061F7"/>
    <w:rsid w:val="008064D5"/>
    <w:rsid w:val="00806BBC"/>
    <w:rsid w:val="008078CA"/>
    <w:rsid w:val="00807C34"/>
    <w:rsid w:val="00807E8B"/>
    <w:rsid w:val="00810517"/>
    <w:rsid w:val="0081077C"/>
    <w:rsid w:val="00810930"/>
    <w:rsid w:val="00811080"/>
    <w:rsid w:val="00811131"/>
    <w:rsid w:val="00811211"/>
    <w:rsid w:val="00811CC4"/>
    <w:rsid w:val="00813F69"/>
    <w:rsid w:val="00814282"/>
    <w:rsid w:val="008149FC"/>
    <w:rsid w:val="0081521F"/>
    <w:rsid w:val="0081639D"/>
    <w:rsid w:val="00816DA4"/>
    <w:rsid w:val="008175BB"/>
    <w:rsid w:val="008176F6"/>
    <w:rsid w:val="00820309"/>
    <w:rsid w:val="008209E9"/>
    <w:rsid w:val="00820E3D"/>
    <w:rsid w:val="008219C2"/>
    <w:rsid w:val="00821EC1"/>
    <w:rsid w:val="00822535"/>
    <w:rsid w:val="00822EA6"/>
    <w:rsid w:val="00822EB9"/>
    <w:rsid w:val="00823954"/>
    <w:rsid w:val="00823A37"/>
    <w:rsid w:val="00823F94"/>
    <w:rsid w:val="008247EC"/>
    <w:rsid w:val="008252FE"/>
    <w:rsid w:val="008257EB"/>
    <w:rsid w:val="008264AE"/>
    <w:rsid w:val="008265E0"/>
    <w:rsid w:val="008266CC"/>
    <w:rsid w:val="00826763"/>
    <w:rsid w:val="00826E49"/>
    <w:rsid w:val="008274CC"/>
    <w:rsid w:val="00830C4B"/>
    <w:rsid w:val="00830DC8"/>
    <w:rsid w:val="00831C67"/>
    <w:rsid w:val="00832112"/>
    <w:rsid w:val="00832152"/>
    <w:rsid w:val="00832289"/>
    <w:rsid w:val="00832349"/>
    <w:rsid w:val="00833360"/>
    <w:rsid w:val="00833D05"/>
    <w:rsid w:val="00834046"/>
    <w:rsid w:val="0083423B"/>
    <w:rsid w:val="00834D54"/>
    <w:rsid w:val="00834E34"/>
    <w:rsid w:val="008354BF"/>
    <w:rsid w:val="00835AEE"/>
    <w:rsid w:val="00835D3E"/>
    <w:rsid w:val="0083629A"/>
    <w:rsid w:val="00836524"/>
    <w:rsid w:val="00836DA9"/>
    <w:rsid w:val="00837309"/>
    <w:rsid w:val="0083793C"/>
    <w:rsid w:val="00837BDB"/>
    <w:rsid w:val="00837EAD"/>
    <w:rsid w:val="00840581"/>
    <w:rsid w:val="008411BD"/>
    <w:rsid w:val="00841247"/>
    <w:rsid w:val="00842312"/>
    <w:rsid w:val="0084250F"/>
    <w:rsid w:val="0084275A"/>
    <w:rsid w:val="0084283E"/>
    <w:rsid w:val="00843124"/>
    <w:rsid w:val="008439FD"/>
    <w:rsid w:val="00843ABE"/>
    <w:rsid w:val="00844774"/>
    <w:rsid w:val="00844A73"/>
    <w:rsid w:val="00844BF7"/>
    <w:rsid w:val="008461C9"/>
    <w:rsid w:val="00846597"/>
    <w:rsid w:val="00846D3A"/>
    <w:rsid w:val="00847227"/>
    <w:rsid w:val="008473BD"/>
    <w:rsid w:val="0085094F"/>
    <w:rsid w:val="00850B11"/>
    <w:rsid w:val="00850DB0"/>
    <w:rsid w:val="00853066"/>
    <w:rsid w:val="00853AC0"/>
    <w:rsid w:val="008541C1"/>
    <w:rsid w:val="00854D4F"/>
    <w:rsid w:val="008553A8"/>
    <w:rsid w:val="00855429"/>
    <w:rsid w:val="0085579B"/>
    <w:rsid w:val="00855EC2"/>
    <w:rsid w:val="008560B1"/>
    <w:rsid w:val="008561EB"/>
    <w:rsid w:val="00856B00"/>
    <w:rsid w:val="00856D03"/>
    <w:rsid w:val="00856F6B"/>
    <w:rsid w:val="008572E8"/>
    <w:rsid w:val="00860375"/>
    <w:rsid w:val="00861263"/>
    <w:rsid w:val="00861BDA"/>
    <w:rsid w:val="00862485"/>
    <w:rsid w:val="00863A9A"/>
    <w:rsid w:val="0086429D"/>
    <w:rsid w:val="008644F4"/>
    <w:rsid w:val="00865466"/>
    <w:rsid w:val="00865A7A"/>
    <w:rsid w:val="00865C47"/>
    <w:rsid w:val="00866DDB"/>
    <w:rsid w:val="00866FDB"/>
    <w:rsid w:val="008674E9"/>
    <w:rsid w:val="00867E05"/>
    <w:rsid w:val="00870A09"/>
    <w:rsid w:val="00870C8D"/>
    <w:rsid w:val="008715C4"/>
    <w:rsid w:val="00871B7A"/>
    <w:rsid w:val="00871E58"/>
    <w:rsid w:val="00871E8B"/>
    <w:rsid w:val="0087231A"/>
    <w:rsid w:val="00872BA6"/>
    <w:rsid w:val="00872BD0"/>
    <w:rsid w:val="00872D83"/>
    <w:rsid w:val="008731F7"/>
    <w:rsid w:val="008739F2"/>
    <w:rsid w:val="00875478"/>
    <w:rsid w:val="008756FE"/>
    <w:rsid w:val="00876083"/>
    <w:rsid w:val="00876205"/>
    <w:rsid w:val="00876DCF"/>
    <w:rsid w:val="00877043"/>
    <w:rsid w:val="008770F2"/>
    <w:rsid w:val="008804D2"/>
    <w:rsid w:val="00880BD1"/>
    <w:rsid w:val="00881618"/>
    <w:rsid w:val="0088182C"/>
    <w:rsid w:val="00881E95"/>
    <w:rsid w:val="0088229F"/>
    <w:rsid w:val="008829D2"/>
    <w:rsid w:val="00882F60"/>
    <w:rsid w:val="00882FF8"/>
    <w:rsid w:val="008830AD"/>
    <w:rsid w:val="008838C2"/>
    <w:rsid w:val="0088390B"/>
    <w:rsid w:val="0088460B"/>
    <w:rsid w:val="00884D9E"/>
    <w:rsid w:val="008855B1"/>
    <w:rsid w:val="0088563E"/>
    <w:rsid w:val="00886EA2"/>
    <w:rsid w:val="0088709A"/>
    <w:rsid w:val="0088718F"/>
    <w:rsid w:val="0088743C"/>
    <w:rsid w:val="00887ABF"/>
    <w:rsid w:val="00890A5F"/>
    <w:rsid w:val="0089154E"/>
    <w:rsid w:val="00892CD2"/>
    <w:rsid w:val="008942A4"/>
    <w:rsid w:val="008943F2"/>
    <w:rsid w:val="00894703"/>
    <w:rsid w:val="0089491A"/>
    <w:rsid w:val="00894D05"/>
    <w:rsid w:val="0089522C"/>
    <w:rsid w:val="008957A9"/>
    <w:rsid w:val="0089585D"/>
    <w:rsid w:val="00895B5D"/>
    <w:rsid w:val="00895CF9"/>
    <w:rsid w:val="00896501"/>
    <w:rsid w:val="00896C8E"/>
    <w:rsid w:val="0089792C"/>
    <w:rsid w:val="00897B7B"/>
    <w:rsid w:val="00897CBC"/>
    <w:rsid w:val="008A0D4C"/>
    <w:rsid w:val="008A1048"/>
    <w:rsid w:val="008A171D"/>
    <w:rsid w:val="008A1AF7"/>
    <w:rsid w:val="008A2137"/>
    <w:rsid w:val="008A244A"/>
    <w:rsid w:val="008A26C2"/>
    <w:rsid w:val="008A2CCB"/>
    <w:rsid w:val="008A3532"/>
    <w:rsid w:val="008A3560"/>
    <w:rsid w:val="008A37A6"/>
    <w:rsid w:val="008A4242"/>
    <w:rsid w:val="008A475A"/>
    <w:rsid w:val="008A4C22"/>
    <w:rsid w:val="008A535B"/>
    <w:rsid w:val="008A5872"/>
    <w:rsid w:val="008A59D4"/>
    <w:rsid w:val="008A63C0"/>
    <w:rsid w:val="008A6AB0"/>
    <w:rsid w:val="008A6E4D"/>
    <w:rsid w:val="008A715D"/>
    <w:rsid w:val="008A7346"/>
    <w:rsid w:val="008A758D"/>
    <w:rsid w:val="008A76CB"/>
    <w:rsid w:val="008A7955"/>
    <w:rsid w:val="008A7A55"/>
    <w:rsid w:val="008B06A5"/>
    <w:rsid w:val="008B1388"/>
    <w:rsid w:val="008B1640"/>
    <w:rsid w:val="008B170D"/>
    <w:rsid w:val="008B28C5"/>
    <w:rsid w:val="008B2B4D"/>
    <w:rsid w:val="008B2BD9"/>
    <w:rsid w:val="008B2CF7"/>
    <w:rsid w:val="008B383B"/>
    <w:rsid w:val="008B4155"/>
    <w:rsid w:val="008B518F"/>
    <w:rsid w:val="008B5310"/>
    <w:rsid w:val="008B5316"/>
    <w:rsid w:val="008B6B35"/>
    <w:rsid w:val="008B6E65"/>
    <w:rsid w:val="008B7A29"/>
    <w:rsid w:val="008B91B7"/>
    <w:rsid w:val="008C1E2C"/>
    <w:rsid w:val="008C1EC1"/>
    <w:rsid w:val="008C2223"/>
    <w:rsid w:val="008C24EB"/>
    <w:rsid w:val="008C2A26"/>
    <w:rsid w:val="008C32CD"/>
    <w:rsid w:val="008C4792"/>
    <w:rsid w:val="008C4B0C"/>
    <w:rsid w:val="008C4BEA"/>
    <w:rsid w:val="008C4CE9"/>
    <w:rsid w:val="008C4EF2"/>
    <w:rsid w:val="008C529A"/>
    <w:rsid w:val="008C60FB"/>
    <w:rsid w:val="008C62E4"/>
    <w:rsid w:val="008C6B77"/>
    <w:rsid w:val="008C6D9E"/>
    <w:rsid w:val="008C7066"/>
    <w:rsid w:val="008C71E6"/>
    <w:rsid w:val="008C78B9"/>
    <w:rsid w:val="008C791B"/>
    <w:rsid w:val="008C7EF2"/>
    <w:rsid w:val="008D0FF3"/>
    <w:rsid w:val="008D1187"/>
    <w:rsid w:val="008D1C45"/>
    <w:rsid w:val="008D27A8"/>
    <w:rsid w:val="008D2B50"/>
    <w:rsid w:val="008D2C81"/>
    <w:rsid w:val="008D2F46"/>
    <w:rsid w:val="008D3E1E"/>
    <w:rsid w:val="008D62C0"/>
    <w:rsid w:val="008D6601"/>
    <w:rsid w:val="008D75CF"/>
    <w:rsid w:val="008E0354"/>
    <w:rsid w:val="008E0748"/>
    <w:rsid w:val="008E129B"/>
    <w:rsid w:val="008E1362"/>
    <w:rsid w:val="008E177E"/>
    <w:rsid w:val="008E1F03"/>
    <w:rsid w:val="008E1F50"/>
    <w:rsid w:val="008E209F"/>
    <w:rsid w:val="008E275B"/>
    <w:rsid w:val="008E27E0"/>
    <w:rsid w:val="008E3326"/>
    <w:rsid w:val="008E3582"/>
    <w:rsid w:val="008E597B"/>
    <w:rsid w:val="008E650B"/>
    <w:rsid w:val="008E653C"/>
    <w:rsid w:val="008E65A1"/>
    <w:rsid w:val="008E68DB"/>
    <w:rsid w:val="008E6C2A"/>
    <w:rsid w:val="008E751D"/>
    <w:rsid w:val="008E7F5C"/>
    <w:rsid w:val="008F000C"/>
    <w:rsid w:val="008F08BE"/>
    <w:rsid w:val="008F13C5"/>
    <w:rsid w:val="008F1679"/>
    <w:rsid w:val="008F2523"/>
    <w:rsid w:val="008F3303"/>
    <w:rsid w:val="008F3FD7"/>
    <w:rsid w:val="008F45E8"/>
    <w:rsid w:val="008F4AAC"/>
    <w:rsid w:val="008F51A4"/>
    <w:rsid w:val="008F603E"/>
    <w:rsid w:val="008F6995"/>
    <w:rsid w:val="008F6EA4"/>
    <w:rsid w:val="008F7873"/>
    <w:rsid w:val="008F7899"/>
    <w:rsid w:val="008FF1E7"/>
    <w:rsid w:val="00900055"/>
    <w:rsid w:val="00900EC1"/>
    <w:rsid w:val="00901A40"/>
    <w:rsid w:val="00901D55"/>
    <w:rsid w:val="00902786"/>
    <w:rsid w:val="00902AC7"/>
    <w:rsid w:val="009040B2"/>
    <w:rsid w:val="009041C3"/>
    <w:rsid w:val="009058E3"/>
    <w:rsid w:val="00905BC9"/>
    <w:rsid w:val="00906574"/>
    <w:rsid w:val="00906A1C"/>
    <w:rsid w:val="00906C50"/>
    <w:rsid w:val="00907A62"/>
    <w:rsid w:val="00907DFA"/>
    <w:rsid w:val="00910652"/>
    <w:rsid w:val="009112C2"/>
    <w:rsid w:val="00911309"/>
    <w:rsid w:val="009125E2"/>
    <w:rsid w:val="009126C2"/>
    <w:rsid w:val="00912DE0"/>
    <w:rsid w:val="00912E45"/>
    <w:rsid w:val="0091368D"/>
    <w:rsid w:val="00914B01"/>
    <w:rsid w:val="00915F86"/>
    <w:rsid w:val="00916646"/>
    <w:rsid w:val="009167A9"/>
    <w:rsid w:val="009171B0"/>
    <w:rsid w:val="00917585"/>
    <w:rsid w:val="009175D6"/>
    <w:rsid w:val="0092044F"/>
    <w:rsid w:val="00920A53"/>
    <w:rsid w:val="00920E33"/>
    <w:rsid w:val="00921384"/>
    <w:rsid w:val="00921A2F"/>
    <w:rsid w:val="00922096"/>
    <w:rsid w:val="0092255C"/>
    <w:rsid w:val="00923203"/>
    <w:rsid w:val="0092333B"/>
    <w:rsid w:val="00923892"/>
    <w:rsid w:val="00923DCC"/>
    <w:rsid w:val="00923FC8"/>
    <w:rsid w:val="0092451B"/>
    <w:rsid w:val="00925093"/>
    <w:rsid w:val="009257B6"/>
    <w:rsid w:val="00926262"/>
    <w:rsid w:val="009272EB"/>
    <w:rsid w:val="00927E21"/>
    <w:rsid w:val="00930A01"/>
    <w:rsid w:val="00930AA3"/>
    <w:rsid w:val="009316C7"/>
    <w:rsid w:val="00931D9B"/>
    <w:rsid w:val="00931DC4"/>
    <w:rsid w:val="0093292C"/>
    <w:rsid w:val="00932C5F"/>
    <w:rsid w:val="00932DE1"/>
    <w:rsid w:val="009330B6"/>
    <w:rsid w:val="0093354C"/>
    <w:rsid w:val="009337CC"/>
    <w:rsid w:val="00933AE8"/>
    <w:rsid w:val="00933F50"/>
    <w:rsid w:val="00934F8C"/>
    <w:rsid w:val="00934FC9"/>
    <w:rsid w:val="00936979"/>
    <w:rsid w:val="00937516"/>
    <w:rsid w:val="009375DE"/>
    <w:rsid w:val="00937A8D"/>
    <w:rsid w:val="00937CCA"/>
    <w:rsid w:val="00937CF7"/>
    <w:rsid w:val="00940018"/>
    <w:rsid w:val="009406D1"/>
    <w:rsid w:val="00941AB5"/>
    <w:rsid w:val="00941B95"/>
    <w:rsid w:val="00942CDB"/>
    <w:rsid w:val="009431AF"/>
    <w:rsid w:val="00943ECA"/>
    <w:rsid w:val="009441D2"/>
    <w:rsid w:val="0094424A"/>
    <w:rsid w:val="00944374"/>
    <w:rsid w:val="0094440B"/>
    <w:rsid w:val="00944532"/>
    <w:rsid w:val="0094550D"/>
    <w:rsid w:val="0094583E"/>
    <w:rsid w:val="009460AE"/>
    <w:rsid w:val="0094623B"/>
    <w:rsid w:val="009462F2"/>
    <w:rsid w:val="00946C81"/>
    <w:rsid w:val="00946DC0"/>
    <w:rsid w:val="00947B2F"/>
    <w:rsid w:val="00947B5B"/>
    <w:rsid w:val="00950890"/>
    <w:rsid w:val="00950D51"/>
    <w:rsid w:val="009512BB"/>
    <w:rsid w:val="0095266E"/>
    <w:rsid w:val="00952ADE"/>
    <w:rsid w:val="00952B1F"/>
    <w:rsid w:val="0095306C"/>
    <w:rsid w:val="009539F3"/>
    <w:rsid w:val="00953ADD"/>
    <w:rsid w:val="00953B58"/>
    <w:rsid w:val="00954299"/>
    <w:rsid w:val="00954D2C"/>
    <w:rsid w:val="009556C0"/>
    <w:rsid w:val="009556EF"/>
    <w:rsid w:val="00955884"/>
    <w:rsid w:val="00955B49"/>
    <w:rsid w:val="00955E65"/>
    <w:rsid w:val="00955FAD"/>
    <w:rsid w:val="0095639D"/>
    <w:rsid w:val="00956D76"/>
    <w:rsid w:val="00956E32"/>
    <w:rsid w:val="00956F1E"/>
    <w:rsid w:val="00957046"/>
    <w:rsid w:val="009571C2"/>
    <w:rsid w:val="00957939"/>
    <w:rsid w:val="00957D27"/>
    <w:rsid w:val="0095F3F6"/>
    <w:rsid w:val="00960268"/>
    <w:rsid w:val="0096036B"/>
    <w:rsid w:val="009608F5"/>
    <w:rsid w:val="00960B79"/>
    <w:rsid w:val="0096139C"/>
    <w:rsid w:val="0096177E"/>
    <w:rsid w:val="00961B92"/>
    <w:rsid w:val="009623C8"/>
    <w:rsid w:val="00963692"/>
    <w:rsid w:val="00963E87"/>
    <w:rsid w:val="00963F9D"/>
    <w:rsid w:val="009640F8"/>
    <w:rsid w:val="00965220"/>
    <w:rsid w:val="009656B2"/>
    <w:rsid w:val="00965CA9"/>
    <w:rsid w:val="009701F7"/>
    <w:rsid w:val="00971592"/>
    <w:rsid w:val="00971A92"/>
    <w:rsid w:val="009727F1"/>
    <w:rsid w:val="00972DFC"/>
    <w:rsid w:val="0097364F"/>
    <w:rsid w:val="00973AD3"/>
    <w:rsid w:val="009741ED"/>
    <w:rsid w:val="00974CFC"/>
    <w:rsid w:val="00975551"/>
    <w:rsid w:val="0097586C"/>
    <w:rsid w:val="0097629D"/>
    <w:rsid w:val="009765B4"/>
    <w:rsid w:val="00976852"/>
    <w:rsid w:val="00976AF3"/>
    <w:rsid w:val="00976D18"/>
    <w:rsid w:val="00977C27"/>
    <w:rsid w:val="00980252"/>
    <w:rsid w:val="009805BC"/>
    <w:rsid w:val="009807C4"/>
    <w:rsid w:val="00980B49"/>
    <w:rsid w:val="00980ECC"/>
    <w:rsid w:val="00981D5F"/>
    <w:rsid w:val="0098394D"/>
    <w:rsid w:val="00983F85"/>
    <w:rsid w:val="00984436"/>
    <w:rsid w:val="009855D5"/>
    <w:rsid w:val="009857E8"/>
    <w:rsid w:val="00985A31"/>
    <w:rsid w:val="00985CFB"/>
    <w:rsid w:val="00986021"/>
    <w:rsid w:val="00987061"/>
    <w:rsid w:val="00987330"/>
    <w:rsid w:val="00987543"/>
    <w:rsid w:val="009879BC"/>
    <w:rsid w:val="0099004F"/>
    <w:rsid w:val="00990327"/>
    <w:rsid w:val="009909EE"/>
    <w:rsid w:val="00990A6A"/>
    <w:rsid w:val="00990EE2"/>
    <w:rsid w:val="00991A87"/>
    <w:rsid w:val="009920CE"/>
    <w:rsid w:val="00992A3F"/>
    <w:rsid w:val="00992C33"/>
    <w:rsid w:val="00992EA2"/>
    <w:rsid w:val="009932FA"/>
    <w:rsid w:val="00994757"/>
    <w:rsid w:val="0099476D"/>
    <w:rsid w:val="0099487C"/>
    <w:rsid w:val="00995447"/>
    <w:rsid w:val="009959EB"/>
    <w:rsid w:val="00995BCF"/>
    <w:rsid w:val="0099605E"/>
    <w:rsid w:val="00996C0B"/>
    <w:rsid w:val="00996F41"/>
    <w:rsid w:val="00997353"/>
    <w:rsid w:val="00997712"/>
    <w:rsid w:val="009A02B6"/>
    <w:rsid w:val="009A0B64"/>
    <w:rsid w:val="009A0CE6"/>
    <w:rsid w:val="009A274F"/>
    <w:rsid w:val="009A28A7"/>
    <w:rsid w:val="009A30BE"/>
    <w:rsid w:val="009A3419"/>
    <w:rsid w:val="009A4459"/>
    <w:rsid w:val="009A4C77"/>
    <w:rsid w:val="009A4E87"/>
    <w:rsid w:val="009A4EEA"/>
    <w:rsid w:val="009A524D"/>
    <w:rsid w:val="009A5624"/>
    <w:rsid w:val="009A60D4"/>
    <w:rsid w:val="009A6645"/>
    <w:rsid w:val="009A6694"/>
    <w:rsid w:val="009A68F5"/>
    <w:rsid w:val="009A69C7"/>
    <w:rsid w:val="009A6A82"/>
    <w:rsid w:val="009A7F8B"/>
    <w:rsid w:val="009B1885"/>
    <w:rsid w:val="009B1A53"/>
    <w:rsid w:val="009B1EF4"/>
    <w:rsid w:val="009B3BA2"/>
    <w:rsid w:val="009B42C1"/>
    <w:rsid w:val="009B43A4"/>
    <w:rsid w:val="009B4469"/>
    <w:rsid w:val="009B4949"/>
    <w:rsid w:val="009B4D79"/>
    <w:rsid w:val="009B5966"/>
    <w:rsid w:val="009B5C70"/>
    <w:rsid w:val="009B5D7C"/>
    <w:rsid w:val="009B6D6D"/>
    <w:rsid w:val="009B7989"/>
    <w:rsid w:val="009B7ED1"/>
    <w:rsid w:val="009C009F"/>
    <w:rsid w:val="009C079E"/>
    <w:rsid w:val="009C09E8"/>
    <w:rsid w:val="009C0F5A"/>
    <w:rsid w:val="009C19E3"/>
    <w:rsid w:val="009C1A0D"/>
    <w:rsid w:val="009C1CB1"/>
    <w:rsid w:val="009C1F90"/>
    <w:rsid w:val="009C2642"/>
    <w:rsid w:val="009C2A7D"/>
    <w:rsid w:val="009C2E78"/>
    <w:rsid w:val="009C30FC"/>
    <w:rsid w:val="009C369C"/>
    <w:rsid w:val="009C3F8E"/>
    <w:rsid w:val="009C4293"/>
    <w:rsid w:val="009C4555"/>
    <w:rsid w:val="009C530C"/>
    <w:rsid w:val="009C5CF3"/>
    <w:rsid w:val="009C5DC5"/>
    <w:rsid w:val="009C608E"/>
    <w:rsid w:val="009C613E"/>
    <w:rsid w:val="009C67F9"/>
    <w:rsid w:val="009C691C"/>
    <w:rsid w:val="009C76AC"/>
    <w:rsid w:val="009C7B0B"/>
    <w:rsid w:val="009C7B62"/>
    <w:rsid w:val="009D0788"/>
    <w:rsid w:val="009D0D93"/>
    <w:rsid w:val="009D0E24"/>
    <w:rsid w:val="009D109C"/>
    <w:rsid w:val="009D1633"/>
    <w:rsid w:val="009D176E"/>
    <w:rsid w:val="009D188D"/>
    <w:rsid w:val="009D1950"/>
    <w:rsid w:val="009D2236"/>
    <w:rsid w:val="009D3854"/>
    <w:rsid w:val="009D3C4D"/>
    <w:rsid w:val="009D461F"/>
    <w:rsid w:val="009D4798"/>
    <w:rsid w:val="009D4E95"/>
    <w:rsid w:val="009D5C02"/>
    <w:rsid w:val="009D61E3"/>
    <w:rsid w:val="009D7503"/>
    <w:rsid w:val="009E13BC"/>
    <w:rsid w:val="009E2A93"/>
    <w:rsid w:val="009E2AB2"/>
    <w:rsid w:val="009E2B0F"/>
    <w:rsid w:val="009E2EA4"/>
    <w:rsid w:val="009E38C0"/>
    <w:rsid w:val="009E3EF5"/>
    <w:rsid w:val="009E510E"/>
    <w:rsid w:val="009E66F3"/>
    <w:rsid w:val="009E7A2F"/>
    <w:rsid w:val="009E7D17"/>
    <w:rsid w:val="009F0655"/>
    <w:rsid w:val="009F0700"/>
    <w:rsid w:val="009F1BFE"/>
    <w:rsid w:val="009F235B"/>
    <w:rsid w:val="009F24BC"/>
    <w:rsid w:val="009F2530"/>
    <w:rsid w:val="009F276B"/>
    <w:rsid w:val="009F27A3"/>
    <w:rsid w:val="009F4B99"/>
    <w:rsid w:val="009F4E31"/>
    <w:rsid w:val="009F51D9"/>
    <w:rsid w:val="009F5485"/>
    <w:rsid w:val="009F5677"/>
    <w:rsid w:val="009F5B3E"/>
    <w:rsid w:val="009F5C2B"/>
    <w:rsid w:val="009F64DD"/>
    <w:rsid w:val="009F6663"/>
    <w:rsid w:val="009F6E36"/>
    <w:rsid w:val="009F7F91"/>
    <w:rsid w:val="00A00C66"/>
    <w:rsid w:val="00A01701"/>
    <w:rsid w:val="00A01C80"/>
    <w:rsid w:val="00A0255C"/>
    <w:rsid w:val="00A027D4"/>
    <w:rsid w:val="00A027EB"/>
    <w:rsid w:val="00A02C96"/>
    <w:rsid w:val="00A02F4E"/>
    <w:rsid w:val="00A02FA3"/>
    <w:rsid w:val="00A03469"/>
    <w:rsid w:val="00A04213"/>
    <w:rsid w:val="00A04393"/>
    <w:rsid w:val="00A0443F"/>
    <w:rsid w:val="00A05727"/>
    <w:rsid w:val="00A057A3"/>
    <w:rsid w:val="00A05F05"/>
    <w:rsid w:val="00A062A9"/>
    <w:rsid w:val="00A0654A"/>
    <w:rsid w:val="00A06ABF"/>
    <w:rsid w:val="00A070FA"/>
    <w:rsid w:val="00A07CCC"/>
    <w:rsid w:val="00A07E14"/>
    <w:rsid w:val="00A07EDD"/>
    <w:rsid w:val="00A1005A"/>
    <w:rsid w:val="00A1048D"/>
    <w:rsid w:val="00A104DA"/>
    <w:rsid w:val="00A115EB"/>
    <w:rsid w:val="00A123C1"/>
    <w:rsid w:val="00A1342D"/>
    <w:rsid w:val="00A13930"/>
    <w:rsid w:val="00A1455A"/>
    <w:rsid w:val="00A149D2"/>
    <w:rsid w:val="00A15658"/>
    <w:rsid w:val="00A15A1C"/>
    <w:rsid w:val="00A161DC"/>
    <w:rsid w:val="00A16486"/>
    <w:rsid w:val="00A16999"/>
    <w:rsid w:val="00A17167"/>
    <w:rsid w:val="00A17A58"/>
    <w:rsid w:val="00A20560"/>
    <w:rsid w:val="00A20A48"/>
    <w:rsid w:val="00A20A50"/>
    <w:rsid w:val="00A20A66"/>
    <w:rsid w:val="00A20F00"/>
    <w:rsid w:val="00A21078"/>
    <w:rsid w:val="00A21E2C"/>
    <w:rsid w:val="00A22034"/>
    <w:rsid w:val="00A22437"/>
    <w:rsid w:val="00A22557"/>
    <w:rsid w:val="00A228CC"/>
    <w:rsid w:val="00A23201"/>
    <w:rsid w:val="00A234AE"/>
    <w:rsid w:val="00A2354D"/>
    <w:rsid w:val="00A23D06"/>
    <w:rsid w:val="00A24196"/>
    <w:rsid w:val="00A24630"/>
    <w:rsid w:val="00A25508"/>
    <w:rsid w:val="00A2593B"/>
    <w:rsid w:val="00A262B5"/>
    <w:rsid w:val="00A263BD"/>
    <w:rsid w:val="00A26B42"/>
    <w:rsid w:val="00A26DD0"/>
    <w:rsid w:val="00A270CE"/>
    <w:rsid w:val="00A2726E"/>
    <w:rsid w:val="00A27A83"/>
    <w:rsid w:val="00A306BF"/>
    <w:rsid w:val="00A31503"/>
    <w:rsid w:val="00A315FF"/>
    <w:rsid w:val="00A31CB8"/>
    <w:rsid w:val="00A326E9"/>
    <w:rsid w:val="00A3281D"/>
    <w:rsid w:val="00A32EDA"/>
    <w:rsid w:val="00A32F44"/>
    <w:rsid w:val="00A33157"/>
    <w:rsid w:val="00A33B7D"/>
    <w:rsid w:val="00A33BEC"/>
    <w:rsid w:val="00A33DA4"/>
    <w:rsid w:val="00A354C1"/>
    <w:rsid w:val="00A35A69"/>
    <w:rsid w:val="00A35B71"/>
    <w:rsid w:val="00A35BEF"/>
    <w:rsid w:val="00A36471"/>
    <w:rsid w:val="00A365A8"/>
    <w:rsid w:val="00A372FD"/>
    <w:rsid w:val="00A37332"/>
    <w:rsid w:val="00A37BEF"/>
    <w:rsid w:val="00A37C64"/>
    <w:rsid w:val="00A37C98"/>
    <w:rsid w:val="00A402DE"/>
    <w:rsid w:val="00A404B7"/>
    <w:rsid w:val="00A40ABB"/>
    <w:rsid w:val="00A418D4"/>
    <w:rsid w:val="00A41E02"/>
    <w:rsid w:val="00A42CB9"/>
    <w:rsid w:val="00A433C1"/>
    <w:rsid w:val="00A43C3F"/>
    <w:rsid w:val="00A43CFE"/>
    <w:rsid w:val="00A44251"/>
    <w:rsid w:val="00A45DEE"/>
    <w:rsid w:val="00A46167"/>
    <w:rsid w:val="00A46A93"/>
    <w:rsid w:val="00A46D47"/>
    <w:rsid w:val="00A47595"/>
    <w:rsid w:val="00A4797B"/>
    <w:rsid w:val="00A47AB0"/>
    <w:rsid w:val="00A50AAA"/>
    <w:rsid w:val="00A50E52"/>
    <w:rsid w:val="00A510C1"/>
    <w:rsid w:val="00A51509"/>
    <w:rsid w:val="00A518D0"/>
    <w:rsid w:val="00A51D19"/>
    <w:rsid w:val="00A51ED5"/>
    <w:rsid w:val="00A521BB"/>
    <w:rsid w:val="00A529ED"/>
    <w:rsid w:val="00A52D17"/>
    <w:rsid w:val="00A53331"/>
    <w:rsid w:val="00A5418A"/>
    <w:rsid w:val="00A545E3"/>
    <w:rsid w:val="00A546C4"/>
    <w:rsid w:val="00A5497A"/>
    <w:rsid w:val="00A55B06"/>
    <w:rsid w:val="00A55E01"/>
    <w:rsid w:val="00A568A2"/>
    <w:rsid w:val="00A56C0E"/>
    <w:rsid w:val="00A57964"/>
    <w:rsid w:val="00A579DA"/>
    <w:rsid w:val="00A57E6D"/>
    <w:rsid w:val="00A57FA5"/>
    <w:rsid w:val="00A6025B"/>
    <w:rsid w:val="00A607E0"/>
    <w:rsid w:val="00A607E4"/>
    <w:rsid w:val="00A609EF"/>
    <w:rsid w:val="00A60ADA"/>
    <w:rsid w:val="00A6151F"/>
    <w:rsid w:val="00A62126"/>
    <w:rsid w:val="00A621C3"/>
    <w:rsid w:val="00A62DEF"/>
    <w:rsid w:val="00A62ED2"/>
    <w:rsid w:val="00A6492A"/>
    <w:rsid w:val="00A64B89"/>
    <w:rsid w:val="00A652F1"/>
    <w:rsid w:val="00A65B60"/>
    <w:rsid w:val="00A660DF"/>
    <w:rsid w:val="00A66758"/>
    <w:rsid w:val="00A66872"/>
    <w:rsid w:val="00A669E3"/>
    <w:rsid w:val="00A674A7"/>
    <w:rsid w:val="00A70730"/>
    <w:rsid w:val="00A70D24"/>
    <w:rsid w:val="00A712D1"/>
    <w:rsid w:val="00A7143E"/>
    <w:rsid w:val="00A71ABB"/>
    <w:rsid w:val="00A72443"/>
    <w:rsid w:val="00A725E5"/>
    <w:rsid w:val="00A72776"/>
    <w:rsid w:val="00A72831"/>
    <w:rsid w:val="00A72D15"/>
    <w:rsid w:val="00A73AAA"/>
    <w:rsid w:val="00A73C75"/>
    <w:rsid w:val="00A743ED"/>
    <w:rsid w:val="00A74933"/>
    <w:rsid w:val="00A74F87"/>
    <w:rsid w:val="00A759F9"/>
    <w:rsid w:val="00A760DF"/>
    <w:rsid w:val="00A761C9"/>
    <w:rsid w:val="00A762B7"/>
    <w:rsid w:val="00A76370"/>
    <w:rsid w:val="00A764C6"/>
    <w:rsid w:val="00A76670"/>
    <w:rsid w:val="00A76D9E"/>
    <w:rsid w:val="00A77117"/>
    <w:rsid w:val="00A77619"/>
    <w:rsid w:val="00A77BAA"/>
    <w:rsid w:val="00A780B8"/>
    <w:rsid w:val="00A804C7"/>
    <w:rsid w:val="00A80A29"/>
    <w:rsid w:val="00A80B6B"/>
    <w:rsid w:val="00A80C47"/>
    <w:rsid w:val="00A814E7"/>
    <w:rsid w:val="00A8160A"/>
    <w:rsid w:val="00A816E3"/>
    <w:rsid w:val="00A819EE"/>
    <w:rsid w:val="00A82FF5"/>
    <w:rsid w:val="00A83470"/>
    <w:rsid w:val="00A8387E"/>
    <w:rsid w:val="00A83AC4"/>
    <w:rsid w:val="00A83BE6"/>
    <w:rsid w:val="00A83C0E"/>
    <w:rsid w:val="00A83CBF"/>
    <w:rsid w:val="00A83F36"/>
    <w:rsid w:val="00A85487"/>
    <w:rsid w:val="00A85C27"/>
    <w:rsid w:val="00A8699F"/>
    <w:rsid w:val="00A86E41"/>
    <w:rsid w:val="00A876B3"/>
    <w:rsid w:val="00A87FEC"/>
    <w:rsid w:val="00A90D18"/>
    <w:rsid w:val="00A90DA6"/>
    <w:rsid w:val="00A917A3"/>
    <w:rsid w:val="00A91F3B"/>
    <w:rsid w:val="00A92051"/>
    <w:rsid w:val="00A928A0"/>
    <w:rsid w:val="00A93AAA"/>
    <w:rsid w:val="00A93B44"/>
    <w:rsid w:val="00A942D8"/>
    <w:rsid w:val="00A94A2B"/>
    <w:rsid w:val="00A9539D"/>
    <w:rsid w:val="00A9633B"/>
    <w:rsid w:val="00A96ED5"/>
    <w:rsid w:val="00A976BD"/>
    <w:rsid w:val="00A9775F"/>
    <w:rsid w:val="00AA012C"/>
    <w:rsid w:val="00AA06DE"/>
    <w:rsid w:val="00AA1491"/>
    <w:rsid w:val="00AA14F6"/>
    <w:rsid w:val="00AA26C2"/>
    <w:rsid w:val="00AA2AD6"/>
    <w:rsid w:val="00AA2F20"/>
    <w:rsid w:val="00AA3067"/>
    <w:rsid w:val="00AA3364"/>
    <w:rsid w:val="00AA3ADC"/>
    <w:rsid w:val="00AA3D33"/>
    <w:rsid w:val="00AA3F90"/>
    <w:rsid w:val="00AA41CD"/>
    <w:rsid w:val="00AA46B1"/>
    <w:rsid w:val="00AA48D7"/>
    <w:rsid w:val="00AA4901"/>
    <w:rsid w:val="00AA4F40"/>
    <w:rsid w:val="00AA67DD"/>
    <w:rsid w:val="00AA6E94"/>
    <w:rsid w:val="00AA6FD0"/>
    <w:rsid w:val="00AB015F"/>
    <w:rsid w:val="00AB03CE"/>
    <w:rsid w:val="00AB06C6"/>
    <w:rsid w:val="00AB06E3"/>
    <w:rsid w:val="00AB0DAB"/>
    <w:rsid w:val="00AB1043"/>
    <w:rsid w:val="00AB127E"/>
    <w:rsid w:val="00AB12D4"/>
    <w:rsid w:val="00AB19D4"/>
    <w:rsid w:val="00AB1F59"/>
    <w:rsid w:val="00AB2C41"/>
    <w:rsid w:val="00AB3739"/>
    <w:rsid w:val="00AB3FFE"/>
    <w:rsid w:val="00AB4778"/>
    <w:rsid w:val="00AB47B4"/>
    <w:rsid w:val="00AB518D"/>
    <w:rsid w:val="00AB5D19"/>
    <w:rsid w:val="00AB6203"/>
    <w:rsid w:val="00AB6B07"/>
    <w:rsid w:val="00AB6E53"/>
    <w:rsid w:val="00AB70FD"/>
    <w:rsid w:val="00AB7158"/>
    <w:rsid w:val="00AB763A"/>
    <w:rsid w:val="00AB7B25"/>
    <w:rsid w:val="00AB7CAE"/>
    <w:rsid w:val="00AB7D10"/>
    <w:rsid w:val="00AB7FB5"/>
    <w:rsid w:val="00AC16AE"/>
    <w:rsid w:val="00AC2E79"/>
    <w:rsid w:val="00AC2EB5"/>
    <w:rsid w:val="00AC3D36"/>
    <w:rsid w:val="00AC4306"/>
    <w:rsid w:val="00AC4B15"/>
    <w:rsid w:val="00AC4DEF"/>
    <w:rsid w:val="00AC5803"/>
    <w:rsid w:val="00AC5F1B"/>
    <w:rsid w:val="00AC6DF3"/>
    <w:rsid w:val="00AC6F75"/>
    <w:rsid w:val="00AC7AAF"/>
    <w:rsid w:val="00AC7E57"/>
    <w:rsid w:val="00AD0182"/>
    <w:rsid w:val="00AD05F6"/>
    <w:rsid w:val="00AD108B"/>
    <w:rsid w:val="00AD1961"/>
    <w:rsid w:val="00AD2351"/>
    <w:rsid w:val="00AD3381"/>
    <w:rsid w:val="00AD3521"/>
    <w:rsid w:val="00AD3FD1"/>
    <w:rsid w:val="00AD4757"/>
    <w:rsid w:val="00AD49CF"/>
    <w:rsid w:val="00AD4CA7"/>
    <w:rsid w:val="00AD502B"/>
    <w:rsid w:val="00AD5126"/>
    <w:rsid w:val="00AD5F1B"/>
    <w:rsid w:val="00AD6402"/>
    <w:rsid w:val="00AD70AE"/>
    <w:rsid w:val="00AD76CD"/>
    <w:rsid w:val="00AD7BF6"/>
    <w:rsid w:val="00AE0198"/>
    <w:rsid w:val="00AE0729"/>
    <w:rsid w:val="00AE0D9D"/>
    <w:rsid w:val="00AE1578"/>
    <w:rsid w:val="00AE1E8D"/>
    <w:rsid w:val="00AE2473"/>
    <w:rsid w:val="00AE250E"/>
    <w:rsid w:val="00AE26CC"/>
    <w:rsid w:val="00AE27CA"/>
    <w:rsid w:val="00AE28D5"/>
    <w:rsid w:val="00AE2DF6"/>
    <w:rsid w:val="00AE3075"/>
    <w:rsid w:val="00AE3921"/>
    <w:rsid w:val="00AE3D0D"/>
    <w:rsid w:val="00AE3F9B"/>
    <w:rsid w:val="00AE4265"/>
    <w:rsid w:val="00AE5E90"/>
    <w:rsid w:val="00AE6704"/>
    <w:rsid w:val="00AE7149"/>
    <w:rsid w:val="00AE7774"/>
    <w:rsid w:val="00AE7855"/>
    <w:rsid w:val="00AE794D"/>
    <w:rsid w:val="00AE7955"/>
    <w:rsid w:val="00AF0549"/>
    <w:rsid w:val="00AF0D11"/>
    <w:rsid w:val="00AF103A"/>
    <w:rsid w:val="00AF10A1"/>
    <w:rsid w:val="00AF195A"/>
    <w:rsid w:val="00AF1B0C"/>
    <w:rsid w:val="00AF1B24"/>
    <w:rsid w:val="00AF1C23"/>
    <w:rsid w:val="00AF20AF"/>
    <w:rsid w:val="00AF21B3"/>
    <w:rsid w:val="00AF23F9"/>
    <w:rsid w:val="00AF2D7B"/>
    <w:rsid w:val="00AF2EE0"/>
    <w:rsid w:val="00AF35D0"/>
    <w:rsid w:val="00AF368B"/>
    <w:rsid w:val="00AF37D4"/>
    <w:rsid w:val="00AF3C87"/>
    <w:rsid w:val="00AF401C"/>
    <w:rsid w:val="00AF478F"/>
    <w:rsid w:val="00AF4A05"/>
    <w:rsid w:val="00AF4F29"/>
    <w:rsid w:val="00AF4FE1"/>
    <w:rsid w:val="00AF53E8"/>
    <w:rsid w:val="00AF5645"/>
    <w:rsid w:val="00AF58DC"/>
    <w:rsid w:val="00AF59BD"/>
    <w:rsid w:val="00AF6140"/>
    <w:rsid w:val="00AF69C4"/>
    <w:rsid w:val="00AF70A6"/>
    <w:rsid w:val="00AF7AC7"/>
    <w:rsid w:val="00AF7AFF"/>
    <w:rsid w:val="00B00235"/>
    <w:rsid w:val="00B00569"/>
    <w:rsid w:val="00B0076A"/>
    <w:rsid w:val="00B012B7"/>
    <w:rsid w:val="00B015E3"/>
    <w:rsid w:val="00B03295"/>
    <w:rsid w:val="00B034C5"/>
    <w:rsid w:val="00B0364B"/>
    <w:rsid w:val="00B038F4"/>
    <w:rsid w:val="00B03EC3"/>
    <w:rsid w:val="00B04E37"/>
    <w:rsid w:val="00B05189"/>
    <w:rsid w:val="00B05538"/>
    <w:rsid w:val="00B05930"/>
    <w:rsid w:val="00B05D41"/>
    <w:rsid w:val="00B060E1"/>
    <w:rsid w:val="00B065EB"/>
    <w:rsid w:val="00B073BB"/>
    <w:rsid w:val="00B075E6"/>
    <w:rsid w:val="00B10125"/>
    <w:rsid w:val="00B109D2"/>
    <w:rsid w:val="00B11539"/>
    <w:rsid w:val="00B11691"/>
    <w:rsid w:val="00B117BF"/>
    <w:rsid w:val="00B11911"/>
    <w:rsid w:val="00B11AD3"/>
    <w:rsid w:val="00B11DFE"/>
    <w:rsid w:val="00B12478"/>
    <w:rsid w:val="00B12625"/>
    <w:rsid w:val="00B127FB"/>
    <w:rsid w:val="00B12C27"/>
    <w:rsid w:val="00B13591"/>
    <w:rsid w:val="00B13642"/>
    <w:rsid w:val="00B13869"/>
    <w:rsid w:val="00B13C02"/>
    <w:rsid w:val="00B14303"/>
    <w:rsid w:val="00B148F1"/>
    <w:rsid w:val="00B15295"/>
    <w:rsid w:val="00B172E8"/>
    <w:rsid w:val="00B17941"/>
    <w:rsid w:val="00B2000B"/>
    <w:rsid w:val="00B2067A"/>
    <w:rsid w:val="00B2082D"/>
    <w:rsid w:val="00B20836"/>
    <w:rsid w:val="00B20C6C"/>
    <w:rsid w:val="00B20E9D"/>
    <w:rsid w:val="00B211FD"/>
    <w:rsid w:val="00B213E7"/>
    <w:rsid w:val="00B216BA"/>
    <w:rsid w:val="00B21908"/>
    <w:rsid w:val="00B21BC5"/>
    <w:rsid w:val="00B223ED"/>
    <w:rsid w:val="00B227D6"/>
    <w:rsid w:val="00B22B18"/>
    <w:rsid w:val="00B22C8D"/>
    <w:rsid w:val="00B22EF6"/>
    <w:rsid w:val="00B232E6"/>
    <w:rsid w:val="00B2347B"/>
    <w:rsid w:val="00B23844"/>
    <w:rsid w:val="00B23A87"/>
    <w:rsid w:val="00B23B8E"/>
    <w:rsid w:val="00B244A6"/>
    <w:rsid w:val="00B249F8"/>
    <w:rsid w:val="00B252D6"/>
    <w:rsid w:val="00B256F0"/>
    <w:rsid w:val="00B259D6"/>
    <w:rsid w:val="00B25B04"/>
    <w:rsid w:val="00B25C77"/>
    <w:rsid w:val="00B25DE2"/>
    <w:rsid w:val="00B260A7"/>
    <w:rsid w:val="00B2681D"/>
    <w:rsid w:val="00B26BDF"/>
    <w:rsid w:val="00B26DAB"/>
    <w:rsid w:val="00B270A7"/>
    <w:rsid w:val="00B278A5"/>
    <w:rsid w:val="00B27AD5"/>
    <w:rsid w:val="00B30265"/>
    <w:rsid w:val="00B30402"/>
    <w:rsid w:val="00B306D7"/>
    <w:rsid w:val="00B30CEB"/>
    <w:rsid w:val="00B31406"/>
    <w:rsid w:val="00B316D8"/>
    <w:rsid w:val="00B32023"/>
    <w:rsid w:val="00B3204D"/>
    <w:rsid w:val="00B325A1"/>
    <w:rsid w:val="00B32672"/>
    <w:rsid w:val="00B327F1"/>
    <w:rsid w:val="00B328E0"/>
    <w:rsid w:val="00B3328A"/>
    <w:rsid w:val="00B337A0"/>
    <w:rsid w:val="00B345FE"/>
    <w:rsid w:val="00B3468B"/>
    <w:rsid w:val="00B34A56"/>
    <w:rsid w:val="00B34B55"/>
    <w:rsid w:val="00B35626"/>
    <w:rsid w:val="00B35B83"/>
    <w:rsid w:val="00B35E45"/>
    <w:rsid w:val="00B35EAA"/>
    <w:rsid w:val="00B3647B"/>
    <w:rsid w:val="00B36E29"/>
    <w:rsid w:val="00B37A7E"/>
    <w:rsid w:val="00B4049D"/>
    <w:rsid w:val="00B40C12"/>
    <w:rsid w:val="00B40E75"/>
    <w:rsid w:val="00B411F8"/>
    <w:rsid w:val="00B41305"/>
    <w:rsid w:val="00B41488"/>
    <w:rsid w:val="00B4175E"/>
    <w:rsid w:val="00B41AB5"/>
    <w:rsid w:val="00B41BC3"/>
    <w:rsid w:val="00B42967"/>
    <w:rsid w:val="00B42DE6"/>
    <w:rsid w:val="00B43029"/>
    <w:rsid w:val="00B430E8"/>
    <w:rsid w:val="00B43BC0"/>
    <w:rsid w:val="00B43C5B"/>
    <w:rsid w:val="00B442CF"/>
    <w:rsid w:val="00B452B3"/>
    <w:rsid w:val="00B4566D"/>
    <w:rsid w:val="00B45D21"/>
    <w:rsid w:val="00B46120"/>
    <w:rsid w:val="00B4652D"/>
    <w:rsid w:val="00B46B5E"/>
    <w:rsid w:val="00B46F77"/>
    <w:rsid w:val="00B47695"/>
    <w:rsid w:val="00B476CB"/>
    <w:rsid w:val="00B47CDC"/>
    <w:rsid w:val="00B50E95"/>
    <w:rsid w:val="00B5186A"/>
    <w:rsid w:val="00B5330F"/>
    <w:rsid w:val="00B5370F"/>
    <w:rsid w:val="00B53888"/>
    <w:rsid w:val="00B53E00"/>
    <w:rsid w:val="00B542CE"/>
    <w:rsid w:val="00B55065"/>
    <w:rsid w:val="00B5552C"/>
    <w:rsid w:val="00B5610C"/>
    <w:rsid w:val="00B56AA9"/>
    <w:rsid w:val="00B56CC5"/>
    <w:rsid w:val="00B572A3"/>
    <w:rsid w:val="00B572F2"/>
    <w:rsid w:val="00B57D16"/>
    <w:rsid w:val="00B6013D"/>
    <w:rsid w:val="00B60709"/>
    <w:rsid w:val="00B60973"/>
    <w:rsid w:val="00B60E0F"/>
    <w:rsid w:val="00B615B8"/>
    <w:rsid w:val="00B62A0E"/>
    <w:rsid w:val="00B62BEE"/>
    <w:rsid w:val="00B63C47"/>
    <w:rsid w:val="00B63D69"/>
    <w:rsid w:val="00B63E0C"/>
    <w:rsid w:val="00B64268"/>
    <w:rsid w:val="00B64753"/>
    <w:rsid w:val="00B64C1B"/>
    <w:rsid w:val="00B66A1C"/>
    <w:rsid w:val="00B66FC7"/>
    <w:rsid w:val="00B67E00"/>
    <w:rsid w:val="00B67EFE"/>
    <w:rsid w:val="00B70E7B"/>
    <w:rsid w:val="00B72132"/>
    <w:rsid w:val="00B72C73"/>
    <w:rsid w:val="00B72DBE"/>
    <w:rsid w:val="00B72F6C"/>
    <w:rsid w:val="00B7325E"/>
    <w:rsid w:val="00B739C6"/>
    <w:rsid w:val="00B73B9E"/>
    <w:rsid w:val="00B73FCA"/>
    <w:rsid w:val="00B76C19"/>
    <w:rsid w:val="00B76C3F"/>
    <w:rsid w:val="00B77312"/>
    <w:rsid w:val="00B777D3"/>
    <w:rsid w:val="00B778BD"/>
    <w:rsid w:val="00B81A65"/>
    <w:rsid w:val="00B821F9"/>
    <w:rsid w:val="00B822B9"/>
    <w:rsid w:val="00B8315F"/>
    <w:rsid w:val="00B8335D"/>
    <w:rsid w:val="00B8343B"/>
    <w:rsid w:val="00B83B6F"/>
    <w:rsid w:val="00B84DFD"/>
    <w:rsid w:val="00B865E8"/>
    <w:rsid w:val="00B86FD5"/>
    <w:rsid w:val="00B87499"/>
    <w:rsid w:val="00B87C8D"/>
    <w:rsid w:val="00B87CA4"/>
    <w:rsid w:val="00B87D83"/>
    <w:rsid w:val="00B9116E"/>
    <w:rsid w:val="00B91F27"/>
    <w:rsid w:val="00B91FAA"/>
    <w:rsid w:val="00B9319B"/>
    <w:rsid w:val="00B935C0"/>
    <w:rsid w:val="00B93673"/>
    <w:rsid w:val="00B93E17"/>
    <w:rsid w:val="00B94AE0"/>
    <w:rsid w:val="00B951B0"/>
    <w:rsid w:val="00B955D3"/>
    <w:rsid w:val="00B963BE"/>
    <w:rsid w:val="00B96873"/>
    <w:rsid w:val="00B96CE3"/>
    <w:rsid w:val="00B97ABA"/>
    <w:rsid w:val="00B97DD0"/>
    <w:rsid w:val="00BA018A"/>
    <w:rsid w:val="00BA0674"/>
    <w:rsid w:val="00BA06D4"/>
    <w:rsid w:val="00BA0E61"/>
    <w:rsid w:val="00BA19EF"/>
    <w:rsid w:val="00BA1BD6"/>
    <w:rsid w:val="00BA1D1B"/>
    <w:rsid w:val="00BA2269"/>
    <w:rsid w:val="00BA3351"/>
    <w:rsid w:val="00BA3443"/>
    <w:rsid w:val="00BA355D"/>
    <w:rsid w:val="00BA4C5C"/>
    <w:rsid w:val="00BA4DB0"/>
    <w:rsid w:val="00BA518A"/>
    <w:rsid w:val="00BA5634"/>
    <w:rsid w:val="00BA570F"/>
    <w:rsid w:val="00BA57F2"/>
    <w:rsid w:val="00BA5CBF"/>
    <w:rsid w:val="00BA5FD2"/>
    <w:rsid w:val="00BA696F"/>
    <w:rsid w:val="00BA6997"/>
    <w:rsid w:val="00BA6C48"/>
    <w:rsid w:val="00BA7081"/>
    <w:rsid w:val="00BA775F"/>
    <w:rsid w:val="00BA7CDA"/>
    <w:rsid w:val="00BA7F2E"/>
    <w:rsid w:val="00BB0E71"/>
    <w:rsid w:val="00BB123D"/>
    <w:rsid w:val="00BB1445"/>
    <w:rsid w:val="00BB1725"/>
    <w:rsid w:val="00BB2630"/>
    <w:rsid w:val="00BB28C4"/>
    <w:rsid w:val="00BB29B3"/>
    <w:rsid w:val="00BB2AD8"/>
    <w:rsid w:val="00BB41A1"/>
    <w:rsid w:val="00BB4429"/>
    <w:rsid w:val="00BB4C66"/>
    <w:rsid w:val="00BB5D6B"/>
    <w:rsid w:val="00BB5DBE"/>
    <w:rsid w:val="00BB60A4"/>
    <w:rsid w:val="00BB7258"/>
    <w:rsid w:val="00BB731D"/>
    <w:rsid w:val="00BB7871"/>
    <w:rsid w:val="00BC113C"/>
    <w:rsid w:val="00BC1C44"/>
    <w:rsid w:val="00BC1E1D"/>
    <w:rsid w:val="00BC2EE5"/>
    <w:rsid w:val="00BC3605"/>
    <w:rsid w:val="00BC3AC6"/>
    <w:rsid w:val="00BC4632"/>
    <w:rsid w:val="00BC496A"/>
    <w:rsid w:val="00BC4F9F"/>
    <w:rsid w:val="00BC5255"/>
    <w:rsid w:val="00BC5884"/>
    <w:rsid w:val="00BC702F"/>
    <w:rsid w:val="00BC76C2"/>
    <w:rsid w:val="00BC76F7"/>
    <w:rsid w:val="00BC772E"/>
    <w:rsid w:val="00BC7B0F"/>
    <w:rsid w:val="00BC7C86"/>
    <w:rsid w:val="00BC7CCA"/>
    <w:rsid w:val="00BD00C9"/>
    <w:rsid w:val="00BD0365"/>
    <w:rsid w:val="00BD04C6"/>
    <w:rsid w:val="00BD1079"/>
    <w:rsid w:val="00BD1F3B"/>
    <w:rsid w:val="00BD2B1E"/>
    <w:rsid w:val="00BD2B78"/>
    <w:rsid w:val="00BD315C"/>
    <w:rsid w:val="00BD36FF"/>
    <w:rsid w:val="00BD408C"/>
    <w:rsid w:val="00BD4145"/>
    <w:rsid w:val="00BD4B45"/>
    <w:rsid w:val="00BD6467"/>
    <w:rsid w:val="00BD711D"/>
    <w:rsid w:val="00BD76EA"/>
    <w:rsid w:val="00BD794D"/>
    <w:rsid w:val="00BE00E6"/>
    <w:rsid w:val="00BE0589"/>
    <w:rsid w:val="00BE06C0"/>
    <w:rsid w:val="00BE07BE"/>
    <w:rsid w:val="00BE0F97"/>
    <w:rsid w:val="00BE1715"/>
    <w:rsid w:val="00BE2B38"/>
    <w:rsid w:val="00BE3766"/>
    <w:rsid w:val="00BE3CC6"/>
    <w:rsid w:val="00BE3CDE"/>
    <w:rsid w:val="00BE3CF3"/>
    <w:rsid w:val="00BE4140"/>
    <w:rsid w:val="00BE43E3"/>
    <w:rsid w:val="00BE4847"/>
    <w:rsid w:val="00BE4871"/>
    <w:rsid w:val="00BE57A4"/>
    <w:rsid w:val="00BE68D4"/>
    <w:rsid w:val="00BE73E8"/>
    <w:rsid w:val="00BE798C"/>
    <w:rsid w:val="00BE7A75"/>
    <w:rsid w:val="00BE7D61"/>
    <w:rsid w:val="00BF09F5"/>
    <w:rsid w:val="00BF0AF6"/>
    <w:rsid w:val="00BF1063"/>
    <w:rsid w:val="00BF127A"/>
    <w:rsid w:val="00BF12B8"/>
    <w:rsid w:val="00BF28EA"/>
    <w:rsid w:val="00BF2AC6"/>
    <w:rsid w:val="00BF2BEB"/>
    <w:rsid w:val="00BF3ACC"/>
    <w:rsid w:val="00BF442D"/>
    <w:rsid w:val="00BF5A58"/>
    <w:rsid w:val="00BF5DD0"/>
    <w:rsid w:val="00BF6DEA"/>
    <w:rsid w:val="00BF6ECA"/>
    <w:rsid w:val="00BF6F80"/>
    <w:rsid w:val="00BF742B"/>
    <w:rsid w:val="00BF74C8"/>
    <w:rsid w:val="00BF7B27"/>
    <w:rsid w:val="00C000D1"/>
    <w:rsid w:val="00C013D1"/>
    <w:rsid w:val="00C0177D"/>
    <w:rsid w:val="00C02CE6"/>
    <w:rsid w:val="00C03366"/>
    <w:rsid w:val="00C0413C"/>
    <w:rsid w:val="00C050CA"/>
    <w:rsid w:val="00C05760"/>
    <w:rsid w:val="00C06359"/>
    <w:rsid w:val="00C06692"/>
    <w:rsid w:val="00C06819"/>
    <w:rsid w:val="00C06B70"/>
    <w:rsid w:val="00C10166"/>
    <w:rsid w:val="00C1041D"/>
    <w:rsid w:val="00C10625"/>
    <w:rsid w:val="00C10B60"/>
    <w:rsid w:val="00C110D1"/>
    <w:rsid w:val="00C11448"/>
    <w:rsid w:val="00C11E4B"/>
    <w:rsid w:val="00C11E6F"/>
    <w:rsid w:val="00C1211F"/>
    <w:rsid w:val="00C13106"/>
    <w:rsid w:val="00C13200"/>
    <w:rsid w:val="00C135AC"/>
    <w:rsid w:val="00C1417F"/>
    <w:rsid w:val="00C148B2"/>
    <w:rsid w:val="00C14C7D"/>
    <w:rsid w:val="00C14D55"/>
    <w:rsid w:val="00C14EA7"/>
    <w:rsid w:val="00C151EB"/>
    <w:rsid w:val="00C152AA"/>
    <w:rsid w:val="00C15327"/>
    <w:rsid w:val="00C15348"/>
    <w:rsid w:val="00C15470"/>
    <w:rsid w:val="00C16264"/>
    <w:rsid w:val="00C16285"/>
    <w:rsid w:val="00C1662F"/>
    <w:rsid w:val="00C16770"/>
    <w:rsid w:val="00C17B8B"/>
    <w:rsid w:val="00C21496"/>
    <w:rsid w:val="00C214E0"/>
    <w:rsid w:val="00C21B53"/>
    <w:rsid w:val="00C2216F"/>
    <w:rsid w:val="00C22321"/>
    <w:rsid w:val="00C2238F"/>
    <w:rsid w:val="00C227F5"/>
    <w:rsid w:val="00C22ACB"/>
    <w:rsid w:val="00C22D4C"/>
    <w:rsid w:val="00C22FCD"/>
    <w:rsid w:val="00C231AE"/>
    <w:rsid w:val="00C23E34"/>
    <w:rsid w:val="00C24298"/>
    <w:rsid w:val="00C243B9"/>
    <w:rsid w:val="00C249E2"/>
    <w:rsid w:val="00C2615E"/>
    <w:rsid w:val="00C26641"/>
    <w:rsid w:val="00C2680B"/>
    <w:rsid w:val="00C268D2"/>
    <w:rsid w:val="00C26E0B"/>
    <w:rsid w:val="00C276B3"/>
    <w:rsid w:val="00C2779F"/>
    <w:rsid w:val="00C27AA5"/>
    <w:rsid w:val="00C300CE"/>
    <w:rsid w:val="00C307D5"/>
    <w:rsid w:val="00C308DE"/>
    <w:rsid w:val="00C309BA"/>
    <w:rsid w:val="00C31A69"/>
    <w:rsid w:val="00C32D1A"/>
    <w:rsid w:val="00C33144"/>
    <w:rsid w:val="00C3334F"/>
    <w:rsid w:val="00C3335A"/>
    <w:rsid w:val="00C33679"/>
    <w:rsid w:val="00C3389E"/>
    <w:rsid w:val="00C3438C"/>
    <w:rsid w:val="00C34444"/>
    <w:rsid w:val="00C34571"/>
    <w:rsid w:val="00C34F67"/>
    <w:rsid w:val="00C359A5"/>
    <w:rsid w:val="00C35A00"/>
    <w:rsid w:val="00C35E9D"/>
    <w:rsid w:val="00C35F36"/>
    <w:rsid w:val="00C35FFE"/>
    <w:rsid w:val="00C36853"/>
    <w:rsid w:val="00C36E8A"/>
    <w:rsid w:val="00C40674"/>
    <w:rsid w:val="00C40F38"/>
    <w:rsid w:val="00C42028"/>
    <w:rsid w:val="00C422FA"/>
    <w:rsid w:val="00C42684"/>
    <w:rsid w:val="00C42F50"/>
    <w:rsid w:val="00C4318A"/>
    <w:rsid w:val="00C43646"/>
    <w:rsid w:val="00C43A5A"/>
    <w:rsid w:val="00C442E3"/>
    <w:rsid w:val="00C44787"/>
    <w:rsid w:val="00C44FD4"/>
    <w:rsid w:val="00C4518A"/>
    <w:rsid w:val="00C459C2"/>
    <w:rsid w:val="00C45B52"/>
    <w:rsid w:val="00C467FB"/>
    <w:rsid w:val="00C46ADB"/>
    <w:rsid w:val="00C476E8"/>
    <w:rsid w:val="00C478F0"/>
    <w:rsid w:val="00C479F0"/>
    <w:rsid w:val="00C47D10"/>
    <w:rsid w:val="00C504AA"/>
    <w:rsid w:val="00C504D3"/>
    <w:rsid w:val="00C50A83"/>
    <w:rsid w:val="00C50C73"/>
    <w:rsid w:val="00C512C6"/>
    <w:rsid w:val="00C51644"/>
    <w:rsid w:val="00C51FDF"/>
    <w:rsid w:val="00C526E0"/>
    <w:rsid w:val="00C52BA8"/>
    <w:rsid w:val="00C52CD1"/>
    <w:rsid w:val="00C52DAC"/>
    <w:rsid w:val="00C5382D"/>
    <w:rsid w:val="00C53A72"/>
    <w:rsid w:val="00C53ADD"/>
    <w:rsid w:val="00C5414E"/>
    <w:rsid w:val="00C54CD6"/>
    <w:rsid w:val="00C54EC9"/>
    <w:rsid w:val="00C56E14"/>
    <w:rsid w:val="00C5703F"/>
    <w:rsid w:val="00C57505"/>
    <w:rsid w:val="00C5750D"/>
    <w:rsid w:val="00C57BB3"/>
    <w:rsid w:val="00C57BE7"/>
    <w:rsid w:val="00C60A37"/>
    <w:rsid w:val="00C60E53"/>
    <w:rsid w:val="00C60F9B"/>
    <w:rsid w:val="00C61256"/>
    <w:rsid w:val="00C615D0"/>
    <w:rsid w:val="00C62EC4"/>
    <w:rsid w:val="00C62F8F"/>
    <w:rsid w:val="00C63811"/>
    <w:rsid w:val="00C6390F"/>
    <w:rsid w:val="00C63B80"/>
    <w:rsid w:val="00C63EAC"/>
    <w:rsid w:val="00C64335"/>
    <w:rsid w:val="00C643F2"/>
    <w:rsid w:val="00C64C1A"/>
    <w:rsid w:val="00C65A71"/>
    <w:rsid w:val="00C65CAA"/>
    <w:rsid w:val="00C677A2"/>
    <w:rsid w:val="00C67DB2"/>
    <w:rsid w:val="00C67E99"/>
    <w:rsid w:val="00C7022B"/>
    <w:rsid w:val="00C70424"/>
    <w:rsid w:val="00C70AB8"/>
    <w:rsid w:val="00C72264"/>
    <w:rsid w:val="00C725CE"/>
    <w:rsid w:val="00C74286"/>
    <w:rsid w:val="00C747EB"/>
    <w:rsid w:val="00C74C04"/>
    <w:rsid w:val="00C74CE1"/>
    <w:rsid w:val="00C755BA"/>
    <w:rsid w:val="00C75B14"/>
    <w:rsid w:val="00C75B6A"/>
    <w:rsid w:val="00C7719A"/>
    <w:rsid w:val="00C771A2"/>
    <w:rsid w:val="00C774AB"/>
    <w:rsid w:val="00C77CFF"/>
    <w:rsid w:val="00C80395"/>
    <w:rsid w:val="00C81FAB"/>
    <w:rsid w:val="00C827B5"/>
    <w:rsid w:val="00C83DCD"/>
    <w:rsid w:val="00C83FE1"/>
    <w:rsid w:val="00C8407A"/>
    <w:rsid w:val="00C8421D"/>
    <w:rsid w:val="00C84499"/>
    <w:rsid w:val="00C84719"/>
    <w:rsid w:val="00C847B9"/>
    <w:rsid w:val="00C849EA"/>
    <w:rsid w:val="00C84CA3"/>
    <w:rsid w:val="00C84D5E"/>
    <w:rsid w:val="00C85158"/>
    <w:rsid w:val="00C85229"/>
    <w:rsid w:val="00C854B9"/>
    <w:rsid w:val="00C85B34"/>
    <w:rsid w:val="00C85C53"/>
    <w:rsid w:val="00C8647D"/>
    <w:rsid w:val="00C874E3"/>
    <w:rsid w:val="00C876C4"/>
    <w:rsid w:val="00C902D0"/>
    <w:rsid w:val="00C90AC5"/>
    <w:rsid w:val="00C9152D"/>
    <w:rsid w:val="00C917A9"/>
    <w:rsid w:val="00C91C03"/>
    <w:rsid w:val="00C93293"/>
    <w:rsid w:val="00C93CBB"/>
    <w:rsid w:val="00C93F20"/>
    <w:rsid w:val="00C940C9"/>
    <w:rsid w:val="00C94436"/>
    <w:rsid w:val="00C9478E"/>
    <w:rsid w:val="00C948BD"/>
    <w:rsid w:val="00C94982"/>
    <w:rsid w:val="00C94D68"/>
    <w:rsid w:val="00C95252"/>
    <w:rsid w:val="00C95326"/>
    <w:rsid w:val="00C95F64"/>
    <w:rsid w:val="00C9604B"/>
    <w:rsid w:val="00C96276"/>
    <w:rsid w:val="00C9670B"/>
    <w:rsid w:val="00C97C09"/>
    <w:rsid w:val="00C97C73"/>
    <w:rsid w:val="00C97F65"/>
    <w:rsid w:val="00CA021E"/>
    <w:rsid w:val="00CA0DFE"/>
    <w:rsid w:val="00CA1682"/>
    <w:rsid w:val="00CA20F8"/>
    <w:rsid w:val="00CA232F"/>
    <w:rsid w:val="00CA2511"/>
    <w:rsid w:val="00CA2707"/>
    <w:rsid w:val="00CA283A"/>
    <w:rsid w:val="00CA337C"/>
    <w:rsid w:val="00CA3B8E"/>
    <w:rsid w:val="00CA4041"/>
    <w:rsid w:val="00CA42BE"/>
    <w:rsid w:val="00CA46C6"/>
    <w:rsid w:val="00CA4D64"/>
    <w:rsid w:val="00CA5FE1"/>
    <w:rsid w:val="00CA63C9"/>
    <w:rsid w:val="00CA64AB"/>
    <w:rsid w:val="00CA665D"/>
    <w:rsid w:val="00CA66D7"/>
    <w:rsid w:val="00CA692B"/>
    <w:rsid w:val="00CA6D37"/>
    <w:rsid w:val="00CA6DED"/>
    <w:rsid w:val="00CA78AC"/>
    <w:rsid w:val="00CA7F0E"/>
    <w:rsid w:val="00CB06D5"/>
    <w:rsid w:val="00CB0857"/>
    <w:rsid w:val="00CB0CD5"/>
    <w:rsid w:val="00CB11F6"/>
    <w:rsid w:val="00CB1462"/>
    <w:rsid w:val="00CB168D"/>
    <w:rsid w:val="00CB17AD"/>
    <w:rsid w:val="00CB17F7"/>
    <w:rsid w:val="00CB2F55"/>
    <w:rsid w:val="00CB3020"/>
    <w:rsid w:val="00CB3753"/>
    <w:rsid w:val="00CB389D"/>
    <w:rsid w:val="00CB42E4"/>
    <w:rsid w:val="00CB436C"/>
    <w:rsid w:val="00CB4740"/>
    <w:rsid w:val="00CB49C8"/>
    <w:rsid w:val="00CB4A20"/>
    <w:rsid w:val="00CB4BC0"/>
    <w:rsid w:val="00CB55EE"/>
    <w:rsid w:val="00CB55FB"/>
    <w:rsid w:val="00CB573C"/>
    <w:rsid w:val="00CB58F2"/>
    <w:rsid w:val="00CB644A"/>
    <w:rsid w:val="00CB6899"/>
    <w:rsid w:val="00CB6983"/>
    <w:rsid w:val="00CB6F64"/>
    <w:rsid w:val="00CB716E"/>
    <w:rsid w:val="00CB79FA"/>
    <w:rsid w:val="00CB7D8A"/>
    <w:rsid w:val="00CC0616"/>
    <w:rsid w:val="00CC081C"/>
    <w:rsid w:val="00CC0FCF"/>
    <w:rsid w:val="00CC1194"/>
    <w:rsid w:val="00CC13FB"/>
    <w:rsid w:val="00CC1FC3"/>
    <w:rsid w:val="00CC22F9"/>
    <w:rsid w:val="00CC2CAE"/>
    <w:rsid w:val="00CC309B"/>
    <w:rsid w:val="00CC34FC"/>
    <w:rsid w:val="00CC36C9"/>
    <w:rsid w:val="00CC3744"/>
    <w:rsid w:val="00CC44DB"/>
    <w:rsid w:val="00CC4D1D"/>
    <w:rsid w:val="00CC4DE8"/>
    <w:rsid w:val="00CC59C5"/>
    <w:rsid w:val="00CC6035"/>
    <w:rsid w:val="00CC6578"/>
    <w:rsid w:val="00CC65EA"/>
    <w:rsid w:val="00CC6809"/>
    <w:rsid w:val="00CC68F5"/>
    <w:rsid w:val="00CC6B26"/>
    <w:rsid w:val="00CC7D51"/>
    <w:rsid w:val="00CC7F03"/>
    <w:rsid w:val="00CD0402"/>
    <w:rsid w:val="00CD07C2"/>
    <w:rsid w:val="00CD0899"/>
    <w:rsid w:val="00CD0A42"/>
    <w:rsid w:val="00CD2250"/>
    <w:rsid w:val="00CD24F0"/>
    <w:rsid w:val="00CD2589"/>
    <w:rsid w:val="00CD28CC"/>
    <w:rsid w:val="00CD30A5"/>
    <w:rsid w:val="00CD361A"/>
    <w:rsid w:val="00CD3A75"/>
    <w:rsid w:val="00CD3C73"/>
    <w:rsid w:val="00CD4257"/>
    <w:rsid w:val="00CD4B58"/>
    <w:rsid w:val="00CD4DDB"/>
    <w:rsid w:val="00CD5869"/>
    <w:rsid w:val="00CD58A6"/>
    <w:rsid w:val="00CD7089"/>
    <w:rsid w:val="00CD782B"/>
    <w:rsid w:val="00CD79C6"/>
    <w:rsid w:val="00CE032D"/>
    <w:rsid w:val="00CE0475"/>
    <w:rsid w:val="00CE04BD"/>
    <w:rsid w:val="00CE0BB4"/>
    <w:rsid w:val="00CE0F5F"/>
    <w:rsid w:val="00CE0F96"/>
    <w:rsid w:val="00CE11D3"/>
    <w:rsid w:val="00CE1C27"/>
    <w:rsid w:val="00CE20D1"/>
    <w:rsid w:val="00CE23EB"/>
    <w:rsid w:val="00CE29BF"/>
    <w:rsid w:val="00CE2E69"/>
    <w:rsid w:val="00CE2ECA"/>
    <w:rsid w:val="00CE38CA"/>
    <w:rsid w:val="00CE3E9F"/>
    <w:rsid w:val="00CE4024"/>
    <w:rsid w:val="00CE4042"/>
    <w:rsid w:val="00CE4160"/>
    <w:rsid w:val="00CE4236"/>
    <w:rsid w:val="00CE4A80"/>
    <w:rsid w:val="00CE4B45"/>
    <w:rsid w:val="00CE4DB3"/>
    <w:rsid w:val="00CE5080"/>
    <w:rsid w:val="00CE51AF"/>
    <w:rsid w:val="00CE529C"/>
    <w:rsid w:val="00CE5408"/>
    <w:rsid w:val="00CE5469"/>
    <w:rsid w:val="00CE58D9"/>
    <w:rsid w:val="00CE5A92"/>
    <w:rsid w:val="00CE5F25"/>
    <w:rsid w:val="00CE6016"/>
    <w:rsid w:val="00CE60E2"/>
    <w:rsid w:val="00CE62C9"/>
    <w:rsid w:val="00CE6657"/>
    <w:rsid w:val="00CE74D4"/>
    <w:rsid w:val="00CF0B67"/>
    <w:rsid w:val="00CF1206"/>
    <w:rsid w:val="00CF26EC"/>
    <w:rsid w:val="00CF2D10"/>
    <w:rsid w:val="00CF342A"/>
    <w:rsid w:val="00CF3526"/>
    <w:rsid w:val="00CF3780"/>
    <w:rsid w:val="00CF38F6"/>
    <w:rsid w:val="00CF39E3"/>
    <w:rsid w:val="00CF3B2A"/>
    <w:rsid w:val="00CF3F69"/>
    <w:rsid w:val="00CF48CD"/>
    <w:rsid w:val="00CF512F"/>
    <w:rsid w:val="00CF5499"/>
    <w:rsid w:val="00CF5DC9"/>
    <w:rsid w:val="00CF71E3"/>
    <w:rsid w:val="00CF7548"/>
    <w:rsid w:val="00CF75AB"/>
    <w:rsid w:val="00CF7E35"/>
    <w:rsid w:val="00D005BD"/>
    <w:rsid w:val="00D007A2"/>
    <w:rsid w:val="00D0173E"/>
    <w:rsid w:val="00D0175A"/>
    <w:rsid w:val="00D01ACB"/>
    <w:rsid w:val="00D01B3B"/>
    <w:rsid w:val="00D0211A"/>
    <w:rsid w:val="00D02481"/>
    <w:rsid w:val="00D03184"/>
    <w:rsid w:val="00D03592"/>
    <w:rsid w:val="00D03FC9"/>
    <w:rsid w:val="00D04140"/>
    <w:rsid w:val="00D043B3"/>
    <w:rsid w:val="00D05052"/>
    <w:rsid w:val="00D052BC"/>
    <w:rsid w:val="00D053A3"/>
    <w:rsid w:val="00D0580E"/>
    <w:rsid w:val="00D0647D"/>
    <w:rsid w:val="00D06503"/>
    <w:rsid w:val="00D0651C"/>
    <w:rsid w:val="00D06731"/>
    <w:rsid w:val="00D06B0C"/>
    <w:rsid w:val="00D07104"/>
    <w:rsid w:val="00D0776A"/>
    <w:rsid w:val="00D07A13"/>
    <w:rsid w:val="00D07B0D"/>
    <w:rsid w:val="00D07B1A"/>
    <w:rsid w:val="00D07C35"/>
    <w:rsid w:val="00D113D9"/>
    <w:rsid w:val="00D115D8"/>
    <w:rsid w:val="00D11D36"/>
    <w:rsid w:val="00D123DC"/>
    <w:rsid w:val="00D130E2"/>
    <w:rsid w:val="00D13A41"/>
    <w:rsid w:val="00D13C63"/>
    <w:rsid w:val="00D14401"/>
    <w:rsid w:val="00D146D8"/>
    <w:rsid w:val="00D14BBA"/>
    <w:rsid w:val="00D15D33"/>
    <w:rsid w:val="00D16060"/>
    <w:rsid w:val="00D16279"/>
    <w:rsid w:val="00D1645E"/>
    <w:rsid w:val="00D164DC"/>
    <w:rsid w:val="00D17368"/>
    <w:rsid w:val="00D173C1"/>
    <w:rsid w:val="00D205AA"/>
    <w:rsid w:val="00D207ED"/>
    <w:rsid w:val="00D20AC4"/>
    <w:rsid w:val="00D20B84"/>
    <w:rsid w:val="00D21717"/>
    <w:rsid w:val="00D233FB"/>
    <w:rsid w:val="00D24486"/>
    <w:rsid w:val="00D24571"/>
    <w:rsid w:val="00D2459F"/>
    <w:rsid w:val="00D252C1"/>
    <w:rsid w:val="00D25E4C"/>
    <w:rsid w:val="00D25EAC"/>
    <w:rsid w:val="00D2619A"/>
    <w:rsid w:val="00D2633F"/>
    <w:rsid w:val="00D26907"/>
    <w:rsid w:val="00D26B1A"/>
    <w:rsid w:val="00D27577"/>
    <w:rsid w:val="00D30167"/>
    <w:rsid w:val="00D30522"/>
    <w:rsid w:val="00D30786"/>
    <w:rsid w:val="00D30BF6"/>
    <w:rsid w:val="00D30CFC"/>
    <w:rsid w:val="00D317EE"/>
    <w:rsid w:val="00D31AF0"/>
    <w:rsid w:val="00D31DA0"/>
    <w:rsid w:val="00D3205A"/>
    <w:rsid w:val="00D320ED"/>
    <w:rsid w:val="00D3311F"/>
    <w:rsid w:val="00D3322E"/>
    <w:rsid w:val="00D33305"/>
    <w:rsid w:val="00D33DFA"/>
    <w:rsid w:val="00D34701"/>
    <w:rsid w:val="00D356A7"/>
    <w:rsid w:val="00D35C72"/>
    <w:rsid w:val="00D35E37"/>
    <w:rsid w:val="00D36178"/>
    <w:rsid w:val="00D364FB"/>
    <w:rsid w:val="00D36671"/>
    <w:rsid w:val="00D36A53"/>
    <w:rsid w:val="00D36DF7"/>
    <w:rsid w:val="00D3781E"/>
    <w:rsid w:val="00D37F68"/>
    <w:rsid w:val="00D37FE7"/>
    <w:rsid w:val="00D402DE"/>
    <w:rsid w:val="00D40DAA"/>
    <w:rsid w:val="00D40EA7"/>
    <w:rsid w:val="00D41FAC"/>
    <w:rsid w:val="00D423A0"/>
    <w:rsid w:val="00D423C4"/>
    <w:rsid w:val="00D43C4E"/>
    <w:rsid w:val="00D44448"/>
    <w:rsid w:val="00D44B3D"/>
    <w:rsid w:val="00D44B8B"/>
    <w:rsid w:val="00D44D13"/>
    <w:rsid w:val="00D45084"/>
    <w:rsid w:val="00D457F0"/>
    <w:rsid w:val="00D46A7B"/>
    <w:rsid w:val="00D47B94"/>
    <w:rsid w:val="00D47F88"/>
    <w:rsid w:val="00D50485"/>
    <w:rsid w:val="00D510A6"/>
    <w:rsid w:val="00D51481"/>
    <w:rsid w:val="00D51889"/>
    <w:rsid w:val="00D51DE0"/>
    <w:rsid w:val="00D521E7"/>
    <w:rsid w:val="00D5241A"/>
    <w:rsid w:val="00D526F0"/>
    <w:rsid w:val="00D52A82"/>
    <w:rsid w:val="00D52AAA"/>
    <w:rsid w:val="00D52C4A"/>
    <w:rsid w:val="00D53612"/>
    <w:rsid w:val="00D53987"/>
    <w:rsid w:val="00D53A8A"/>
    <w:rsid w:val="00D53E8C"/>
    <w:rsid w:val="00D5447B"/>
    <w:rsid w:val="00D5644D"/>
    <w:rsid w:val="00D60B5E"/>
    <w:rsid w:val="00D61520"/>
    <w:rsid w:val="00D61B52"/>
    <w:rsid w:val="00D61C7E"/>
    <w:rsid w:val="00D61CCE"/>
    <w:rsid w:val="00D63DBE"/>
    <w:rsid w:val="00D65A38"/>
    <w:rsid w:val="00D65D47"/>
    <w:rsid w:val="00D661F1"/>
    <w:rsid w:val="00D6625A"/>
    <w:rsid w:val="00D663EB"/>
    <w:rsid w:val="00D6711D"/>
    <w:rsid w:val="00D67921"/>
    <w:rsid w:val="00D67F4E"/>
    <w:rsid w:val="00D719D1"/>
    <w:rsid w:val="00D71B35"/>
    <w:rsid w:val="00D7278C"/>
    <w:rsid w:val="00D727D1"/>
    <w:rsid w:val="00D72A67"/>
    <w:rsid w:val="00D72DE2"/>
    <w:rsid w:val="00D72E6F"/>
    <w:rsid w:val="00D73D67"/>
    <w:rsid w:val="00D74324"/>
    <w:rsid w:val="00D7465D"/>
    <w:rsid w:val="00D7527C"/>
    <w:rsid w:val="00D7532A"/>
    <w:rsid w:val="00D75AEB"/>
    <w:rsid w:val="00D776B7"/>
    <w:rsid w:val="00D77800"/>
    <w:rsid w:val="00D80A72"/>
    <w:rsid w:val="00D80FF2"/>
    <w:rsid w:val="00D813C5"/>
    <w:rsid w:val="00D81553"/>
    <w:rsid w:val="00D8227C"/>
    <w:rsid w:val="00D82DA2"/>
    <w:rsid w:val="00D8311B"/>
    <w:rsid w:val="00D839A0"/>
    <w:rsid w:val="00D83CC7"/>
    <w:rsid w:val="00D84B78"/>
    <w:rsid w:val="00D84E45"/>
    <w:rsid w:val="00D852A5"/>
    <w:rsid w:val="00D8570A"/>
    <w:rsid w:val="00D85EAF"/>
    <w:rsid w:val="00D85F13"/>
    <w:rsid w:val="00D86155"/>
    <w:rsid w:val="00D86B8E"/>
    <w:rsid w:val="00D86FD9"/>
    <w:rsid w:val="00D901FC"/>
    <w:rsid w:val="00D9082B"/>
    <w:rsid w:val="00D90D3C"/>
    <w:rsid w:val="00D91C78"/>
    <w:rsid w:val="00D91E1E"/>
    <w:rsid w:val="00D93A41"/>
    <w:rsid w:val="00D93D2A"/>
    <w:rsid w:val="00D93EE7"/>
    <w:rsid w:val="00D941ED"/>
    <w:rsid w:val="00D946A3"/>
    <w:rsid w:val="00D948EB"/>
    <w:rsid w:val="00D94B1D"/>
    <w:rsid w:val="00D94B42"/>
    <w:rsid w:val="00D95278"/>
    <w:rsid w:val="00D95B8E"/>
    <w:rsid w:val="00D95D61"/>
    <w:rsid w:val="00D96845"/>
    <w:rsid w:val="00D97601"/>
    <w:rsid w:val="00D97789"/>
    <w:rsid w:val="00DA0F3F"/>
    <w:rsid w:val="00DA1963"/>
    <w:rsid w:val="00DA1AD4"/>
    <w:rsid w:val="00DA1F3E"/>
    <w:rsid w:val="00DA28CC"/>
    <w:rsid w:val="00DA2A37"/>
    <w:rsid w:val="00DA2F24"/>
    <w:rsid w:val="00DA42D9"/>
    <w:rsid w:val="00DA45EE"/>
    <w:rsid w:val="00DA51FB"/>
    <w:rsid w:val="00DA603D"/>
    <w:rsid w:val="00DA6285"/>
    <w:rsid w:val="00DA676D"/>
    <w:rsid w:val="00DA6A08"/>
    <w:rsid w:val="00DA6F1A"/>
    <w:rsid w:val="00DA6FEE"/>
    <w:rsid w:val="00DA73DD"/>
    <w:rsid w:val="00DA7F05"/>
    <w:rsid w:val="00DB00CB"/>
    <w:rsid w:val="00DB0CCC"/>
    <w:rsid w:val="00DB0E07"/>
    <w:rsid w:val="00DB12D0"/>
    <w:rsid w:val="00DB1385"/>
    <w:rsid w:val="00DB1A09"/>
    <w:rsid w:val="00DB1A76"/>
    <w:rsid w:val="00DB1E38"/>
    <w:rsid w:val="00DB2929"/>
    <w:rsid w:val="00DB2CE4"/>
    <w:rsid w:val="00DB2E9C"/>
    <w:rsid w:val="00DB3046"/>
    <w:rsid w:val="00DB31C8"/>
    <w:rsid w:val="00DB3523"/>
    <w:rsid w:val="00DB3574"/>
    <w:rsid w:val="00DB41E4"/>
    <w:rsid w:val="00DB5B16"/>
    <w:rsid w:val="00DB63D2"/>
    <w:rsid w:val="00DB68C2"/>
    <w:rsid w:val="00DB69ED"/>
    <w:rsid w:val="00DB6B07"/>
    <w:rsid w:val="00DB7356"/>
    <w:rsid w:val="00DB746F"/>
    <w:rsid w:val="00DB75DA"/>
    <w:rsid w:val="00DB7B3F"/>
    <w:rsid w:val="00DB7C1C"/>
    <w:rsid w:val="00DC0934"/>
    <w:rsid w:val="00DC0ED9"/>
    <w:rsid w:val="00DC0FDB"/>
    <w:rsid w:val="00DC1B5C"/>
    <w:rsid w:val="00DC20F5"/>
    <w:rsid w:val="00DC2949"/>
    <w:rsid w:val="00DC2CAC"/>
    <w:rsid w:val="00DC2DE3"/>
    <w:rsid w:val="00DC3B0E"/>
    <w:rsid w:val="00DC3BBD"/>
    <w:rsid w:val="00DC447A"/>
    <w:rsid w:val="00DC5073"/>
    <w:rsid w:val="00DC546F"/>
    <w:rsid w:val="00DC5BEE"/>
    <w:rsid w:val="00DC612B"/>
    <w:rsid w:val="00DC6E80"/>
    <w:rsid w:val="00DC70AA"/>
    <w:rsid w:val="00DC7932"/>
    <w:rsid w:val="00DC7BC1"/>
    <w:rsid w:val="00DC7C6F"/>
    <w:rsid w:val="00DD0986"/>
    <w:rsid w:val="00DD0ED6"/>
    <w:rsid w:val="00DD18F6"/>
    <w:rsid w:val="00DD2CDF"/>
    <w:rsid w:val="00DD34F3"/>
    <w:rsid w:val="00DD359F"/>
    <w:rsid w:val="00DD3659"/>
    <w:rsid w:val="00DD3884"/>
    <w:rsid w:val="00DD3907"/>
    <w:rsid w:val="00DD3CDA"/>
    <w:rsid w:val="00DD49C6"/>
    <w:rsid w:val="00DD4F93"/>
    <w:rsid w:val="00DD641F"/>
    <w:rsid w:val="00DD658B"/>
    <w:rsid w:val="00DD6B16"/>
    <w:rsid w:val="00DD7029"/>
    <w:rsid w:val="00DD73D3"/>
    <w:rsid w:val="00DD75A5"/>
    <w:rsid w:val="00DD78FD"/>
    <w:rsid w:val="00DD7DC0"/>
    <w:rsid w:val="00DE0A86"/>
    <w:rsid w:val="00DE0CAF"/>
    <w:rsid w:val="00DE0FFF"/>
    <w:rsid w:val="00DE14CA"/>
    <w:rsid w:val="00DE205D"/>
    <w:rsid w:val="00DE3117"/>
    <w:rsid w:val="00DE3501"/>
    <w:rsid w:val="00DE398D"/>
    <w:rsid w:val="00DE3B70"/>
    <w:rsid w:val="00DE3D44"/>
    <w:rsid w:val="00DE3DA8"/>
    <w:rsid w:val="00DE3E9A"/>
    <w:rsid w:val="00DE3EBC"/>
    <w:rsid w:val="00DE46CE"/>
    <w:rsid w:val="00DE49D8"/>
    <w:rsid w:val="00DE4DA7"/>
    <w:rsid w:val="00DE57ED"/>
    <w:rsid w:val="00DE5ABA"/>
    <w:rsid w:val="00DE6299"/>
    <w:rsid w:val="00DE703E"/>
    <w:rsid w:val="00DE7141"/>
    <w:rsid w:val="00DE7199"/>
    <w:rsid w:val="00DE72F7"/>
    <w:rsid w:val="00DE7F98"/>
    <w:rsid w:val="00DE7FE7"/>
    <w:rsid w:val="00DF025D"/>
    <w:rsid w:val="00DF0F52"/>
    <w:rsid w:val="00DF15D4"/>
    <w:rsid w:val="00DF1A00"/>
    <w:rsid w:val="00DF1B27"/>
    <w:rsid w:val="00DF2046"/>
    <w:rsid w:val="00DF246A"/>
    <w:rsid w:val="00DF35B5"/>
    <w:rsid w:val="00DF3A1F"/>
    <w:rsid w:val="00DF3BE4"/>
    <w:rsid w:val="00DF4198"/>
    <w:rsid w:val="00DF4732"/>
    <w:rsid w:val="00DF47E8"/>
    <w:rsid w:val="00DF4EED"/>
    <w:rsid w:val="00DF5095"/>
    <w:rsid w:val="00DF5681"/>
    <w:rsid w:val="00DF5D33"/>
    <w:rsid w:val="00DF5E32"/>
    <w:rsid w:val="00DF60B0"/>
    <w:rsid w:val="00DF635F"/>
    <w:rsid w:val="00DF669F"/>
    <w:rsid w:val="00DF6A77"/>
    <w:rsid w:val="00DF6BAB"/>
    <w:rsid w:val="00DF7594"/>
    <w:rsid w:val="00DF76B1"/>
    <w:rsid w:val="00DF7935"/>
    <w:rsid w:val="00E00192"/>
    <w:rsid w:val="00E004B9"/>
    <w:rsid w:val="00E00EFD"/>
    <w:rsid w:val="00E0138E"/>
    <w:rsid w:val="00E013CC"/>
    <w:rsid w:val="00E01E6E"/>
    <w:rsid w:val="00E02593"/>
    <w:rsid w:val="00E03690"/>
    <w:rsid w:val="00E0432F"/>
    <w:rsid w:val="00E04460"/>
    <w:rsid w:val="00E04A55"/>
    <w:rsid w:val="00E04E4F"/>
    <w:rsid w:val="00E064E8"/>
    <w:rsid w:val="00E06D3E"/>
    <w:rsid w:val="00E0721D"/>
    <w:rsid w:val="00E077DE"/>
    <w:rsid w:val="00E07900"/>
    <w:rsid w:val="00E07972"/>
    <w:rsid w:val="00E07B03"/>
    <w:rsid w:val="00E102C8"/>
    <w:rsid w:val="00E1082B"/>
    <w:rsid w:val="00E1088B"/>
    <w:rsid w:val="00E10B03"/>
    <w:rsid w:val="00E11206"/>
    <w:rsid w:val="00E124F0"/>
    <w:rsid w:val="00E12683"/>
    <w:rsid w:val="00E12CC4"/>
    <w:rsid w:val="00E13DB6"/>
    <w:rsid w:val="00E13E30"/>
    <w:rsid w:val="00E13E55"/>
    <w:rsid w:val="00E13F3F"/>
    <w:rsid w:val="00E1486D"/>
    <w:rsid w:val="00E14CA3"/>
    <w:rsid w:val="00E1530C"/>
    <w:rsid w:val="00E15818"/>
    <w:rsid w:val="00E15965"/>
    <w:rsid w:val="00E15AF7"/>
    <w:rsid w:val="00E15C58"/>
    <w:rsid w:val="00E160F5"/>
    <w:rsid w:val="00E16A1D"/>
    <w:rsid w:val="00E1748E"/>
    <w:rsid w:val="00E17C31"/>
    <w:rsid w:val="00E17FAD"/>
    <w:rsid w:val="00E1FC43"/>
    <w:rsid w:val="00E2088F"/>
    <w:rsid w:val="00E208D7"/>
    <w:rsid w:val="00E209BE"/>
    <w:rsid w:val="00E218A5"/>
    <w:rsid w:val="00E21BE5"/>
    <w:rsid w:val="00E21FAF"/>
    <w:rsid w:val="00E22162"/>
    <w:rsid w:val="00E22826"/>
    <w:rsid w:val="00E22A0B"/>
    <w:rsid w:val="00E22A7F"/>
    <w:rsid w:val="00E22F06"/>
    <w:rsid w:val="00E23E2D"/>
    <w:rsid w:val="00E24116"/>
    <w:rsid w:val="00E24CA8"/>
    <w:rsid w:val="00E24DDC"/>
    <w:rsid w:val="00E24F17"/>
    <w:rsid w:val="00E250F6"/>
    <w:rsid w:val="00E25362"/>
    <w:rsid w:val="00E253A4"/>
    <w:rsid w:val="00E253FE"/>
    <w:rsid w:val="00E259D7"/>
    <w:rsid w:val="00E25E24"/>
    <w:rsid w:val="00E26996"/>
    <w:rsid w:val="00E27037"/>
    <w:rsid w:val="00E272AA"/>
    <w:rsid w:val="00E27980"/>
    <w:rsid w:val="00E27CA8"/>
    <w:rsid w:val="00E27EB2"/>
    <w:rsid w:val="00E309AF"/>
    <w:rsid w:val="00E31146"/>
    <w:rsid w:val="00E315C8"/>
    <w:rsid w:val="00E318B8"/>
    <w:rsid w:val="00E3244D"/>
    <w:rsid w:val="00E32516"/>
    <w:rsid w:val="00E32E3E"/>
    <w:rsid w:val="00E32EC9"/>
    <w:rsid w:val="00E330C9"/>
    <w:rsid w:val="00E336A2"/>
    <w:rsid w:val="00E34826"/>
    <w:rsid w:val="00E34969"/>
    <w:rsid w:val="00E349C2"/>
    <w:rsid w:val="00E34BEE"/>
    <w:rsid w:val="00E35153"/>
    <w:rsid w:val="00E356BB"/>
    <w:rsid w:val="00E35FFD"/>
    <w:rsid w:val="00E36A79"/>
    <w:rsid w:val="00E37182"/>
    <w:rsid w:val="00E375CF"/>
    <w:rsid w:val="00E37614"/>
    <w:rsid w:val="00E41D7B"/>
    <w:rsid w:val="00E420B5"/>
    <w:rsid w:val="00E4214B"/>
    <w:rsid w:val="00E4241E"/>
    <w:rsid w:val="00E44291"/>
    <w:rsid w:val="00E443C9"/>
    <w:rsid w:val="00E444D5"/>
    <w:rsid w:val="00E44F1D"/>
    <w:rsid w:val="00E45152"/>
    <w:rsid w:val="00E45FE1"/>
    <w:rsid w:val="00E461E9"/>
    <w:rsid w:val="00E4630C"/>
    <w:rsid w:val="00E46CEA"/>
    <w:rsid w:val="00E46D7C"/>
    <w:rsid w:val="00E470FF"/>
    <w:rsid w:val="00E4721E"/>
    <w:rsid w:val="00E472CA"/>
    <w:rsid w:val="00E47560"/>
    <w:rsid w:val="00E477C4"/>
    <w:rsid w:val="00E47F99"/>
    <w:rsid w:val="00E50000"/>
    <w:rsid w:val="00E51488"/>
    <w:rsid w:val="00E51EAD"/>
    <w:rsid w:val="00E52067"/>
    <w:rsid w:val="00E521F2"/>
    <w:rsid w:val="00E529A8"/>
    <w:rsid w:val="00E52BB2"/>
    <w:rsid w:val="00E52F4B"/>
    <w:rsid w:val="00E534F3"/>
    <w:rsid w:val="00E53D29"/>
    <w:rsid w:val="00E5474D"/>
    <w:rsid w:val="00E54CB4"/>
    <w:rsid w:val="00E54E42"/>
    <w:rsid w:val="00E5577E"/>
    <w:rsid w:val="00E55952"/>
    <w:rsid w:val="00E56630"/>
    <w:rsid w:val="00E56D3D"/>
    <w:rsid w:val="00E57172"/>
    <w:rsid w:val="00E57381"/>
    <w:rsid w:val="00E57568"/>
    <w:rsid w:val="00E5792B"/>
    <w:rsid w:val="00E57DF4"/>
    <w:rsid w:val="00E60149"/>
    <w:rsid w:val="00E61BCF"/>
    <w:rsid w:val="00E6335E"/>
    <w:rsid w:val="00E63734"/>
    <w:rsid w:val="00E63C75"/>
    <w:rsid w:val="00E63E6F"/>
    <w:rsid w:val="00E63F93"/>
    <w:rsid w:val="00E64E38"/>
    <w:rsid w:val="00E64EBC"/>
    <w:rsid w:val="00E64F96"/>
    <w:rsid w:val="00E653F3"/>
    <w:rsid w:val="00E657B4"/>
    <w:rsid w:val="00E66AB5"/>
    <w:rsid w:val="00E6725E"/>
    <w:rsid w:val="00E674BF"/>
    <w:rsid w:val="00E67874"/>
    <w:rsid w:val="00E67A1C"/>
    <w:rsid w:val="00E71EBD"/>
    <w:rsid w:val="00E7297B"/>
    <w:rsid w:val="00E72EB2"/>
    <w:rsid w:val="00E73226"/>
    <w:rsid w:val="00E7349E"/>
    <w:rsid w:val="00E736B4"/>
    <w:rsid w:val="00E74096"/>
    <w:rsid w:val="00E749CE"/>
    <w:rsid w:val="00E74D87"/>
    <w:rsid w:val="00E756A7"/>
    <w:rsid w:val="00E75C35"/>
    <w:rsid w:val="00E761E2"/>
    <w:rsid w:val="00E762D7"/>
    <w:rsid w:val="00E76992"/>
    <w:rsid w:val="00E769F7"/>
    <w:rsid w:val="00E76B02"/>
    <w:rsid w:val="00E77336"/>
    <w:rsid w:val="00E77566"/>
    <w:rsid w:val="00E77675"/>
    <w:rsid w:val="00E8090F"/>
    <w:rsid w:val="00E813AD"/>
    <w:rsid w:val="00E813C1"/>
    <w:rsid w:val="00E8147C"/>
    <w:rsid w:val="00E81B55"/>
    <w:rsid w:val="00E81C4C"/>
    <w:rsid w:val="00E82095"/>
    <w:rsid w:val="00E82149"/>
    <w:rsid w:val="00E821CF"/>
    <w:rsid w:val="00E8250D"/>
    <w:rsid w:val="00E82CB4"/>
    <w:rsid w:val="00E82D16"/>
    <w:rsid w:val="00E83593"/>
    <w:rsid w:val="00E83DED"/>
    <w:rsid w:val="00E84231"/>
    <w:rsid w:val="00E84750"/>
    <w:rsid w:val="00E84C3B"/>
    <w:rsid w:val="00E84D15"/>
    <w:rsid w:val="00E85411"/>
    <w:rsid w:val="00E86C2C"/>
    <w:rsid w:val="00E876A5"/>
    <w:rsid w:val="00E87785"/>
    <w:rsid w:val="00E87DB3"/>
    <w:rsid w:val="00E90959"/>
    <w:rsid w:val="00E91ACC"/>
    <w:rsid w:val="00E92BC8"/>
    <w:rsid w:val="00E937FE"/>
    <w:rsid w:val="00E9409A"/>
    <w:rsid w:val="00E940D8"/>
    <w:rsid w:val="00E9426E"/>
    <w:rsid w:val="00E94956"/>
    <w:rsid w:val="00E95A5A"/>
    <w:rsid w:val="00E95B34"/>
    <w:rsid w:val="00E9613E"/>
    <w:rsid w:val="00E96EA8"/>
    <w:rsid w:val="00E973D2"/>
    <w:rsid w:val="00E97875"/>
    <w:rsid w:val="00EA034D"/>
    <w:rsid w:val="00EA0361"/>
    <w:rsid w:val="00EA06B5"/>
    <w:rsid w:val="00EA0A70"/>
    <w:rsid w:val="00EA0D6D"/>
    <w:rsid w:val="00EA1036"/>
    <w:rsid w:val="00EA1183"/>
    <w:rsid w:val="00EA1C67"/>
    <w:rsid w:val="00EA1CAF"/>
    <w:rsid w:val="00EA2C13"/>
    <w:rsid w:val="00EA2FF2"/>
    <w:rsid w:val="00EA4728"/>
    <w:rsid w:val="00EA4A6A"/>
    <w:rsid w:val="00EA510E"/>
    <w:rsid w:val="00EA5357"/>
    <w:rsid w:val="00EA5D40"/>
    <w:rsid w:val="00EA6769"/>
    <w:rsid w:val="00EA68B6"/>
    <w:rsid w:val="00EA6D40"/>
    <w:rsid w:val="00EA705F"/>
    <w:rsid w:val="00EA74EC"/>
    <w:rsid w:val="00EA7A77"/>
    <w:rsid w:val="00EA7BF9"/>
    <w:rsid w:val="00EB0697"/>
    <w:rsid w:val="00EB0FF7"/>
    <w:rsid w:val="00EB2038"/>
    <w:rsid w:val="00EB22FE"/>
    <w:rsid w:val="00EB2963"/>
    <w:rsid w:val="00EB303A"/>
    <w:rsid w:val="00EB3361"/>
    <w:rsid w:val="00EB34FD"/>
    <w:rsid w:val="00EB3A69"/>
    <w:rsid w:val="00EB3AA1"/>
    <w:rsid w:val="00EB3BA6"/>
    <w:rsid w:val="00EB40DA"/>
    <w:rsid w:val="00EB444C"/>
    <w:rsid w:val="00EB5120"/>
    <w:rsid w:val="00EB5717"/>
    <w:rsid w:val="00EB6459"/>
    <w:rsid w:val="00EB7684"/>
    <w:rsid w:val="00EB7CF8"/>
    <w:rsid w:val="00EC0B30"/>
    <w:rsid w:val="00EC0D7F"/>
    <w:rsid w:val="00EC11C7"/>
    <w:rsid w:val="00EC1240"/>
    <w:rsid w:val="00EC1E89"/>
    <w:rsid w:val="00EC2E66"/>
    <w:rsid w:val="00EC317E"/>
    <w:rsid w:val="00EC33D0"/>
    <w:rsid w:val="00EC34D9"/>
    <w:rsid w:val="00EC39E7"/>
    <w:rsid w:val="00EC39EB"/>
    <w:rsid w:val="00EC3CAE"/>
    <w:rsid w:val="00EC53BF"/>
    <w:rsid w:val="00EC53C1"/>
    <w:rsid w:val="00EC571B"/>
    <w:rsid w:val="00EC5EFE"/>
    <w:rsid w:val="00EC6B10"/>
    <w:rsid w:val="00EC70BA"/>
    <w:rsid w:val="00EC7283"/>
    <w:rsid w:val="00EC73FC"/>
    <w:rsid w:val="00EC7B31"/>
    <w:rsid w:val="00EC7CB1"/>
    <w:rsid w:val="00EC7F7B"/>
    <w:rsid w:val="00ED002C"/>
    <w:rsid w:val="00ED0C2C"/>
    <w:rsid w:val="00ED1024"/>
    <w:rsid w:val="00ED1CD4"/>
    <w:rsid w:val="00ED24CD"/>
    <w:rsid w:val="00ED2B53"/>
    <w:rsid w:val="00ED3817"/>
    <w:rsid w:val="00ED39DD"/>
    <w:rsid w:val="00ED3A6B"/>
    <w:rsid w:val="00ED3ACD"/>
    <w:rsid w:val="00ED46E2"/>
    <w:rsid w:val="00ED4D0D"/>
    <w:rsid w:val="00ED4F8F"/>
    <w:rsid w:val="00ED6369"/>
    <w:rsid w:val="00ED6640"/>
    <w:rsid w:val="00ED6F57"/>
    <w:rsid w:val="00ED7198"/>
    <w:rsid w:val="00ED7209"/>
    <w:rsid w:val="00ED7896"/>
    <w:rsid w:val="00ED7A02"/>
    <w:rsid w:val="00ED7AF3"/>
    <w:rsid w:val="00EE04FF"/>
    <w:rsid w:val="00EE0C69"/>
    <w:rsid w:val="00EE100F"/>
    <w:rsid w:val="00EE11EF"/>
    <w:rsid w:val="00EE1FC7"/>
    <w:rsid w:val="00EE2243"/>
    <w:rsid w:val="00EE2C1C"/>
    <w:rsid w:val="00EE2EA9"/>
    <w:rsid w:val="00EE2F50"/>
    <w:rsid w:val="00EE2F7F"/>
    <w:rsid w:val="00EE31A9"/>
    <w:rsid w:val="00EE4699"/>
    <w:rsid w:val="00EE54A0"/>
    <w:rsid w:val="00EE54D5"/>
    <w:rsid w:val="00EE55C1"/>
    <w:rsid w:val="00EE5E9A"/>
    <w:rsid w:val="00EE67C9"/>
    <w:rsid w:val="00EE771C"/>
    <w:rsid w:val="00EF0509"/>
    <w:rsid w:val="00EF0955"/>
    <w:rsid w:val="00EF0C68"/>
    <w:rsid w:val="00EF144B"/>
    <w:rsid w:val="00EF1B94"/>
    <w:rsid w:val="00EF1CD1"/>
    <w:rsid w:val="00EF1CE3"/>
    <w:rsid w:val="00EF1E09"/>
    <w:rsid w:val="00EF2718"/>
    <w:rsid w:val="00EF278F"/>
    <w:rsid w:val="00EF2880"/>
    <w:rsid w:val="00EF2A45"/>
    <w:rsid w:val="00EF2C92"/>
    <w:rsid w:val="00EF2F30"/>
    <w:rsid w:val="00EF3D2B"/>
    <w:rsid w:val="00EF4C1C"/>
    <w:rsid w:val="00EF4F7C"/>
    <w:rsid w:val="00EF50BB"/>
    <w:rsid w:val="00EF5409"/>
    <w:rsid w:val="00EF57B4"/>
    <w:rsid w:val="00EF63BF"/>
    <w:rsid w:val="00EF68BD"/>
    <w:rsid w:val="00EF6ED7"/>
    <w:rsid w:val="00EF794B"/>
    <w:rsid w:val="00EF7DDD"/>
    <w:rsid w:val="00F009D4"/>
    <w:rsid w:val="00F00B5A"/>
    <w:rsid w:val="00F010D8"/>
    <w:rsid w:val="00F01337"/>
    <w:rsid w:val="00F01421"/>
    <w:rsid w:val="00F014E1"/>
    <w:rsid w:val="00F01EB7"/>
    <w:rsid w:val="00F01F7B"/>
    <w:rsid w:val="00F01FC6"/>
    <w:rsid w:val="00F0212B"/>
    <w:rsid w:val="00F027FB"/>
    <w:rsid w:val="00F02971"/>
    <w:rsid w:val="00F02F10"/>
    <w:rsid w:val="00F0320E"/>
    <w:rsid w:val="00F032AA"/>
    <w:rsid w:val="00F033C7"/>
    <w:rsid w:val="00F04008"/>
    <w:rsid w:val="00F041A1"/>
    <w:rsid w:val="00F04767"/>
    <w:rsid w:val="00F047B9"/>
    <w:rsid w:val="00F04B22"/>
    <w:rsid w:val="00F04BF0"/>
    <w:rsid w:val="00F057DE"/>
    <w:rsid w:val="00F05ACE"/>
    <w:rsid w:val="00F0689B"/>
    <w:rsid w:val="00F06E28"/>
    <w:rsid w:val="00F06E8D"/>
    <w:rsid w:val="00F0702A"/>
    <w:rsid w:val="00F10159"/>
    <w:rsid w:val="00F101C0"/>
    <w:rsid w:val="00F103B7"/>
    <w:rsid w:val="00F10A7D"/>
    <w:rsid w:val="00F11546"/>
    <w:rsid w:val="00F11B0B"/>
    <w:rsid w:val="00F11C35"/>
    <w:rsid w:val="00F12095"/>
    <w:rsid w:val="00F1286C"/>
    <w:rsid w:val="00F12A6A"/>
    <w:rsid w:val="00F12D52"/>
    <w:rsid w:val="00F12F78"/>
    <w:rsid w:val="00F13720"/>
    <w:rsid w:val="00F13AAA"/>
    <w:rsid w:val="00F13B93"/>
    <w:rsid w:val="00F13C22"/>
    <w:rsid w:val="00F142C4"/>
    <w:rsid w:val="00F143D9"/>
    <w:rsid w:val="00F1499B"/>
    <w:rsid w:val="00F14A6E"/>
    <w:rsid w:val="00F15111"/>
    <w:rsid w:val="00F1550D"/>
    <w:rsid w:val="00F1590C"/>
    <w:rsid w:val="00F16154"/>
    <w:rsid w:val="00F163EB"/>
    <w:rsid w:val="00F1726F"/>
    <w:rsid w:val="00F1744B"/>
    <w:rsid w:val="00F17ADE"/>
    <w:rsid w:val="00F17ECD"/>
    <w:rsid w:val="00F20CD7"/>
    <w:rsid w:val="00F2105B"/>
    <w:rsid w:val="00F2199C"/>
    <w:rsid w:val="00F22550"/>
    <w:rsid w:val="00F231B4"/>
    <w:rsid w:val="00F23245"/>
    <w:rsid w:val="00F23288"/>
    <w:rsid w:val="00F233F0"/>
    <w:rsid w:val="00F23654"/>
    <w:rsid w:val="00F23808"/>
    <w:rsid w:val="00F24224"/>
    <w:rsid w:val="00F2480C"/>
    <w:rsid w:val="00F255D2"/>
    <w:rsid w:val="00F25978"/>
    <w:rsid w:val="00F25BDA"/>
    <w:rsid w:val="00F26375"/>
    <w:rsid w:val="00F27198"/>
    <w:rsid w:val="00F272F6"/>
    <w:rsid w:val="00F30419"/>
    <w:rsid w:val="00F30CEE"/>
    <w:rsid w:val="00F30EFB"/>
    <w:rsid w:val="00F32016"/>
    <w:rsid w:val="00F32666"/>
    <w:rsid w:val="00F32B64"/>
    <w:rsid w:val="00F3357E"/>
    <w:rsid w:val="00F33652"/>
    <w:rsid w:val="00F33658"/>
    <w:rsid w:val="00F3390B"/>
    <w:rsid w:val="00F33B6A"/>
    <w:rsid w:val="00F347AA"/>
    <w:rsid w:val="00F34E71"/>
    <w:rsid w:val="00F3576F"/>
    <w:rsid w:val="00F35E8D"/>
    <w:rsid w:val="00F37D64"/>
    <w:rsid w:val="00F40305"/>
    <w:rsid w:val="00F40B3F"/>
    <w:rsid w:val="00F40CDA"/>
    <w:rsid w:val="00F40CE0"/>
    <w:rsid w:val="00F40DF2"/>
    <w:rsid w:val="00F41E04"/>
    <w:rsid w:val="00F423B4"/>
    <w:rsid w:val="00F4264B"/>
    <w:rsid w:val="00F42DD7"/>
    <w:rsid w:val="00F42F83"/>
    <w:rsid w:val="00F43B0F"/>
    <w:rsid w:val="00F44006"/>
    <w:rsid w:val="00F449A0"/>
    <w:rsid w:val="00F45EF8"/>
    <w:rsid w:val="00F4635B"/>
    <w:rsid w:val="00F46B4D"/>
    <w:rsid w:val="00F46B6E"/>
    <w:rsid w:val="00F475BD"/>
    <w:rsid w:val="00F47DAE"/>
    <w:rsid w:val="00F47E22"/>
    <w:rsid w:val="00F50131"/>
    <w:rsid w:val="00F507DA"/>
    <w:rsid w:val="00F50EB8"/>
    <w:rsid w:val="00F5144C"/>
    <w:rsid w:val="00F51D90"/>
    <w:rsid w:val="00F52434"/>
    <w:rsid w:val="00F52526"/>
    <w:rsid w:val="00F548DB"/>
    <w:rsid w:val="00F55A9D"/>
    <w:rsid w:val="00F55DCB"/>
    <w:rsid w:val="00F5632A"/>
    <w:rsid w:val="00F567AD"/>
    <w:rsid w:val="00F56AAC"/>
    <w:rsid w:val="00F57F73"/>
    <w:rsid w:val="00F60D95"/>
    <w:rsid w:val="00F61373"/>
    <w:rsid w:val="00F6163C"/>
    <w:rsid w:val="00F6185A"/>
    <w:rsid w:val="00F61D9D"/>
    <w:rsid w:val="00F6241D"/>
    <w:rsid w:val="00F627B5"/>
    <w:rsid w:val="00F63E6E"/>
    <w:rsid w:val="00F64307"/>
    <w:rsid w:val="00F64918"/>
    <w:rsid w:val="00F6567F"/>
    <w:rsid w:val="00F65F18"/>
    <w:rsid w:val="00F6606A"/>
    <w:rsid w:val="00F6635F"/>
    <w:rsid w:val="00F67AF6"/>
    <w:rsid w:val="00F70F49"/>
    <w:rsid w:val="00F7107E"/>
    <w:rsid w:val="00F718A8"/>
    <w:rsid w:val="00F7247B"/>
    <w:rsid w:val="00F729E7"/>
    <w:rsid w:val="00F72DCC"/>
    <w:rsid w:val="00F72E00"/>
    <w:rsid w:val="00F734F5"/>
    <w:rsid w:val="00F737C4"/>
    <w:rsid w:val="00F73FDD"/>
    <w:rsid w:val="00F74AE0"/>
    <w:rsid w:val="00F7510B"/>
    <w:rsid w:val="00F756A2"/>
    <w:rsid w:val="00F75D6A"/>
    <w:rsid w:val="00F75EEA"/>
    <w:rsid w:val="00F76920"/>
    <w:rsid w:val="00F80301"/>
    <w:rsid w:val="00F80B93"/>
    <w:rsid w:val="00F811D3"/>
    <w:rsid w:val="00F81269"/>
    <w:rsid w:val="00F8178C"/>
    <w:rsid w:val="00F81B53"/>
    <w:rsid w:val="00F828D8"/>
    <w:rsid w:val="00F838A8"/>
    <w:rsid w:val="00F838BB"/>
    <w:rsid w:val="00F83B9D"/>
    <w:rsid w:val="00F84C5B"/>
    <w:rsid w:val="00F85F5F"/>
    <w:rsid w:val="00F86DDA"/>
    <w:rsid w:val="00F87306"/>
    <w:rsid w:val="00F87889"/>
    <w:rsid w:val="00F87ECC"/>
    <w:rsid w:val="00F9020C"/>
    <w:rsid w:val="00F9092C"/>
    <w:rsid w:val="00F909C6"/>
    <w:rsid w:val="00F90A21"/>
    <w:rsid w:val="00F91931"/>
    <w:rsid w:val="00F92195"/>
    <w:rsid w:val="00F92423"/>
    <w:rsid w:val="00F92480"/>
    <w:rsid w:val="00F935F0"/>
    <w:rsid w:val="00F93BC6"/>
    <w:rsid w:val="00F93CE1"/>
    <w:rsid w:val="00F94840"/>
    <w:rsid w:val="00F953A7"/>
    <w:rsid w:val="00F96691"/>
    <w:rsid w:val="00F96693"/>
    <w:rsid w:val="00F97300"/>
    <w:rsid w:val="00F97C8E"/>
    <w:rsid w:val="00FA0AFC"/>
    <w:rsid w:val="00FA1265"/>
    <w:rsid w:val="00FA22A6"/>
    <w:rsid w:val="00FA29A6"/>
    <w:rsid w:val="00FA2C3E"/>
    <w:rsid w:val="00FA3417"/>
    <w:rsid w:val="00FA3717"/>
    <w:rsid w:val="00FA3A7E"/>
    <w:rsid w:val="00FA3CB8"/>
    <w:rsid w:val="00FA4203"/>
    <w:rsid w:val="00FA493F"/>
    <w:rsid w:val="00FA4B62"/>
    <w:rsid w:val="00FA4CEA"/>
    <w:rsid w:val="00FA4CF8"/>
    <w:rsid w:val="00FA6430"/>
    <w:rsid w:val="00FA64DA"/>
    <w:rsid w:val="00FA6620"/>
    <w:rsid w:val="00FA794F"/>
    <w:rsid w:val="00FB01D5"/>
    <w:rsid w:val="00FB17C0"/>
    <w:rsid w:val="00FB1E50"/>
    <w:rsid w:val="00FB3A6D"/>
    <w:rsid w:val="00FB4684"/>
    <w:rsid w:val="00FB5259"/>
    <w:rsid w:val="00FB53A9"/>
    <w:rsid w:val="00FB5710"/>
    <w:rsid w:val="00FB5C6B"/>
    <w:rsid w:val="00FB5F0C"/>
    <w:rsid w:val="00FB6553"/>
    <w:rsid w:val="00FC0842"/>
    <w:rsid w:val="00FC1A1C"/>
    <w:rsid w:val="00FC1BDF"/>
    <w:rsid w:val="00FC212A"/>
    <w:rsid w:val="00FC2DA3"/>
    <w:rsid w:val="00FC33B8"/>
    <w:rsid w:val="00FC36FF"/>
    <w:rsid w:val="00FC3A34"/>
    <w:rsid w:val="00FC3E44"/>
    <w:rsid w:val="00FC45ED"/>
    <w:rsid w:val="00FC4C78"/>
    <w:rsid w:val="00FC50E1"/>
    <w:rsid w:val="00FC5198"/>
    <w:rsid w:val="00FC58DA"/>
    <w:rsid w:val="00FC652A"/>
    <w:rsid w:val="00FC6F19"/>
    <w:rsid w:val="00FC6FB9"/>
    <w:rsid w:val="00FC73B1"/>
    <w:rsid w:val="00FC7685"/>
    <w:rsid w:val="00FC78F8"/>
    <w:rsid w:val="00FC7B9D"/>
    <w:rsid w:val="00FC7C4E"/>
    <w:rsid w:val="00FD0228"/>
    <w:rsid w:val="00FD03E5"/>
    <w:rsid w:val="00FD077E"/>
    <w:rsid w:val="00FD0CFD"/>
    <w:rsid w:val="00FD0FA9"/>
    <w:rsid w:val="00FD123D"/>
    <w:rsid w:val="00FD1767"/>
    <w:rsid w:val="00FD1BCC"/>
    <w:rsid w:val="00FD28B7"/>
    <w:rsid w:val="00FD2F8B"/>
    <w:rsid w:val="00FD340D"/>
    <w:rsid w:val="00FD362A"/>
    <w:rsid w:val="00FD3AB8"/>
    <w:rsid w:val="00FD3AF7"/>
    <w:rsid w:val="00FD3CAE"/>
    <w:rsid w:val="00FD41DA"/>
    <w:rsid w:val="00FD4253"/>
    <w:rsid w:val="00FD5D47"/>
    <w:rsid w:val="00FD667F"/>
    <w:rsid w:val="00FD69C9"/>
    <w:rsid w:val="00FD72B4"/>
    <w:rsid w:val="00FD735C"/>
    <w:rsid w:val="00FD73B6"/>
    <w:rsid w:val="00FD77EE"/>
    <w:rsid w:val="00FD7898"/>
    <w:rsid w:val="00FE00C4"/>
    <w:rsid w:val="00FE020D"/>
    <w:rsid w:val="00FE031B"/>
    <w:rsid w:val="00FE03E3"/>
    <w:rsid w:val="00FE07AC"/>
    <w:rsid w:val="00FE1C81"/>
    <w:rsid w:val="00FE1EBE"/>
    <w:rsid w:val="00FE2103"/>
    <w:rsid w:val="00FE27DB"/>
    <w:rsid w:val="00FE2AEA"/>
    <w:rsid w:val="00FE46FC"/>
    <w:rsid w:val="00FE4906"/>
    <w:rsid w:val="00FE4F40"/>
    <w:rsid w:val="00FE5AF8"/>
    <w:rsid w:val="00FE645B"/>
    <w:rsid w:val="00FE6A25"/>
    <w:rsid w:val="00FE6BC2"/>
    <w:rsid w:val="00FE6CF3"/>
    <w:rsid w:val="00FE71BF"/>
    <w:rsid w:val="00FE757E"/>
    <w:rsid w:val="00FE771F"/>
    <w:rsid w:val="00FE7A61"/>
    <w:rsid w:val="00FE7C6C"/>
    <w:rsid w:val="00FE7DDE"/>
    <w:rsid w:val="00FF015F"/>
    <w:rsid w:val="00FF15F6"/>
    <w:rsid w:val="00FF19D9"/>
    <w:rsid w:val="00FF2352"/>
    <w:rsid w:val="00FF3F0D"/>
    <w:rsid w:val="00FF4070"/>
    <w:rsid w:val="00FF5091"/>
    <w:rsid w:val="00FF5336"/>
    <w:rsid w:val="00FF5721"/>
    <w:rsid w:val="00FF579B"/>
    <w:rsid w:val="00FF62ED"/>
    <w:rsid w:val="00FF63D2"/>
    <w:rsid w:val="00FF6CFD"/>
    <w:rsid w:val="00FF7087"/>
    <w:rsid w:val="00FF714B"/>
    <w:rsid w:val="00FF7795"/>
    <w:rsid w:val="00FF7FFB"/>
    <w:rsid w:val="0119F692"/>
    <w:rsid w:val="011F55EF"/>
    <w:rsid w:val="01474225"/>
    <w:rsid w:val="0160AEFB"/>
    <w:rsid w:val="01709053"/>
    <w:rsid w:val="017543D1"/>
    <w:rsid w:val="017B0FE5"/>
    <w:rsid w:val="01AEC919"/>
    <w:rsid w:val="01D80E36"/>
    <w:rsid w:val="01DA5A09"/>
    <w:rsid w:val="0218967A"/>
    <w:rsid w:val="0229AAC3"/>
    <w:rsid w:val="024DD3D5"/>
    <w:rsid w:val="02638831"/>
    <w:rsid w:val="027594C0"/>
    <w:rsid w:val="027D4090"/>
    <w:rsid w:val="02814B43"/>
    <w:rsid w:val="02894AA2"/>
    <w:rsid w:val="02924CE7"/>
    <w:rsid w:val="02A69A69"/>
    <w:rsid w:val="02AEC040"/>
    <w:rsid w:val="02AFE8A4"/>
    <w:rsid w:val="02B25D6E"/>
    <w:rsid w:val="02BA377A"/>
    <w:rsid w:val="02BFC46F"/>
    <w:rsid w:val="02C473A1"/>
    <w:rsid w:val="02DE863A"/>
    <w:rsid w:val="02F2B572"/>
    <w:rsid w:val="030381D6"/>
    <w:rsid w:val="030AC5D6"/>
    <w:rsid w:val="035E0244"/>
    <w:rsid w:val="036E530A"/>
    <w:rsid w:val="037D0C9A"/>
    <w:rsid w:val="037E28DC"/>
    <w:rsid w:val="038CD741"/>
    <w:rsid w:val="03966DC1"/>
    <w:rsid w:val="03A3F552"/>
    <w:rsid w:val="03B65F19"/>
    <w:rsid w:val="0415FBD1"/>
    <w:rsid w:val="0419559E"/>
    <w:rsid w:val="0420136B"/>
    <w:rsid w:val="044F14BE"/>
    <w:rsid w:val="04556DB2"/>
    <w:rsid w:val="045E394A"/>
    <w:rsid w:val="04960DB7"/>
    <w:rsid w:val="04D575CC"/>
    <w:rsid w:val="04D9BA0B"/>
    <w:rsid w:val="04DB9252"/>
    <w:rsid w:val="050EDE30"/>
    <w:rsid w:val="052199C4"/>
    <w:rsid w:val="05225B4C"/>
    <w:rsid w:val="052D9AE7"/>
    <w:rsid w:val="053F721F"/>
    <w:rsid w:val="054D9532"/>
    <w:rsid w:val="05520EB7"/>
    <w:rsid w:val="055B80D7"/>
    <w:rsid w:val="05765565"/>
    <w:rsid w:val="057EECEF"/>
    <w:rsid w:val="058270D0"/>
    <w:rsid w:val="059367C3"/>
    <w:rsid w:val="05ABAFAC"/>
    <w:rsid w:val="05B18EC9"/>
    <w:rsid w:val="05BE68EA"/>
    <w:rsid w:val="05D1B22A"/>
    <w:rsid w:val="05D6AA56"/>
    <w:rsid w:val="05D6AA58"/>
    <w:rsid w:val="06094CDF"/>
    <w:rsid w:val="066BCCF9"/>
    <w:rsid w:val="0675B276"/>
    <w:rsid w:val="0689719F"/>
    <w:rsid w:val="069831F0"/>
    <w:rsid w:val="06A2FE74"/>
    <w:rsid w:val="06B12EC3"/>
    <w:rsid w:val="06B15A4D"/>
    <w:rsid w:val="06C5023F"/>
    <w:rsid w:val="06C5E92E"/>
    <w:rsid w:val="06C9CCC4"/>
    <w:rsid w:val="0700356E"/>
    <w:rsid w:val="07022477"/>
    <w:rsid w:val="072EC819"/>
    <w:rsid w:val="07476839"/>
    <w:rsid w:val="07552EAB"/>
    <w:rsid w:val="075967BB"/>
    <w:rsid w:val="075F48ED"/>
    <w:rsid w:val="0762D647"/>
    <w:rsid w:val="077C6768"/>
    <w:rsid w:val="0783DCCE"/>
    <w:rsid w:val="079B918B"/>
    <w:rsid w:val="07A357A4"/>
    <w:rsid w:val="07A6A544"/>
    <w:rsid w:val="07A9853D"/>
    <w:rsid w:val="07AD16DA"/>
    <w:rsid w:val="07C740F2"/>
    <w:rsid w:val="07E60193"/>
    <w:rsid w:val="07FADCF4"/>
    <w:rsid w:val="0801A44D"/>
    <w:rsid w:val="080991D3"/>
    <w:rsid w:val="080CE88F"/>
    <w:rsid w:val="081182D7"/>
    <w:rsid w:val="0820C768"/>
    <w:rsid w:val="08340251"/>
    <w:rsid w:val="083E6A2E"/>
    <w:rsid w:val="086E2972"/>
    <w:rsid w:val="087F120B"/>
    <w:rsid w:val="0894EF88"/>
    <w:rsid w:val="089A9041"/>
    <w:rsid w:val="089ECF42"/>
    <w:rsid w:val="08A7B292"/>
    <w:rsid w:val="08B14CFF"/>
    <w:rsid w:val="08B4F226"/>
    <w:rsid w:val="08BE23CC"/>
    <w:rsid w:val="08C36A76"/>
    <w:rsid w:val="08CAC0AE"/>
    <w:rsid w:val="08F5ED06"/>
    <w:rsid w:val="08F99706"/>
    <w:rsid w:val="090D17F3"/>
    <w:rsid w:val="09422B26"/>
    <w:rsid w:val="0991B7CB"/>
    <w:rsid w:val="09921C72"/>
    <w:rsid w:val="0997DE80"/>
    <w:rsid w:val="099C3522"/>
    <w:rsid w:val="09B59906"/>
    <w:rsid w:val="09C11704"/>
    <w:rsid w:val="09C7A8BE"/>
    <w:rsid w:val="09D5E943"/>
    <w:rsid w:val="09E24F53"/>
    <w:rsid w:val="09EDAFDF"/>
    <w:rsid w:val="0A1207E6"/>
    <w:rsid w:val="0A293805"/>
    <w:rsid w:val="0A34BCA8"/>
    <w:rsid w:val="0A59814F"/>
    <w:rsid w:val="0A66910F"/>
    <w:rsid w:val="0A739244"/>
    <w:rsid w:val="0A753B3A"/>
    <w:rsid w:val="0A8F6A4E"/>
    <w:rsid w:val="0A92C275"/>
    <w:rsid w:val="0AA44991"/>
    <w:rsid w:val="0AB18DEA"/>
    <w:rsid w:val="0AC5E527"/>
    <w:rsid w:val="0ACB24D0"/>
    <w:rsid w:val="0ACE13AD"/>
    <w:rsid w:val="0AFD3B72"/>
    <w:rsid w:val="0B066628"/>
    <w:rsid w:val="0B160991"/>
    <w:rsid w:val="0B4592C2"/>
    <w:rsid w:val="0B739099"/>
    <w:rsid w:val="0B88C84B"/>
    <w:rsid w:val="0BA478A2"/>
    <w:rsid w:val="0BB461DF"/>
    <w:rsid w:val="0BBDC5D7"/>
    <w:rsid w:val="0BDB74B7"/>
    <w:rsid w:val="0BE10EF5"/>
    <w:rsid w:val="0BE5A27C"/>
    <w:rsid w:val="0C0609C1"/>
    <w:rsid w:val="0C0ACF1E"/>
    <w:rsid w:val="0C19420A"/>
    <w:rsid w:val="0C1B9E07"/>
    <w:rsid w:val="0C285831"/>
    <w:rsid w:val="0C2D0802"/>
    <w:rsid w:val="0C3938F9"/>
    <w:rsid w:val="0C58CFA9"/>
    <w:rsid w:val="0C957FCF"/>
    <w:rsid w:val="0CC746D0"/>
    <w:rsid w:val="0D037AE2"/>
    <w:rsid w:val="0D11B16F"/>
    <w:rsid w:val="0D13C27C"/>
    <w:rsid w:val="0D19B6C9"/>
    <w:rsid w:val="0D1F1F47"/>
    <w:rsid w:val="0D2DD710"/>
    <w:rsid w:val="0D4177F3"/>
    <w:rsid w:val="0D46C4AA"/>
    <w:rsid w:val="0D471F6D"/>
    <w:rsid w:val="0D52C51E"/>
    <w:rsid w:val="0D5ACE4F"/>
    <w:rsid w:val="0D7AEF0C"/>
    <w:rsid w:val="0D8634C9"/>
    <w:rsid w:val="0D89C8E1"/>
    <w:rsid w:val="0D8AAAFE"/>
    <w:rsid w:val="0DA756EE"/>
    <w:rsid w:val="0DC3EF46"/>
    <w:rsid w:val="0DC8A93F"/>
    <w:rsid w:val="0DCA1247"/>
    <w:rsid w:val="0DFFB866"/>
    <w:rsid w:val="0E049692"/>
    <w:rsid w:val="0E55BA1B"/>
    <w:rsid w:val="0E5BA800"/>
    <w:rsid w:val="0E7CD48F"/>
    <w:rsid w:val="0E836524"/>
    <w:rsid w:val="0E8A0AEB"/>
    <w:rsid w:val="0E8D119C"/>
    <w:rsid w:val="0EACA4FB"/>
    <w:rsid w:val="0EC24088"/>
    <w:rsid w:val="0EC3E7A6"/>
    <w:rsid w:val="0ECA80A7"/>
    <w:rsid w:val="0EEE5E35"/>
    <w:rsid w:val="0F183902"/>
    <w:rsid w:val="0F18724E"/>
    <w:rsid w:val="0F3EF792"/>
    <w:rsid w:val="0F55F5BD"/>
    <w:rsid w:val="0F642A9F"/>
    <w:rsid w:val="0F8D0B14"/>
    <w:rsid w:val="0F92E447"/>
    <w:rsid w:val="0F95D21D"/>
    <w:rsid w:val="0FA2061D"/>
    <w:rsid w:val="0FAD80FB"/>
    <w:rsid w:val="0FB89B25"/>
    <w:rsid w:val="0FC86C47"/>
    <w:rsid w:val="0FC9E80A"/>
    <w:rsid w:val="0FE300FD"/>
    <w:rsid w:val="0FE3D5DE"/>
    <w:rsid w:val="0FFA2589"/>
    <w:rsid w:val="1002F65F"/>
    <w:rsid w:val="101D1056"/>
    <w:rsid w:val="10344FC5"/>
    <w:rsid w:val="1036EA42"/>
    <w:rsid w:val="10425B89"/>
    <w:rsid w:val="104CC404"/>
    <w:rsid w:val="105124BA"/>
    <w:rsid w:val="107F71A9"/>
    <w:rsid w:val="10CD8413"/>
    <w:rsid w:val="10EFC7EB"/>
    <w:rsid w:val="10F03287"/>
    <w:rsid w:val="11065128"/>
    <w:rsid w:val="11098D86"/>
    <w:rsid w:val="110CDCED"/>
    <w:rsid w:val="1113630D"/>
    <w:rsid w:val="1130CD63"/>
    <w:rsid w:val="114D1A30"/>
    <w:rsid w:val="11527DE0"/>
    <w:rsid w:val="11553873"/>
    <w:rsid w:val="116E05C6"/>
    <w:rsid w:val="118AE136"/>
    <w:rsid w:val="119145BD"/>
    <w:rsid w:val="1195EE74"/>
    <w:rsid w:val="11ABCD23"/>
    <w:rsid w:val="11B07419"/>
    <w:rsid w:val="11E0D9B0"/>
    <w:rsid w:val="12129D8A"/>
    <w:rsid w:val="1242C8B5"/>
    <w:rsid w:val="124563FE"/>
    <w:rsid w:val="12548330"/>
    <w:rsid w:val="127547C2"/>
    <w:rsid w:val="127C4649"/>
    <w:rsid w:val="127DB774"/>
    <w:rsid w:val="127F99CD"/>
    <w:rsid w:val="129C1A62"/>
    <w:rsid w:val="12ADE6BC"/>
    <w:rsid w:val="12B3C107"/>
    <w:rsid w:val="12D8219A"/>
    <w:rsid w:val="12DCFFE3"/>
    <w:rsid w:val="12E7F54D"/>
    <w:rsid w:val="12E8F16C"/>
    <w:rsid w:val="12EB99F1"/>
    <w:rsid w:val="12F430E6"/>
    <w:rsid w:val="130C1761"/>
    <w:rsid w:val="134A427E"/>
    <w:rsid w:val="13630539"/>
    <w:rsid w:val="137216D9"/>
    <w:rsid w:val="1376B4F8"/>
    <w:rsid w:val="1385F85D"/>
    <w:rsid w:val="138C6E26"/>
    <w:rsid w:val="1393748E"/>
    <w:rsid w:val="13955B73"/>
    <w:rsid w:val="13C2E1FE"/>
    <w:rsid w:val="13DC3C31"/>
    <w:rsid w:val="13F90593"/>
    <w:rsid w:val="140F435F"/>
    <w:rsid w:val="141BD11E"/>
    <w:rsid w:val="143105BB"/>
    <w:rsid w:val="143FE3AD"/>
    <w:rsid w:val="14434427"/>
    <w:rsid w:val="145E09B8"/>
    <w:rsid w:val="14619688"/>
    <w:rsid w:val="14683C4F"/>
    <w:rsid w:val="14B71807"/>
    <w:rsid w:val="14E46129"/>
    <w:rsid w:val="14E814DB"/>
    <w:rsid w:val="150DD1DB"/>
    <w:rsid w:val="151A72DF"/>
    <w:rsid w:val="15480E60"/>
    <w:rsid w:val="15508144"/>
    <w:rsid w:val="155B8A91"/>
    <w:rsid w:val="15A40137"/>
    <w:rsid w:val="15AE1F14"/>
    <w:rsid w:val="15B70E39"/>
    <w:rsid w:val="15C84B38"/>
    <w:rsid w:val="15CFEBF1"/>
    <w:rsid w:val="15D59EFE"/>
    <w:rsid w:val="15E2F14D"/>
    <w:rsid w:val="15F9F67D"/>
    <w:rsid w:val="15FA0405"/>
    <w:rsid w:val="1602C3BE"/>
    <w:rsid w:val="16095A1B"/>
    <w:rsid w:val="160C2C0C"/>
    <w:rsid w:val="160ED396"/>
    <w:rsid w:val="161360A2"/>
    <w:rsid w:val="1615E4F4"/>
    <w:rsid w:val="16292EBC"/>
    <w:rsid w:val="1654216A"/>
    <w:rsid w:val="1654B968"/>
    <w:rsid w:val="168A6743"/>
    <w:rsid w:val="168AB863"/>
    <w:rsid w:val="1693BC0A"/>
    <w:rsid w:val="16B69D4F"/>
    <w:rsid w:val="1718306D"/>
    <w:rsid w:val="1728C1BE"/>
    <w:rsid w:val="1753596C"/>
    <w:rsid w:val="1755535C"/>
    <w:rsid w:val="176F07B0"/>
    <w:rsid w:val="177CA841"/>
    <w:rsid w:val="17AC29CC"/>
    <w:rsid w:val="17B78707"/>
    <w:rsid w:val="17E8B512"/>
    <w:rsid w:val="17F2E306"/>
    <w:rsid w:val="17FF7914"/>
    <w:rsid w:val="181FB59D"/>
    <w:rsid w:val="18212574"/>
    <w:rsid w:val="18291975"/>
    <w:rsid w:val="182D84C3"/>
    <w:rsid w:val="183E48E5"/>
    <w:rsid w:val="1881E511"/>
    <w:rsid w:val="189ABE6F"/>
    <w:rsid w:val="18B0A2F8"/>
    <w:rsid w:val="18B3E6CC"/>
    <w:rsid w:val="18CD2EF1"/>
    <w:rsid w:val="18E1D6DE"/>
    <w:rsid w:val="18EC5216"/>
    <w:rsid w:val="18FE5736"/>
    <w:rsid w:val="19225F5D"/>
    <w:rsid w:val="192810C5"/>
    <w:rsid w:val="193B43F9"/>
    <w:rsid w:val="1952734C"/>
    <w:rsid w:val="195FC14F"/>
    <w:rsid w:val="198CEB27"/>
    <w:rsid w:val="198D5649"/>
    <w:rsid w:val="19AA269B"/>
    <w:rsid w:val="19F5732D"/>
    <w:rsid w:val="1A002CD7"/>
    <w:rsid w:val="1A231E52"/>
    <w:rsid w:val="1A263372"/>
    <w:rsid w:val="1A2C41C1"/>
    <w:rsid w:val="1A52ECCA"/>
    <w:rsid w:val="1A5B3A54"/>
    <w:rsid w:val="1A605A8C"/>
    <w:rsid w:val="1A633DD6"/>
    <w:rsid w:val="1AD6CC56"/>
    <w:rsid w:val="1B0D2D57"/>
    <w:rsid w:val="1B3733D8"/>
    <w:rsid w:val="1B3DFEDE"/>
    <w:rsid w:val="1B5E7659"/>
    <w:rsid w:val="1B63C4BF"/>
    <w:rsid w:val="1B6B7E79"/>
    <w:rsid w:val="1B6DAC7D"/>
    <w:rsid w:val="1B7CC8BA"/>
    <w:rsid w:val="1B7DE840"/>
    <w:rsid w:val="1BAB6149"/>
    <w:rsid w:val="1BAD0639"/>
    <w:rsid w:val="1BAF139B"/>
    <w:rsid w:val="1BCA8F4C"/>
    <w:rsid w:val="1BF0B0C6"/>
    <w:rsid w:val="1C1C5225"/>
    <w:rsid w:val="1C209D61"/>
    <w:rsid w:val="1C3C664B"/>
    <w:rsid w:val="1C4C5658"/>
    <w:rsid w:val="1C5EA7E4"/>
    <w:rsid w:val="1C71EC73"/>
    <w:rsid w:val="1C7C65D8"/>
    <w:rsid w:val="1C7CB454"/>
    <w:rsid w:val="1C8194AE"/>
    <w:rsid w:val="1CA7B998"/>
    <w:rsid w:val="1CAF3B01"/>
    <w:rsid w:val="1CB8896D"/>
    <w:rsid w:val="1CCD39CE"/>
    <w:rsid w:val="1CD8A891"/>
    <w:rsid w:val="1CD93893"/>
    <w:rsid w:val="1CDC3BFB"/>
    <w:rsid w:val="1CEC23A7"/>
    <w:rsid w:val="1CF45396"/>
    <w:rsid w:val="1D0AFC6D"/>
    <w:rsid w:val="1D1D973E"/>
    <w:rsid w:val="1D2B591A"/>
    <w:rsid w:val="1D4007F2"/>
    <w:rsid w:val="1D4FF35C"/>
    <w:rsid w:val="1D731195"/>
    <w:rsid w:val="1DB498F9"/>
    <w:rsid w:val="1DB930F9"/>
    <w:rsid w:val="1DCD9232"/>
    <w:rsid w:val="1DCDC156"/>
    <w:rsid w:val="1DD27501"/>
    <w:rsid w:val="1DDE73C6"/>
    <w:rsid w:val="1DE16F99"/>
    <w:rsid w:val="1DE6C04C"/>
    <w:rsid w:val="1DF7F566"/>
    <w:rsid w:val="1DFFDBFC"/>
    <w:rsid w:val="1E227511"/>
    <w:rsid w:val="1E62EEA4"/>
    <w:rsid w:val="1E64CA3C"/>
    <w:rsid w:val="1E693D00"/>
    <w:rsid w:val="1E6E63F7"/>
    <w:rsid w:val="1E78B5F1"/>
    <w:rsid w:val="1E78EF07"/>
    <w:rsid w:val="1E826FF5"/>
    <w:rsid w:val="1E911EED"/>
    <w:rsid w:val="1EB73D5C"/>
    <w:rsid w:val="1EBB7A41"/>
    <w:rsid w:val="1ED2FF0E"/>
    <w:rsid w:val="1EE977EB"/>
    <w:rsid w:val="1F3B8FC6"/>
    <w:rsid w:val="1F50695A"/>
    <w:rsid w:val="1F5CAC0C"/>
    <w:rsid w:val="1F64319F"/>
    <w:rsid w:val="1F658E8E"/>
    <w:rsid w:val="1F74070D"/>
    <w:rsid w:val="1FB9309E"/>
    <w:rsid w:val="1FDA1003"/>
    <w:rsid w:val="2002F136"/>
    <w:rsid w:val="20114CE3"/>
    <w:rsid w:val="20121488"/>
    <w:rsid w:val="20279696"/>
    <w:rsid w:val="202B6E0B"/>
    <w:rsid w:val="202E82F5"/>
    <w:rsid w:val="204B27AD"/>
    <w:rsid w:val="2072ABB4"/>
    <w:rsid w:val="2083F7B4"/>
    <w:rsid w:val="209574F6"/>
    <w:rsid w:val="20C88EFE"/>
    <w:rsid w:val="20D4B0E4"/>
    <w:rsid w:val="20EFD59C"/>
    <w:rsid w:val="20F3E3E3"/>
    <w:rsid w:val="20FCC199"/>
    <w:rsid w:val="210532F4"/>
    <w:rsid w:val="2117CC83"/>
    <w:rsid w:val="211C55A8"/>
    <w:rsid w:val="21454B24"/>
    <w:rsid w:val="214BC8DE"/>
    <w:rsid w:val="2193C70E"/>
    <w:rsid w:val="2194BC8C"/>
    <w:rsid w:val="219FB7C1"/>
    <w:rsid w:val="21A055B4"/>
    <w:rsid w:val="21E78458"/>
    <w:rsid w:val="21FFDBBB"/>
    <w:rsid w:val="220FC7AB"/>
    <w:rsid w:val="22190FEE"/>
    <w:rsid w:val="221B76F9"/>
    <w:rsid w:val="222747BF"/>
    <w:rsid w:val="223976C1"/>
    <w:rsid w:val="2243CBC4"/>
    <w:rsid w:val="22734E64"/>
    <w:rsid w:val="227C0FD0"/>
    <w:rsid w:val="22A8FB73"/>
    <w:rsid w:val="22B23E2C"/>
    <w:rsid w:val="22DEF479"/>
    <w:rsid w:val="22FB61E8"/>
    <w:rsid w:val="2302B9DA"/>
    <w:rsid w:val="23105688"/>
    <w:rsid w:val="233F169B"/>
    <w:rsid w:val="234CE243"/>
    <w:rsid w:val="237373F7"/>
    <w:rsid w:val="238DF253"/>
    <w:rsid w:val="23B9FE7D"/>
    <w:rsid w:val="23C4CE8A"/>
    <w:rsid w:val="23C6F964"/>
    <w:rsid w:val="23CF2A9C"/>
    <w:rsid w:val="23E1BA71"/>
    <w:rsid w:val="240A84C3"/>
    <w:rsid w:val="242EDD69"/>
    <w:rsid w:val="2444CBD4"/>
    <w:rsid w:val="24462D66"/>
    <w:rsid w:val="244DD124"/>
    <w:rsid w:val="2456D0C5"/>
    <w:rsid w:val="24570396"/>
    <w:rsid w:val="245D4B31"/>
    <w:rsid w:val="24D68646"/>
    <w:rsid w:val="24E00668"/>
    <w:rsid w:val="24E4164E"/>
    <w:rsid w:val="24EBE46A"/>
    <w:rsid w:val="24FD4B97"/>
    <w:rsid w:val="25083E8D"/>
    <w:rsid w:val="2508ADFB"/>
    <w:rsid w:val="253096A9"/>
    <w:rsid w:val="25530662"/>
    <w:rsid w:val="2557936E"/>
    <w:rsid w:val="256E222B"/>
    <w:rsid w:val="25938299"/>
    <w:rsid w:val="2599B44F"/>
    <w:rsid w:val="25A970EE"/>
    <w:rsid w:val="25AF0091"/>
    <w:rsid w:val="25BB2DDE"/>
    <w:rsid w:val="25CD3D96"/>
    <w:rsid w:val="261ADFC6"/>
    <w:rsid w:val="2629C850"/>
    <w:rsid w:val="2631AA43"/>
    <w:rsid w:val="26432283"/>
    <w:rsid w:val="265C8849"/>
    <w:rsid w:val="26737A04"/>
    <w:rsid w:val="26A3F677"/>
    <w:rsid w:val="26CFCC6D"/>
    <w:rsid w:val="26D4ABCC"/>
    <w:rsid w:val="26FF59A5"/>
    <w:rsid w:val="27142FE7"/>
    <w:rsid w:val="273DECF2"/>
    <w:rsid w:val="274EF26A"/>
    <w:rsid w:val="27775A2B"/>
    <w:rsid w:val="278D5D94"/>
    <w:rsid w:val="279ED7AC"/>
    <w:rsid w:val="27A701A0"/>
    <w:rsid w:val="27B058C9"/>
    <w:rsid w:val="27ECAD79"/>
    <w:rsid w:val="281EBD2B"/>
    <w:rsid w:val="282BFE97"/>
    <w:rsid w:val="2840D0D6"/>
    <w:rsid w:val="2842D3AC"/>
    <w:rsid w:val="287453A2"/>
    <w:rsid w:val="28789D61"/>
    <w:rsid w:val="28804380"/>
    <w:rsid w:val="28A472CB"/>
    <w:rsid w:val="28B21500"/>
    <w:rsid w:val="28B56A2D"/>
    <w:rsid w:val="28D16A70"/>
    <w:rsid w:val="28F04134"/>
    <w:rsid w:val="290FD49F"/>
    <w:rsid w:val="291D1905"/>
    <w:rsid w:val="2921C460"/>
    <w:rsid w:val="2934DFA1"/>
    <w:rsid w:val="293A6F47"/>
    <w:rsid w:val="293AA80D"/>
    <w:rsid w:val="295023A3"/>
    <w:rsid w:val="295539AE"/>
    <w:rsid w:val="295F7B6C"/>
    <w:rsid w:val="29697DD6"/>
    <w:rsid w:val="298BFE1C"/>
    <w:rsid w:val="29B712CA"/>
    <w:rsid w:val="29B7FF7F"/>
    <w:rsid w:val="29BF4AF5"/>
    <w:rsid w:val="29DA5D59"/>
    <w:rsid w:val="29EA0499"/>
    <w:rsid w:val="29F0E696"/>
    <w:rsid w:val="2A0407CC"/>
    <w:rsid w:val="2A3763E0"/>
    <w:rsid w:val="2A3C9977"/>
    <w:rsid w:val="2A481F13"/>
    <w:rsid w:val="2A59CDFB"/>
    <w:rsid w:val="2A5C7005"/>
    <w:rsid w:val="2A83305B"/>
    <w:rsid w:val="2AA6986E"/>
    <w:rsid w:val="2AACB9C1"/>
    <w:rsid w:val="2AC15367"/>
    <w:rsid w:val="2AC80605"/>
    <w:rsid w:val="2ACEC91D"/>
    <w:rsid w:val="2AD6786E"/>
    <w:rsid w:val="2ADEA262"/>
    <w:rsid w:val="2AFEE091"/>
    <w:rsid w:val="2B10781B"/>
    <w:rsid w:val="2B257C30"/>
    <w:rsid w:val="2B343EA5"/>
    <w:rsid w:val="2B373D6C"/>
    <w:rsid w:val="2B4042BC"/>
    <w:rsid w:val="2B4FABBC"/>
    <w:rsid w:val="2B6F3D4E"/>
    <w:rsid w:val="2B7B0069"/>
    <w:rsid w:val="2B8FB58D"/>
    <w:rsid w:val="2B90C0EF"/>
    <w:rsid w:val="2B9FACA3"/>
    <w:rsid w:val="2BB39CC5"/>
    <w:rsid w:val="2BB7E442"/>
    <w:rsid w:val="2BC0660F"/>
    <w:rsid w:val="2BCFF6E8"/>
    <w:rsid w:val="2C1F2CBA"/>
    <w:rsid w:val="2C21E3E9"/>
    <w:rsid w:val="2C3966D0"/>
    <w:rsid w:val="2C431577"/>
    <w:rsid w:val="2C7248CF"/>
    <w:rsid w:val="2C7585F9"/>
    <w:rsid w:val="2C9BD6F3"/>
    <w:rsid w:val="2CA58651"/>
    <w:rsid w:val="2CAFAD13"/>
    <w:rsid w:val="2CB70226"/>
    <w:rsid w:val="2CE1743E"/>
    <w:rsid w:val="2CEEEA7A"/>
    <w:rsid w:val="2CF5837B"/>
    <w:rsid w:val="2D0635C1"/>
    <w:rsid w:val="2D070236"/>
    <w:rsid w:val="2D21BE2A"/>
    <w:rsid w:val="2D29DD86"/>
    <w:rsid w:val="2D2AD32A"/>
    <w:rsid w:val="2D37FBC7"/>
    <w:rsid w:val="2D396BF7"/>
    <w:rsid w:val="2D4566E5"/>
    <w:rsid w:val="2D497407"/>
    <w:rsid w:val="2D648A0A"/>
    <w:rsid w:val="2D676C88"/>
    <w:rsid w:val="2D69C795"/>
    <w:rsid w:val="2D6D9A91"/>
    <w:rsid w:val="2D7CF2B6"/>
    <w:rsid w:val="2DB20F94"/>
    <w:rsid w:val="2DB98CE0"/>
    <w:rsid w:val="2DBE2FD1"/>
    <w:rsid w:val="2DC20F3A"/>
    <w:rsid w:val="2DDCE10E"/>
    <w:rsid w:val="2DE42DB6"/>
    <w:rsid w:val="2DECC6DF"/>
    <w:rsid w:val="2DF4F0D3"/>
    <w:rsid w:val="2DF6B146"/>
    <w:rsid w:val="2DF93C2A"/>
    <w:rsid w:val="2E1BA0C5"/>
    <w:rsid w:val="2E20EC41"/>
    <w:rsid w:val="2E2C60CA"/>
    <w:rsid w:val="2E2E6F33"/>
    <w:rsid w:val="2E346380"/>
    <w:rsid w:val="2E4EA4A2"/>
    <w:rsid w:val="2E6376E1"/>
    <w:rsid w:val="2E73455F"/>
    <w:rsid w:val="2E9667E4"/>
    <w:rsid w:val="2EDA1409"/>
    <w:rsid w:val="2EEF97C2"/>
    <w:rsid w:val="2EF14AA3"/>
    <w:rsid w:val="2F05D142"/>
    <w:rsid w:val="2F0A7908"/>
    <w:rsid w:val="2F2FCAFD"/>
    <w:rsid w:val="2F323C39"/>
    <w:rsid w:val="2F4DB9DC"/>
    <w:rsid w:val="2F59BDF7"/>
    <w:rsid w:val="2F668D24"/>
    <w:rsid w:val="2F6F0447"/>
    <w:rsid w:val="2F78C5DB"/>
    <w:rsid w:val="2F90C134"/>
    <w:rsid w:val="2F957604"/>
    <w:rsid w:val="2FB80F19"/>
    <w:rsid w:val="2FFABCAA"/>
    <w:rsid w:val="2FFE5A12"/>
    <w:rsid w:val="30060FA4"/>
    <w:rsid w:val="3023F297"/>
    <w:rsid w:val="303FDC80"/>
    <w:rsid w:val="306FB010"/>
    <w:rsid w:val="3078CB8B"/>
    <w:rsid w:val="307AD87B"/>
    <w:rsid w:val="308A3FAE"/>
    <w:rsid w:val="30B88F87"/>
    <w:rsid w:val="30E33024"/>
    <w:rsid w:val="30E844F8"/>
    <w:rsid w:val="310AF0C8"/>
    <w:rsid w:val="3125E5D9"/>
    <w:rsid w:val="31357545"/>
    <w:rsid w:val="314F621E"/>
    <w:rsid w:val="3160BDB8"/>
    <w:rsid w:val="3174DCA9"/>
    <w:rsid w:val="317AE234"/>
    <w:rsid w:val="31A81287"/>
    <w:rsid w:val="31AF46D7"/>
    <w:rsid w:val="31B0E9D8"/>
    <w:rsid w:val="31B41523"/>
    <w:rsid w:val="31F28942"/>
    <w:rsid w:val="321C4EAD"/>
    <w:rsid w:val="324B5084"/>
    <w:rsid w:val="328C3194"/>
    <w:rsid w:val="32958D99"/>
    <w:rsid w:val="3297A72A"/>
    <w:rsid w:val="32C02D3B"/>
    <w:rsid w:val="32C218C3"/>
    <w:rsid w:val="32C93E1E"/>
    <w:rsid w:val="32D04F7C"/>
    <w:rsid w:val="32FCDCC4"/>
    <w:rsid w:val="3314A803"/>
    <w:rsid w:val="331B92EF"/>
    <w:rsid w:val="331D8DD1"/>
    <w:rsid w:val="33286EB9"/>
    <w:rsid w:val="333AFFBE"/>
    <w:rsid w:val="33440365"/>
    <w:rsid w:val="334A25B1"/>
    <w:rsid w:val="3374ED8C"/>
    <w:rsid w:val="337FF032"/>
    <w:rsid w:val="3391F0D9"/>
    <w:rsid w:val="3399390C"/>
    <w:rsid w:val="33A4D4D3"/>
    <w:rsid w:val="33A748DE"/>
    <w:rsid w:val="33A93684"/>
    <w:rsid w:val="33C7278F"/>
    <w:rsid w:val="33C8205D"/>
    <w:rsid w:val="33CAD4AD"/>
    <w:rsid w:val="33D16DA6"/>
    <w:rsid w:val="33DB90DB"/>
    <w:rsid w:val="3447B1C2"/>
    <w:rsid w:val="344AFF62"/>
    <w:rsid w:val="344C92F9"/>
    <w:rsid w:val="3469E93B"/>
    <w:rsid w:val="3477648F"/>
    <w:rsid w:val="3487CF89"/>
    <w:rsid w:val="34887310"/>
    <w:rsid w:val="348F95C7"/>
    <w:rsid w:val="34A6F842"/>
    <w:rsid w:val="34AA8040"/>
    <w:rsid w:val="34B994DA"/>
    <w:rsid w:val="34CECBC0"/>
    <w:rsid w:val="34F88684"/>
    <w:rsid w:val="352AE269"/>
    <w:rsid w:val="35472A7E"/>
    <w:rsid w:val="355EC26B"/>
    <w:rsid w:val="357B1DBE"/>
    <w:rsid w:val="3582A7C6"/>
    <w:rsid w:val="359D6E52"/>
    <w:rsid w:val="35AA0B0A"/>
    <w:rsid w:val="35AB6FED"/>
    <w:rsid w:val="35B0EE3A"/>
    <w:rsid w:val="35BE5069"/>
    <w:rsid w:val="35BEFAEF"/>
    <w:rsid w:val="35CCD367"/>
    <w:rsid w:val="35DFA2BA"/>
    <w:rsid w:val="35F85462"/>
    <w:rsid w:val="35F96C5B"/>
    <w:rsid w:val="3611379A"/>
    <w:rsid w:val="362337E8"/>
    <w:rsid w:val="3631E7C2"/>
    <w:rsid w:val="363353AE"/>
    <w:rsid w:val="3634CCE2"/>
    <w:rsid w:val="3639611E"/>
    <w:rsid w:val="364A2ADF"/>
    <w:rsid w:val="3661C3D5"/>
    <w:rsid w:val="3664FD11"/>
    <w:rsid w:val="3667CA30"/>
    <w:rsid w:val="36991DD0"/>
    <w:rsid w:val="369A8E00"/>
    <w:rsid w:val="36A11D2D"/>
    <w:rsid w:val="36A9F400"/>
    <w:rsid w:val="36D2735A"/>
    <w:rsid w:val="36EA2497"/>
    <w:rsid w:val="36F38F9F"/>
    <w:rsid w:val="36F503D6"/>
    <w:rsid w:val="370DB161"/>
    <w:rsid w:val="3714431B"/>
    <w:rsid w:val="37417ED2"/>
    <w:rsid w:val="37441920"/>
    <w:rsid w:val="3756066C"/>
    <w:rsid w:val="37924A6C"/>
    <w:rsid w:val="37A4F3EA"/>
    <w:rsid w:val="37C00361"/>
    <w:rsid w:val="37C00563"/>
    <w:rsid w:val="37CBEDFD"/>
    <w:rsid w:val="37EA7CFB"/>
    <w:rsid w:val="37F757E8"/>
    <w:rsid w:val="3817A287"/>
    <w:rsid w:val="381C990C"/>
    <w:rsid w:val="383294E1"/>
    <w:rsid w:val="386C0DFB"/>
    <w:rsid w:val="38766DAF"/>
    <w:rsid w:val="387CEB75"/>
    <w:rsid w:val="3883B80A"/>
    <w:rsid w:val="389E59B6"/>
    <w:rsid w:val="38E1D066"/>
    <w:rsid w:val="38E21B0B"/>
    <w:rsid w:val="390DA6B4"/>
    <w:rsid w:val="39213DA4"/>
    <w:rsid w:val="3931D737"/>
    <w:rsid w:val="394EB2A7"/>
    <w:rsid w:val="3958F5CB"/>
    <w:rsid w:val="39648105"/>
    <w:rsid w:val="3964C935"/>
    <w:rsid w:val="39829A1A"/>
    <w:rsid w:val="3983E203"/>
    <w:rsid w:val="398C1B37"/>
    <w:rsid w:val="39B6C24F"/>
    <w:rsid w:val="39BDDFC1"/>
    <w:rsid w:val="39C807BE"/>
    <w:rsid w:val="39D1BAB1"/>
    <w:rsid w:val="39DFB0E8"/>
    <w:rsid w:val="3A0714F8"/>
    <w:rsid w:val="3A0D0E17"/>
    <w:rsid w:val="3A11D49C"/>
    <w:rsid w:val="3A399AEC"/>
    <w:rsid w:val="3A4076E1"/>
    <w:rsid w:val="3A41285B"/>
    <w:rsid w:val="3A5DFADC"/>
    <w:rsid w:val="3A6A20DF"/>
    <w:rsid w:val="3A82FE97"/>
    <w:rsid w:val="3A85A621"/>
    <w:rsid w:val="3AA27EED"/>
    <w:rsid w:val="3AAC9782"/>
    <w:rsid w:val="3ACE226A"/>
    <w:rsid w:val="3AD373DB"/>
    <w:rsid w:val="3AFED74B"/>
    <w:rsid w:val="3B0BB60F"/>
    <w:rsid w:val="3B144EC4"/>
    <w:rsid w:val="3B576777"/>
    <w:rsid w:val="3B68C5B5"/>
    <w:rsid w:val="3B8C95AE"/>
    <w:rsid w:val="3B93BF66"/>
    <w:rsid w:val="3B992FBE"/>
    <w:rsid w:val="3B9D02BE"/>
    <w:rsid w:val="3BAC16FF"/>
    <w:rsid w:val="3BC4373A"/>
    <w:rsid w:val="3BCF656E"/>
    <w:rsid w:val="3BD46BCA"/>
    <w:rsid w:val="3BD881DB"/>
    <w:rsid w:val="3C13B3C9"/>
    <w:rsid w:val="3C13E182"/>
    <w:rsid w:val="3C215EAE"/>
    <w:rsid w:val="3C218215"/>
    <w:rsid w:val="3C2BDAEF"/>
    <w:rsid w:val="3C45D0B7"/>
    <w:rsid w:val="3C5AE97E"/>
    <w:rsid w:val="3C807F13"/>
    <w:rsid w:val="3CA8A2A2"/>
    <w:rsid w:val="3CD53311"/>
    <w:rsid w:val="3CDE65AB"/>
    <w:rsid w:val="3CEE3040"/>
    <w:rsid w:val="3D4120AA"/>
    <w:rsid w:val="3D51B6F9"/>
    <w:rsid w:val="3D7B127B"/>
    <w:rsid w:val="3D7E65FF"/>
    <w:rsid w:val="3D997B07"/>
    <w:rsid w:val="3DB0E4F0"/>
    <w:rsid w:val="3DCC56AB"/>
    <w:rsid w:val="3DCE7DB3"/>
    <w:rsid w:val="3DDDDA7E"/>
    <w:rsid w:val="3DE02D94"/>
    <w:rsid w:val="3DF2DCEA"/>
    <w:rsid w:val="3DFCB9BF"/>
    <w:rsid w:val="3E0159AB"/>
    <w:rsid w:val="3E047B5F"/>
    <w:rsid w:val="3E1C45A8"/>
    <w:rsid w:val="3E3653F9"/>
    <w:rsid w:val="3E3F52CE"/>
    <w:rsid w:val="3E447303"/>
    <w:rsid w:val="3E6EAFF8"/>
    <w:rsid w:val="3E9150E4"/>
    <w:rsid w:val="3EB80FA1"/>
    <w:rsid w:val="3EC1D98B"/>
    <w:rsid w:val="3ECAE2BB"/>
    <w:rsid w:val="3ED4A380"/>
    <w:rsid w:val="3EE5BFC9"/>
    <w:rsid w:val="3EE66D0C"/>
    <w:rsid w:val="3EF43F33"/>
    <w:rsid w:val="3F17B7BD"/>
    <w:rsid w:val="3F25ADF4"/>
    <w:rsid w:val="3F2F571B"/>
    <w:rsid w:val="3F40A751"/>
    <w:rsid w:val="3F4C5DE6"/>
    <w:rsid w:val="3F7CB0EE"/>
    <w:rsid w:val="3F845A07"/>
    <w:rsid w:val="3F846F50"/>
    <w:rsid w:val="3F9C7004"/>
    <w:rsid w:val="3FA6E4FE"/>
    <w:rsid w:val="3FBE518B"/>
    <w:rsid w:val="3FEAACFD"/>
    <w:rsid w:val="3FEB247E"/>
    <w:rsid w:val="40348803"/>
    <w:rsid w:val="4035139B"/>
    <w:rsid w:val="404FA756"/>
    <w:rsid w:val="40574499"/>
    <w:rsid w:val="405A5668"/>
    <w:rsid w:val="40681AC9"/>
    <w:rsid w:val="4072FAD4"/>
    <w:rsid w:val="407DB656"/>
    <w:rsid w:val="40853C62"/>
    <w:rsid w:val="40CFD451"/>
    <w:rsid w:val="40DC6253"/>
    <w:rsid w:val="40E34857"/>
    <w:rsid w:val="410CDE6E"/>
    <w:rsid w:val="411211A7"/>
    <w:rsid w:val="4120E438"/>
    <w:rsid w:val="416049D6"/>
    <w:rsid w:val="418FEE6D"/>
    <w:rsid w:val="41A50DF4"/>
    <w:rsid w:val="41CAA50A"/>
    <w:rsid w:val="41E4FF79"/>
    <w:rsid w:val="41E9C0B9"/>
    <w:rsid w:val="4203EB2A"/>
    <w:rsid w:val="423BE08B"/>
    <w:rsid w:val="423FC0A9"/>
    <w:rsid w:val="42427E5E"/>
    <w:rsid w:val="4243BBBD"/>
    <w:rsid w:val="425BE358"/>
    <w:rsid w:val="42B451B0"/>
    <w:rsid w:val="42CC139E"/>
    <w:rsid w:val="42EBDB7F"/>
    <w:rsid w:val="42F69C9F"/>
    <w:rsid w:val="42FAA27A"/>
    <w:rsid w:val="4307673C"/>
    <w:rsid w:val="43225A1E"/>
    <w:rsid w:val="4335E49E"/>
    <w:rsid w:val="434DFDB2"/>
    <w:rsid w:val="4358F83F"/>
    <w:rsid w:val="436DFD4F"/>
    <w:rsid w:val="43727776"/>
    <w:rsid w:val="437F35E1"/>
    <w:rsid w:val="438E1146"/>
    <w:rsid w:val="43B2802D"/>
    <w:rsid w:val="43C65552"/>
    <w:rsid w:val="43F0F9C6"/>
    <w:rsid w:val="43F525F0"/>
    <w:rsid w:val="43F72D49"/>
    <w:rsid w:val="43FD3898"/>
    <w:rsid w:val="4404D5DB"/>
    <w:rsid w:val="4431799F"/>
    <w:rsid w:val="446978C0"/>
    <w:rsid w:val="446FB273"/>
    <w:rsid w:val="4470C98F"/>
    <w:rsid w:val="448DED00"/>
    <w:rsid w:val="44A55570"/>
    <w:rsid w:val="44BF1073"/>
    <w:rsid w:val="44DE7B6D"/>
    <w:rsid w:val="44ED035F"/>
    <w:rsid w:val="44FDF66F"/>
    <w:rsid w:val="4514181B"/>
    <w:rsid w:val="451D77C0"/>
    <w:rsid w:val="4526D0A4"/>
    <w:rsid w:val="4554F0B7"/>
    <w:rsid w:val="45A9B71F"/>
    <w:rsid w:val="45F64C48"/>
    <w:rsid w:val="4618DE42"/>
    <w:rsid w:val="4618E731"/>
    <w:rsid w:val="463E0BDF"/>
    <w:rsid w:val="4655DE0E"/>
    <w:rsid w:val="4662B58B"/>
    <w:rsid w:val="4674C0D5"/>
    <w:rsid w:val="467CF1DB"/>
    <w:rsid w:val="46904D29"/>
    <w:rsid w:val="4690F9D1"/>
    <w:rsid w:val="469D0AA4"/>
    <w:rsid w:val="46A8D698"/>
    <w:rsid w:val="46C1E831"/>
    <w:rsid w:val="46C66626"/>
    <w:rsid w:val="46D3E5B3"/>
    <w:rsid w:val="46EE7612"/>
    <w:rsid w:val="4703C07F"/>
    <w:rsid w:val="471C9171"/>
    <w:rsid w:val="473EE65C"/>
    <w:rsid w:val="47484EAA"/>
    <w:rsid w:val="4748D6B8"/>
    <w:rsid w:val="476C687C"/>
    <w:rsid w:val="4782F4B3"/>
    <w:rsid w:val="47C54D81"/>
    <w:rsid w:val="47D3C0B5"/>
    <w:rsid w:val="47D5D2F5"/>
    <w:rsid w:val="47D97F76"/>
    <w:rsid w:val="480EE14A"/>
    <w:rsid w:val="4810700F"/>
    <w:rsid w:val="481BAC01"/>
    <w:rsid w:val="481E9EB5"/>
    <w:rsid w:val="4820A42F"/>
    <w:rsid w:val="48258F21"/>
    <w:rsid w:val="484988FC"/>
    <w:rsid w:val="4849BBCD"/>
    <w:rsid w:val="485FCEBF"/>
    <w:rsid w:val="486A2312"/>
    <w:rsid w:val="489FED93"/>
    <w:rsid w:val="48AAC3E3"/>
    <w:rsid w:val="48C46AE9"/>
    <w:rsid w:val="48D252B1"/>
    <w:rsid w:val="48E7CE47"/>
    <w:rsid w:val="48E9D11D"/>
    <w:rsid w:val="48FDC079"/>
    <w:rsid w:val="490C525E"/>
    <w:rsid w:val="492D29DD"/>
    <w:rsid w:val="492D3F3C"/>
    <w:rsid w:val="493382D1"/>
    <w:rsid w:val="49662380"/>
    <w:rsid w:val="49735C60"/>
    <w:rsid w:val="49769509"/>
    <w:rsid w:val="49787345"/>
    <w:rsid w:val="4982AC57"/>
    <w:rsid w:val="499AB71D"/>
    <w:rsid w:val="49A806F8"/>
    <w:rsid w:val="49CA5568"/>
    <w:rsid w:val="49F46954"/>
    <w:rsid w:val="4A04DAAE"/>
    <w:rsid w:val="4A0642B5"/>
    <w:rsid w:val="4A0CC5ED"/>
    <w:rsid w:val="4A1C24CF"/>
    <w:rsid w:val="4A86A930"/>
    <w:rsid w:val="4AB1E079"/>
    <w:rsid w:val="4AE997A5"/>
    <w:rsid w:val="4AF559CD"/>
    <w:rsid w:val="4AF79524"/>
    <w:rsid w:val="4AF98395"/>
    <w:rsid w:val="4B004CC3"/>
    <w:rsid w:val="4B0C0D53"/>
    <w:rsid w:val="4B1155C4"/>
    <w:rsid w:val="4B121897"/>
    <w:rsid w:val="4B37C755"/>
    <w:rsid w:val="4B3A1DEB"/>
    <w:rsid w:val="4B43BF85"/>
    <w:rsid w:val="4B6B298A"/>
    <w:rsid w:val="4B787319"/>
    <w:rsid w:val="4B87B3DA"/>
    <w:rsid w:val="4B9632A5"/>
    <w:rsid w:val="4BAEF189"/>
    <w:rsid w:val="4BB32688"/>
    <w:rsid w:val="4BBC83E5"/>
    <w:rsid w:val="4BC5EB64"/>
    <w:rsid w:val="4BCA8097"/>
    <w:rsid w:val="4BCC4539"/>
    <w:rsid w:val="4BE48238"/>
    <w:rsid w:val="4C08871A"/>
    <w:rsid w:val="4C0A0552"/>
    <w:rsid w:val="4C1C6C75"/>
    <w:rsid w:val="4C25A0BF"/>
    <w:rsid w:val="4C3F385B"/>
    <w:rsid w:val="4C566C51"/>
    <w:rsid w:val="4C688E38"/>
    <w:rsid w:val="4C8510DB"/>
    <w:rsid w:val="4C8ED6F2"/>
    <w:rsid w:val="4C984D6B"/>
    <w:rsid w:val="4CA810DB"/>
    <w:rsid w:val="4CABE622"/>
    <w:rsid w:val="4CE11413"/>
    <w:rsid w:val="4CF7E676"/>
    <w:rsid w:val="4D00C835"/>
    <w:rsid w:val="4D1312B2"/>
    <w:rsid w:val="4D350B4E"/>
    <w:rsid w:val="4D397B80"/>
    <w:rsid w:val="4D3ED84F"/>
    <w:rsid w:val="4D457A74"/>
    <w:rsid w:val="4D4DFF43"/>
    <w:rsid w:val="4D6040D1"/>
    <w:rsid w:val="4DB5F7C5"/>
    <w:rsid w:val="4DD338D7"/>
    <w:rsid w:val="4DF03ED6"/>
    <w:rsid w:val="4DFB77A5"/>
    <w:rsid w:val="4E06A2D4"/>
    <w:rsid w:val="4E2C7EF1"/>
    <w:rsid w:val="4E3A195D"/>
    <w:rsid w:val="4E41AFE2"/>
    <w:rsid w:val="4E5B2D7C"/>
    <w:rsid w:val="4E665760"/>
    <w:rsid w:val="4E6721A9"/>
    <w:rsid w:val="4E93E1C2"/>
    <w:rsid w:val="4EBCFD37"/>
    <w:rsid w:val="4EC3D3A1"/>
    <w:rsid w:val="4EC572CB"/>
    <w:rsid w:val="4ED427B8"/>
    <w:rsid w:val="4ED98C73"/>
    <w:rsid w:val="4EF69B7D"/>
    <w:rsid w:val="4F03C083"/>
    <w:rsid w:val="4F54DA24"/>
    <w:rsid w:val="4FB4B464"/>
    <w:rsid w:val="4FCFEE2D"/>
    <w:rsid w:val="4FD93C79"/>
    <w:rsid w:val="4FDB6788"/>
    <w:rsid w:val="501C0ED4"/>
    <w:rsid w:val="50308704"/>
    <w:rsid w:val="5056BB58"/>
    <w:rsid w:val="50597669"/>
    <w:rsid w:val="505AB767"/>
    <w:rsid w:val="50649198"/>
    <w:rsid w:val="506B982F"/>
    <w:rsid w:val="506DFA4E"/>
    <w:rsid w:val="50856D34"/>
    <w:rsid w:val="508987DA"/>
    <w:rsid w:val="50AF2D5D"/>
    <w:rsid w:val="50C0E335"/>
    <w:rsid w:val="5100FE6D"/>
    <w:rsid w:val="5158D929"/>
    <w:rsid w:val="51613241"/>
    <w:rsid w:val="5173C6F3"/>
    <w:rsid w:val="51992732"/>
    <w:rsid w:val="51A36B22"/>
    <w:rsid w:val="51A79C4A"/>
    <w:rsid w:val="51AB147E"/>
    <w:rsid w:val="5210FEDD"/>
    <w:rsid w:val="52112D35"/>
    <w:rsid w:val="5217E3E5"/>
    <w:rsid w:val="521EBA5C"/>
    <w:rsid w:val="5222CF57"/>
    <w:rsid w:val="527E8BD7"/>
    <w:rsid w:val="529F4D71"/>
    <w:rsid w:val="52A2E4CE"/>
    <w:rsid w:val="52D70080"/>
    <w:rsid w:val="52DD6507"/>
    <w:rsid w:val="52DE5254"/>
    <w:rsid w:val="5300E85F"/>
    <w:rsid w:val="531756AC"/>
    <w:rsid w:val="531A6857"/>
    <w:rsid w:val="533E3F64"/>
    <w:rsid w:val="53581FB6"/>
    <w:rsid w:val="536B0F6C"/>
    <w:rsid w:val="5377A524"/>
    <w:rsid w:val="53B26FF7"/>
    <w:rsid w:val="53B65904"/>
    <w:rsid w:val="53BF55AB"/>
    <w:rsid w:val="53C3C78A"/>
    <w:rsid w:val="53D06944"/>
    <w:rsid w:val="53D731A6"/>
    <w:rsid w:val="53E6861E"/>
    <w:rsid w:val="53F09671"/>
    <w:rsid w:val="540B5DC9"/>
    <w:rsid w:val="54144DE9"/>
    <w:rsid w:val="5434FD61"/>
    <w:rsid w:val="543E984E"/>
    <w:rsid w:val="544843E1"/>
    <w:rsid w:val="545A8A60"/>
    <w:rsid w:val="545B89E9"/>
    <w:rsid w:val="547AE9C2"/>
    <w:rsid w:val="5482D748"/>
    <w:rsid w:val="54A314AB"/>
    <w:rsid w:val="54B28AF2"/>
    <w:rsid w:val="54C4854B"/>
    <w:rsid w:val="54C68795"/>
    <w:rsid w:val="54D5670E"/>
    <w:rsid w:val="550F9E6A"/>
    <w:rsid w:val="553B4E83"/>
    <w:rsid w:val="554D836C"/>
    <w:rsid w:val="55542769"/>
    <w:rsid w:val="55730207"/>
    <w:rsid w:val="558E8154"/>
    <w:rsid w:val="559571C0"/>
    <w:rsid w:val="55BB5022"/>
    <w:rsid w:val="55BEC96B"/>
    <w:rsid w:val="55D47A57"/>
    <w:rsid w:val="5601F8B4"/>
    <w:rsid w:val="56268062"/>
    <w:rsid w:val="563437D2"/>
    <w:rsid w:val="56389293"/>
    <w:rsid w:val="565166A7"/>
    <w:rsid w:val="565683B9"/>
    <w:rsid w:val="565C9706"/>
    <w:rsid w:val="56736B36"/>
    <w:rsid w:val="569BB935"/>
    <w:rsid w:val="56A2B9D7"/>
    <w:rsid w:val="56A6544D"/>
    <w:rsid w:val="56A822A9"/>
    <w:rsid w:val="56B0D97D"/>
    <w:rsid w:val="56B15E37"/>
    <w:rsid w:val="56D7E2B2"/>
    <w:rsid w:val="56DBF278"/>
    <w:rsid w:val="574E00EB"/>
    <w:rsid w:val="577017E7"/>
    <w:rsid w:val="577C6F68"/>
    <w:rsid w:val="57A6D892"/>
    <w:rsid w:val="57B108FB"/>
    <w:rsid w:val="57C09E2D"/>
    <w:rsid w:val="57C4FEE3"/>
    <w:rsid w:val="5805E86A"/>
    <w:rsid w:val="580AD12E"/>
    <w:rsid w:val="58557886"/>
    <w:rsid w:val="5869D344"/>
    <w:rsid w:val="5889D291"/>
    <w:rsid w:val="58954948"/>
    <w:rsid w:val="58A86B4A"/>
    <w:rsid w:val="58AAA2C9"/>
    <w:rsid w:val="58C31E4F"/>
    <w:rsid w:val="58E1E4C1"/>
    <w:rsid w:val="58E9E26B"/>
    <w:rsid w:val="58FF6902"/>
    <w:rsid w:val="59076BB8"/>
    <w:rsid w:val="590899E5"/>
    <w:rsid w:val="59520E27"/>
    <w:rsid w:val="59806D3B"/>
    <w:rsid w:val="59890DE4"/>
    <w:rsid w:val="598D56C6"/>
    <w:rsid w:val="59A1EFB9"/>
    <w:rsid w:val="59A20F03"/>
    <w:rsid w:val="59CBEF23"/>
    <w:rsid w:val="59D9CF1E"/>
    <w:rsid w:val="59F603AC"/>
    <w:rsid w:val="5A145A4A"/>
    <w:rsid w:val="5A16932A"/>
    <w:rsid w:val="5A23289B"/>
    <w:rsid w:val="5A31317D"/>
    <w:rsid w:val="5A39AF34"/>
    <w:rsid w:val="5A4EBA90"/>
    <w:rsid w:val="5A67C57B"/>
    <w:rsid w:val="5A808F7D"/>
    <w:rsid w:val="5A82A87E"/>
    <w:rsid w:val="5A9514FA"/>
    <w:rsid w:val="5AB837A9"/>
    <w:rsid w:val="5AC24298"/>
    <w:rsid w:val="5AE77035"/>
    <w:rsid w:val="5B07A8F5"/>
    <w:rsid w:val="5B081487"/>
    <w:rsid w:val="5B0DC923"/>
    <w:rsid w:val="5B5A6B5D"/>
    <w:rsid w:val="5B819FBB"/>
    <w:rsid w:val="5B9F44DA"/>
    <w:rsid w:val="5BAAA0A4"/>
    <w:rsid w:val="5BAE403E"/>
    <w:rsid w:val="5BB3C451"/>
    <w:rsid w:val="5BBDDEE7"/>
    <w:rsid w:val="5BF4C9C9"/>
    <w:rsid w:val="5C1B0834"/>
    <w:rsid w:val="5C285EA3"/>
    <w:rsid w:val="5C305000"/>
    <w:rsid w:val="5C3AECEF"/>
    <w:rsid w:val="5C3B9C03"/>
    <w:rsid w:val="5C5A49BB"/>
    <w:rsid w:val="5C7BEA88"/>
    <w:rsid w:val="5C884DF4"/>
    <w:rsid w:val="5C8A145C"/>
    <w:rsid w:val="5C8C8DE7"/>
    <w:rsid w:val="5CFD3410"/>
    <w:rsid w:val="5D099D17"/>
    <w:rsid w:val="5D1CB90E"/>
    <w:rsid w:val="5D29879C"/>
    <w:rsid w:val="5D51751C"/>
    <w:rsid w:val="5D5448FC"/>
    <w:rsid w:val="5D5CC19B"/>
    <w:rsid w:val="5D60B2E3"/>
    <w:rsid w:val="5D9177FA"/>
    <w:rsid w:val="5D99B6A0"/>
    <w:rsid w:val="5DB39976"/>
    <w:rsid w:val="5DB4CFC5"/>
    <w:rsid w:val="5DBFEAF4"/>
    <w:rsid w:val="5DC25E04"/>
    <w:rsid w:val="5DD3AE3A"/>
    <w:rsid w:val="5DE87A84"/>
    <w:rsid w:val="5DED11FC"/>
    <w:rsid w:val="5DF210D1"/>
    <w:rsid w:val="5E00854A"/>
    <w:rsid w:val="5E062EF2"/>
    <w:rsid w:val="5E0BA378"/>
    <w:rsid w:val="5E13DDF4"/>
    <w:rsid w:val="5E684952"/>
    <w:rsid w:val="5E7A9F92"/>
    <w:rsid w:val="5E97C303"/>
    <w:rsid w:val="5E99EE12"/>
    <w:rsid w:val="5EB94825"/>
    <w:rsid w:val="5EBC1F10"/>
    <w:rsid w:val="5EC6D358"/>
    <w:rsid w:val="5ECC953C"/>
    <w:rsid w:val="5EE44D69"/>
    <w:rsid w:val="5EEA044D"/>
    <w:rsid w:val="5F14AF82"/>
    <w:rsid w:val="5F18F856"/>
    <w:rsid w:val="5F1CD6D2"/>
    <w:rsid w:val="5F317223"/>
    <w:rsid w:val="5F35B25C"/>
    <w:rsid w:val="5F4B3615"/>
    <w:rsid w:val="5F4E968F"/>
    <w:rsid w:val="5F4F4337"/>
    <w:rsid w:val="5F5DA1B4"/>
    <w:rsid w:val="5F86146F"/>
    <w:rsid w:val="5F9EF674"/>
    <w:rsid w:val="5FA0C774"/>
    <w:rsid w:val="5FAA9C56"/>
    <w:rsid w:val="5FADFFC1"/>
    <w:rsid w:val="5FCC26C7"/>
    <w:rsid w:val="603F8791"/>
    <w:rsid w:val="608B809E"/>
    <w:rsid w:val="608F382A"/>
    <w:rsid w:val="6094F7FD"/>
    <w:rsid w:val="60A0977F"/>
    <w:rsid w:val="60C2D79C"/>
    <w:rsid w:val="60E14A7A"/>
    <w:rsid w:val="61063D72"/>
    <w:rsid w:val="61343706"/>
    <w:rsid w:val="6143448C"/>
    <w:rsid w:val="615AC22C"/>
    <w:rsid w:val="617A39B1"/>
    <w:rsid w:val="61840D67"/>
    <w:rsid w:val="618862F9"/>
    <w:rsid w:val="61936113"/>
    <w:rsid w:val="6196CE99"/>
    <w:rsid w:val="61CE2E5A"/>
    <w:rsid w:val="61E4B4AD"/>
    <w:rsid w:val="620F80A5"/>
    <w:rsid w:val="6227C662"/>
    <w:rsid w:val="624A5BDD"/>
    <w:rsid w:val="6267FAB4"/>
    <w:rsid w:val="6272E751"/>
    <w:rsid w:val="627B84FF"/>
    <w:rsid w:val="628FEA44"/>
    <w:rsid w:val="62A056FB"/>
    <w:rsid w:val="62A49AA7"/>
    <w:rsid w:val="62C0C25D"/>
    <w:rsid w:val="62CD0C7C"/>
    <w:rsid w:val="62CDF3E9"/>
    <w:rsid w:val="62DA9B28"/>
    <w:rsid w:val="62E12AC7"/>
    <w:rsid w:val="62F4FA38"/>
    <w:rsid w:val="62F7944A"/>
    <w:rsid w:val="62FC6B00"/>
    <w:rsid w:val="631675A4"/>
    <w:rsid w:val="631B13F2"/>
    <w:rsid w:val="63232990"/>
    <w:rsid w:val="634793D4"/>
    <w:rsid w:val="634E58B6"/>
    <w:rsid w:val="635DF55E"/>
    <w:rsid w:val="6372E860"/>
    <w:rsid w:val="63774F91"/>
    <w:rsid w:val="63854CC6"/>
    <w:rsid w:val="639A4011"/>
    <w:rsid w:val="639D18C3"/>
    <w:rsid w:val="63AD6213"/>
    <w:rsid w:val="63BEC875"/>
    <w:rsid w:val="63C1168B"/>
    <w:rsid w:val="63D9F6D1"/>
    <w:rsid w:val="63E0093D"/>
    <w:rsid w:val="64098826"/>
    <w:rsid w:val="6418B8E0"/>
    <w:rsid w:val="6447E1F7"/>
    <w:rsid w:val="6449C033"/>
    <w:rsid w:val="64638AA0"/>
    <w:rsid w:val="64BEF9F1"/>
    <w:rsid w:val="64CBD6B6"/>
    <w:rsid w:val="64CEBA00"/>
    <w:rsid w:val="65221432"/>
    <w:rsid w:val="652D0B22"/>
    <w:rsid w:val="654156FC"/>
    <w:rsid w:val="65503EBA"/>
    <w:rsid w:val="655DFA1B"/>
    <w:rsid w:val="655F7787"/>
    <w:rsid w:val="6563D83D"/>
    <w:rsid w:val="65698489"/>
    <w:rsid w:val="65728735"/>
    <w:rsid w:val="65AA7822"/>
    <w:rsid w:val="65C28437"/>
    <w:rsid w:val="65E4298B"/>
    <w:rsid w:val="65ED6CFA"/>
    <w:rsid w:val="65F2F01F"/>
    <w:rsid w:val="6616B5AF"/>
    <w:rsid w:val="661F19BB"/>
    <w:rsid w:val="662887CF"/>
    <w:rsid w:val="6692798A"/>
    <w:rsid w:val="669DF2E5"/>
    <w:rsid w:val="66CEB7FC"/>
    <w:rsid w:val="66D089D9"/>
    <w:rsid w:val="66D2A828"/>
    <w:rsid w:val="66D362AF"/>
    <w:rsid w:val="66D3C5FE"/>
    <w:rsid w:val="66DFA600"/>
    <w:rsid w:val="66E167EF"/>
    <w:rsid w:val="6711BC2D"/>
    <w:rsid w:val="6712E4A2"/>
    <w:rsid w:val="6713B566"/>
    <w:rsid w:val="671672BA"/>
    <w:rsid w:val="671D08AC"/>
    <w:rsid w:val="67204D4C"/>
    <w:rsid w:val="672ED506"/>
    <w:rsid w:val="67449F8D"/>
    <w:rsid w:val="675E5498"/>
    <w:rsid w:val="6768EA12"/>
    <w:rsid w:val="6776019C"/>
    <w:rsid w:val="67A1141C"/>
    <w:rsid w:val="67C4A3FA"/>
    <w:rsid w:val="67CBFCBA"/>
    <w:rsid w:val="67DA5D36"/>
    <w:rsid w:val="67F027BD"/>
    <w:rsid w:val="67F22317"/>
    <w:rsid w:val="67F94338"/>
    <w:rsid w:val="68052DD4"/>
    <w:rsid w:val="6811A123"/>
    <w:rsid w:val="682CECFC"/>
    <w:rsid w:val="6870CDCA"/>
    <w:rsid w:val="6876C217"/>
    <w:rsid w:val="6887B735"/>
    <w:rsid w:val="689AD428"/>
    <w:rsid w:val="68D1BA03"/>
    <w:rsid w:val="68DEB337"/>
    <w:rsid w:val="69059AEB"/>
    <w:rsid w:val="691CE1DF"/>
    <w:rsid w:val="69244E18"/>
    <w:rsid w:val="6937BE96"/>
    <w:rsid w:val="69571A3B"/>
    <w:rsid w:val="695864A2"/>
    <w:rsid w:val="69712D19"/>
    <w:rsid w:val="6980CD6E"/>
    <w:rsid w:val="698A2652"/>
    <w:rsid w:val="69AE6F8A"/>
    <w:rsid w:val="69CAE42D"/>
    <w:rsid w:val="69E10D02"/>
    <w:rsid w:val="69F0D505"/>
    <w:rsid w:val="6A01CBB2"/>
    <w:rsid w:val="6A1D3B0F"/>
    <w:rsid w:val="6A427DDC"/>
    <w:rsid w:val="6A436E97"/>
    <w:rsid w:val="6A439B73"/>
    <w:rsid w:val="6A589F88"/>
    <w:rsid w:val="6A58CBDE"/>
    <w:rsid w:val="6A591683"/>
    <w:rsid w:val="6A5F8FF4"/>
    <w:rsid w:val="6A647D8A"/>
    <w:rsid w:val="6A8707FE"/>
    <w:rsid w:val="6A8E7F6C"/>
    <w:rsid w:val="6A9C9821"/>
    <w:rsid w:val="6AA84B7E"/>
    <w:rsid w:val="6AB28C1D"/>
    <w:rsid w:val="6ABD626D"/>
    <w:rsid w:val="6AC4EA51"/>
    <w:rsid w:val="6AC9AADE"/>
    <w:rsid w:val="6AE897E7"/>
    <w:rsid w:val="6AEBA43E"/>
    <w:rsid w:val="6AF7CB0D"/>
    <w:rsid w:val="6B08C7AF"/>
    <w:rsid w:val="6B099020"/>
    <w:rsid w:val="6B1DCCBF"/>
    <w:rsid w:val="6B2B161F"/>
    <w:rsid w:val="6B4F5301"/>
    <w:rsid w:val="6B763F90"/>
    <w:rsid w:val="6B7B7BA2"/>
    <w:rsid w:val="6BBF8556"/>
    <w:rsid w:val="6BC72594"/>
    <w:rsid w:val="6BCA9EAB"/>
    <w:rsid w:val="6BF8E96E"/>
    <w:rsid w:val="6C0205B2"/>
    <w:rsid w:val="6C05AC5A"/>
    <w:rsid w:val="6C06548C"/>
    <w:rsid w:val="6C099765"/>
    <w:rsid w:val="6C0A9C73"/>
    <w:rsid w:val="6C4E0432"/>
    <w:rsid w:val="6C548D68"/>
    <w:rsid w:val="6C576C66"/>
    <w:rsid w:val="6C725887"/>
    <w:rsid w:val="6CAA2BCE"/>
    <w:rsid w:val="6CAEE71E"/>
    <w:rsid w:val="6CB99D20"/>
    <w:rsid w:val="6CC307E3"/>
    <w:rsid w:val="6CF1E12C"/>
    <w:rsid w:val="6CF7677F"/>
    <w:rsid w:val="6D07C586"/>
    <w:rsid w:val="6D0A553C"/>
    <w:rsid w:val="6D257BF9"/>
    <w:rsid w:val="6D59BD08"/>
    <w:rsid w:val="6D5EC195"/>
    <w:rsid w:val="6D6950AD"/>
    <w:rsid w:val="6D832513"/>
    <w:rsid w:val="6D90A04E"/>
    <w:rsid w:val="6DA2CD78"/>
    <w:rsid w:val="6DACDA7A"/>
    <w:rsid w:val="6DB941BD"/>
    <w:rsid w:val="6DCC2382"/>
    <w:rsid w:val="6DD0A3B2"/>
    <w:rsid w:val="6DD83DEA"/>
    <w:rsid w:val="6DE86677"/>
    <w:rsid w:val="6DEA3AC8"/>
    <w:rsid w:val="6DEA8F13"/>
    <w:rsid w:val="6DEB7A9C"/>
    <w:rsid w:val="6E0773D6"/>
    <w:rsid w:val="6E09B7FC"/>
    <w:rsid w:val="6E5E8307"/>
    <w:rsid w:val="6E75E9B7"/>
    <w:rsid w:val="6E931A31"/>
    <w:rsid w:val="6E9D9AD9"/>
    <w:rsid w:val="6EA61444"/>
    <w:rsid w:val="6EBCF01A"/>
    <w:rsid w:val="6EFEDBB5"/>
    <w:rsid w:val="6F0B55D2"/>
    <w:rsid w:val="6F16424D"/>
    <w:rsid w:val="6F16751E"/>
    <w:rsid w:val="6F1C8CD2"/>
    <w:rsid w:val="6F2A43C8"/>
    <w:rsid w:val="6F2DEEE7"/>
    <w:rsid w:val="6F2E3DAF"/>
    <w:rsid w:val="6F489801"/>
    <w:rsid w:val="6F56F155"/>
    <w:rsid w:val="6F5D2DA3"/>
    <w:rsid w:val="6F5F1DF2"/>
    <w:rsid w:val="6F73122C"/>
    <w:rsid w:val="6FB5CEFB"/>
    <w:rsid w:val="6FBB54E3"/>
    <w:rsid w:val="6FBFB17C"/>
    <w:rsid w:val="6FD14352"/>
    <w:rsid w:val="6FE4FAEE"/>
    <w:rsid w:val="6FF39F6A"/>
    <w:rsid w:val="6FFA43FE"/>
    <w:rsid w:val="700BDD01"/>
    <w:rsid w:val="700F53A6"/>
    <w:rsid w:val="70143889"/>
    <w:rsid w:val="702529F8"/>
    <w:rsid w:val="705C1A7A"/>
    <w:rsid w:val="706EE81C"/>
    <w:rsid w:val="706F21D8"/>
    <w:rsid w:val="707D0824"/>
    <w:rsid w:val="707E81E3"/>
    <w:rsid w:val="70B1F8AC"/>
    <w:rsid w:val="70EFF605"/>
    <w:rsid w:val="7109F5C8"/>
    <w:rsid w:val="7116F58A"/>
    <w:rsid w:val="7132FCE5"/>
    <w:rsid w:val="7142C40E"/>
    <w:rsid w:val="71473D96"/>
    <w:rsid w:val="71500207"/>
    <w:rsid w:val="715385E8"/>
    <w:rsid w:val="71646BF5"/>
    <w:rsid w:val="7195F6ED"/>
    <w:rsid w:val="719AD9BC"/>
    <w:rsid w:val="71DA548C"/>
    <w:rsid w:val="723D74C9"/>
    <w:rsid w:val="725E07C5"/>
    <w:rsid w:val="72C2F37A"/>
    <w:rsid w:val="72ECD455"/>
    <w:rsid w:val="72F2D786"/>
    <w:rsid w:val="730194BF"/>
    <w:rsid w:val="733DA61C"/>
    <w:rsid w:val="733E4588"/>
    <w:rsid w:val="734CE16E"/>
    <w:rsid w:val="735B4ADA"/>
    <w:rsid w:val="736BEF34"/>
    <w:rsid w:val="736C5F3C"/>
    <w:rsid w:val="737964EA"/>
    <w:rsid w:val="737BE93C"/>
    <w:rsid w:val="73B1AF71"/>
    <w:rsid w:val="73D430B2"/>
    <w:rsid w:val="73D9452A"/>
    <w:rsid w:val="73E3ED22"/>
    <w:rsid w:val="73F16982"/>
    <w:rsid w:val="73F6F750"/>
    <w:rsid w:val="7418AA2B"/>
    <w:rsid w:val="7461BF95"/>
    <w:rsid w:val="74B45523"/>
    <w:rsid w:val="74F6E965"/>
    <w:rsid w:val="7502013B"/>
    <w:rsid w:val="751B6F9F"/>
    <w:rsid w:val="7530FBCD"/>
    <w:rsid w:val="754C5C75"/>
    <w:rsid w:val="754EE5B0"/>
    <w:rsid w:val="75516907"/>
    <w:rsid w:val="757D76C9"/>
    <w:rsid w:val="75945259"/>
    <w:rsid w:val="75A3EF01"/>
    <w:rsid w:val="75C7CE5B"/>
    <w:rsid w:val="75CB38BF"/>
    <w:rsid w:val="75E1A9E4"/>
    <w:rsid w:val="75E669C1"/>
    <w:rsid w:val="76093C22"/>
    <w:rsid w:val="7613442E"/>
    <w:rsid w:val="761FF491"/>
    <w:rsid w:val="7630651C"/>
    <w:rsid w:val="76438DCB"/>
    <w:rsid w:val="765ECADD"/>
    <w:rsid w:val="76626CDD"/>
    <w:rsid w:val="766CEA57"/>
    <w:rsid w:val="7679EF95"/>
    <w:rsid w:val="767E6B48"/>
    <w:rsid w:val="769C7903"/>
    <w:rsid w:val="769DB5AB"/>
    <w:rsid w:val="76A1ACE8"/>
    <w:rsid w:val="76A60306"/>
    <w:rsid w:val="76C66E68"/>
    <w:rsid w:val="76C81EA5"/>
    <w:rsid w:val="76D681C5"/>
    <w:rsid w:val="76D82B87"/>
    <w:rsid w:val="76D8961A"/>
    <w:rsid w:val="76E31BD9"/>
    <w:rsid w:val="7703B218"/>
    <w:rsid w:val="771143A8"/>
    <w:rsid w:val="7733D6C8"/>
    <w:rsid w:val="775956FE"/>
    <w:rsid w:val="7774D5C5"/>
    <w:rsid w:val="7776AB99"/>
    <w:rsid w:val="77A03518"/>
    <w:rsid w:val="77B2ED5B"/>
    <w:rsid w:val="77E2D4A2"/>
    <w:rsid w:val="77F5F5D8"/>
    <w:rsid w:val="780479BB"/>
    <w:rsid w:val="785676AC"/>
    <w:rsid w:val="785963DF"/>
    <w:rsid w:val="7859FEAA"/>
    <w:rsid w:val="7869C58A"/>
    <w:rsid w:val="786B4167"/>
    <w:rsid w:val="78798A93"/>
    <w:rsid w:val="787B3927"/>
    <w:rsid w:val="78A34470"/>
    <w:rsid w:val="78CA6873"/>
    <w:rsid w:val="78CA7211"/>
    <w:rsid w:val="78F72066"/>
    <w:rsid w:val="7908C016"/>
    <w:rsid w:val="790A055B"/>
    <w:rsid w:val="7928F2E1"/>
    <w:rsid w:val="792AB477"/>
    <w:rsid w:val="79408F05"/>
    <w:rsid w:val="7962BB1A"/>
    <w:rsid w:val="7971C467"/>
    <w:rsid w:val="797B7050"/>
    <w:rsid w:val="79884F81"/>
    <w:rsid w:val="79893461"/>
    <w:rsid w:val="799F5544"/>
    <w:rsid w:val="79D6DA9A"/>
    <w:rsid w:val="79EE79F8"/>
    <w:rsid w:val="7A0D3B98"/>
    <w:rsid w:val="7A316D16"/>
    <w:rsid w:val="7A4F28C8"/>
    <w:rsid w:val="7A526F24"/>
    <w:rsid w:val="7A790DBD"/>
    <w:rsid w:val="7A874F94"/>
    <w:rsid w:val="7A883D98"/>
    <w:rsid w:val="7A943295"/>
    <w:rsid w:val="7ADADC45"/>
    <w:rsid w:val="7AF1B15A"/>
    <w:rsid w:val="7AF8527E"/>
    <w:rsid w:val="7B517762"/>
    <w:rsid w:val="7B66ADAF"/>
    <w:rsid w:val="7B8B3AE5"/>
    <w:rsid w:val="7BA24E5E"/>
    <w:rsid w:val="7BCDBC20"/>
    <w:rsid w:val="7BD4F82C"/>
    <w:rsid w:val="7BD6EDC6"/>
    <w:rsid w:val="7BF3F735"/>
    <w:rsid w:val="7C05E62A"/>
    <w:rsid w:val="7C0C6B74"/>
    <w:rsid w:val="7C27EFEA"/>
    <w:rsid w:val="7C2F6B5E"/>
    <w:rsid w:val="7C3D8EE4"/>
    <w:rsid w:val="7C6634A2"/>
    <w:rsid w:val="7CB25426"/>
    <w:rsid w:val="7D0F44AA"/>
    <w:rsid w:val="7D19119F"/>
    <w:rsid w:val="7D392EE3"/>
    <w:rsid w:val="7D5537B8"/>
    <w:rsid w:val="7D825037"/>
    <w:rsid w:val="7DAA5B80"/>
    <w:rsid w:val="7DC08E85"/>
    <w:rsid w:val="7DC31BED"/>
    <w:rsid w:val="7DC495F8"/>
    <w:rsid w:val="7DCBD49E"/>
    <w:rsid w:val="7DCCBD73"/>
    <w:rsid w:val="7DD94F68"/>
    <w:rsid w:val="7E01A6D7"/>
    <w:rsid w:val="7E050B6E"/>
    <w:rsid w:val="7E154A26"/>
    <w:rsid w:val="7E220B78"/>
    <w:rsid w:val="7E3F8FE8"/>
    <w:rsid w:val="7E910511"/>
    <w:rsid w:val="7E917081"/>
    <w:rsid w:val="7E93F07F"/>
    <w:rsid w:val="7EB18281"/>
    <w:rsid w:val="7ED26B13"/>
    <w:rsid w:val="7ED77CD9"/>
    <w:rsid w:val="7EEA90B0"/>
    <w:rsid w:val="7EEDD563"/>
    <w:rsid w:val="7EFCA16B"/>
    <w:rsid w:val="7F0D44CA"/>
    <w:rsid w:val="7F2ACDDD"/>
    <w:rsid w:val="7F3CFB07"/>
    <w:rsid w:val="7F41AF51"/>
    <w:rsid w:val="7F53A812"/>
    <w:rsid w:val="7F6A4C1D"/>
    <w:rsid w:val="7F6E95DC"/>
    <w:rsid w:val="7F7093B8"/>
    <w:rsid w:val="7F73843E"/>
    <w:rsid w:val="7F7E2142"/>
    <w:rsid w:val="7F82392B"/>
    <w:rsid w:val="7FC82A61"/>
    <w:rsid w:val="7FE63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50CF82A"/>
  <w15:docId w15:val="{152D4B65-C2BD-4D66-A4AA-1D6868BE5F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E5E9A"/>
    <w:pPr>
      <w:jc w:val="both"/>
    </w:pPr>
  </w:style>
  <w:style w:type="paragraph" w:styleId="Nadpis1">
    <w:name w:val="heading 1"/>
    <w:basedOn w:val="Normln"/>
    <w:next w:val="Normln"/>
    <w:qFormat/>
    <w:rsid w:val="00AE3921"/>
    <w:pPr>
      <w:keepNext/>
      <w:numPr>
        <w:numId w:val="4"/>
      </w:numPr>
      <w:spacing w:before="240" w:after="240"/>
      <w:outlineLvl w:val="0"/>
    </w:pPr>
    <w:rPr>
      <w:b/>
      <w:bCs/>
      <w:caps/>
      <w:sz w:val="26"/>
    </w:rPr>
  </w:style>
  <w:style w:type="paragraph" w:styleId="Nadpis2">
    <w:name w:val="heading 2"/>
    <w:basedOn w:val="Normln"/>
    <w:next w:val="Normln"/>
    <w:qFormat/>
    <w:rsid w:val="00725F2A"/>
    <w:pPr>
      <w:keepNext/>
      <w:numPr>
        <w:ilvl w:val="1"/>
        <w:numId w:val="4"/>
      </w:numPr>
      <w:spacing w:before="240" w:after="240" w:line="288" w:lineRule="auto"/>
      <w:outlineLvl w:val="1"/>
    </w:pPr>
    <w:rPr>
      <w:rFonts w:cs="Arial"/>
      <w:b/>
      <w:bCs/>
      <w:iCs/>
      <w:caps/>
      <w:color w:val="000000" w:themeColor="text1"/>
      <w:szCs w:val="28"/>
    </w:rPr>
  </w:style>
  <w:style w:type="paragraph" w:styleId="Nadpis3">
    <w:name w:val="heading 3"/>
    <w:basedOn w:val="Normln"/>
    <w:next w:val="Normln"/>
    <w:link w:val="Nadpis3Char"/>
    <w:qFormat/>
    <w:rsid w:val="00DA2F24"/>
    <w:pPr>
      <w:keepNext/>
      <w:numPr>
        <w:ilvl w:val="2"/>
        <w:numId w:val="4"/>
      </w:numPr>
      <w:spacing w:before="200" w:after="200" w:line="288" w:lineRule="auto"/>
      <w:outlineLvl w:val="2"/>
    </w:pPr>
    <w:rPr>
      <w:rFonts w:cs="Arial"/>
      <w:b/>
      <w:bCs/>
      <w:caps/>
      <w:color w:val="000000" w:themeColor="text1"/>
      <w:szCs w:val="26"/>
    </w:rPr>
  </w:style>
  <w:style w:type="paragraph" w:styleId="Nadpis4">
    <w:name w:val="heading 4"/>
    <w:basedOn w:val="Normln"/>
    <w:next w:val="Normln"/>
    <w:link w:val="Nadpis4Char"/>
    <w:qFormat/>
    <w:rsid w:val="00DA2F24"/>
    <w:pPr>
      <w:keepNext/>
      <w:numPr>
        <w:ilvl w:val="3"/>
        <w:numId w:val="4"/>
      </w:numPr>
      <w:spacing w:before="200" w:after="200" w:line="288" w:lineRule="auto"/>
      <w:outlineLvl w:val="3"/>
    </w:pPr>
    <w:rPr>
      <w:b/>
      <w:bCs/>
      <w:caps/>
      <w:color w:val="000000" w:themeColor="text1"/>
      <w:szCs w:val="28"/>
    </w:rPr>
  </w:style>
  <w:style w:type="paragraph" w:styleId="Nadpis5">
    <w:name w:val="heading 5"/>
    <w:basedOn w:val="Normln"/>
    <w:next w:val="Normln"/>
    <w:qFormat/>
    <w:rsid w:val="00DA2F24"/>
    <w:pPr>
      <w:keepNext/>
      <w:numPr>
        <w:ilvl w:val="4"/>
        <w:numId w:val="4"/>
      </w:numPr>
      <w:tabs>
        <w:tab w:val="left" w:pos="1004"/>
      </w:tabs>
      <w:spacing w:before="120" w:after="120" w:line="288" w:lineRule="auto"/>
      <w:outlineLvl w:val="4"/>
    </w:pPr>
    <w:rPr>
      <w:b/>
      <w:bCs/>
      <w:iCs/>
      <w:color w:val="000000" w:themeColor="text1"/>
      <w:szCs w:val="26"/>
    </w:rPr>
  </w:style>
  <w:style w:type="paragraph" w:styleId="Nadpis6">
    <w:name w:val="heading 6"/>
    <w:basedOn w:val="Normln"/>
    <w:next w:val="Normln"/>
    <w:qFormat/>
    <w:rsid w:val="00DA2F24"/>
    <w:pPr>
      <w:keepNext/>
      <w:numPr>
        <w:ilvl w:val="5"/>
        <w:numId w:val="4"/>
      </w:numPr>
      <w:tabs>
        <w:tab w:val="left" w:pos="1145"/>
      </w:tabs>
      <w:spacing w:before="120" w:after="120" w:line="288" w:lineRule="auto"/>
      <w:jc w:val="left"/>
      <w:outlineLvl w:val="5"/>
    </w:pPr>
    <w:rPr>
      <w:b/>
      <w:bCs/>
      <w:color w:val="000000" w:themeColor="text1"/>
    </w:rPr>
  </w:style>
  <w:style w:type="paragraph" w:styleId="Nadpis7">
    <w:name w:val="heading 7"/>
    <w:basedOn w:val="Normln"/>
    <w:next w:val="Normln"/>
    <w:qFormat/>
    <w:rsid w:val="00DA2F24"/>
    <w:pPr>
      <w:keepNext/>
      <w:numPr>
        <w:ilvl w:val="6"/>
        <w:numId w:val="4"/>
      </w:numPr>
      <w:tabs>
        <w:tab w:val="left" w:pos="1287"/>
      </w:tabs>
      <w:spacing w:before="60" w:after="60" w:line="288" w:lineRule="auto"/>
      <w:outlineLvl w:val="6"/>
    </w:pPr>
    <w:rPr>
      <w:b/>
      <w:bCs/>
      <w:color w:val="000000" w:themeColor="text1"/>
    </w:rPr>
  </w:style>
  <w:style w:type="paragraph" w:styleId="Nadpis8">
    <w:name w:val="heading 8"/>
    <w:basedOn w:val="Normln"/>
    <w:next w:val="Normln"/>
    <w:qFormat/>
    <w:rsid w:val="009C691C"/>
    <w:pPr>
      <w:keepNext/>
      <w:numPr>
        <w:ilvl w:val="7"/>
        <w:numId w:val="4"/>
      </w:numPr>
      <w:tabs>
        <w:tab w:val="left" w:pos="1429"/>
      </w:tabs>
      <w:spacing w:line="288" w:lineRule="auto"/>
      <w:outlineLvl w:val="7"/>
    </w:pPr>
    <w:rPr>
      <w:b/>
      <w:bCs/>
    </w:rPr>
  </w:style>
  <w:style w:type="paragraph" w:styleId="Nadpis9">
    <w:name w:val="heading 9"/>
    <w:basedOn w:val="Normln"/>
    <w:next w:val="Normln"/>
    <w:qFormat/>
    <w:rsid w:val="009C691C"/>
    <w:pPr>
      <w:keepNext/>
      <w:numPr>
        <w:ilvl w:val="8"/>
        <w:numId w:val="4"/>
      </w:numPr>
      <w:tabs>
        <w:tab w:val="left" w:pos="1571"/>
      </w:tabs>
      <w:spacing w:line="288" w:lineRule="auto"/>
      <w:outlineLvl w:val="8"/>
    </w:pPr>
    <w:rPr>
      <w:b/>
      <w:bCs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bsah1">
    <w:name w:val="toc 1"/>
    <w:basedOn w:val="Normln"/>
    <w:next w:val="Normln"/>
    <w:autoRedefine/>
    <w:uiPriority w:val="39"/>
    <w:qFormat/>
    <w:rsid w:val="00344B0E"/>
    <w:pPr>
      <w:tabs>
        <w:tab w:val="left" w:pos="1276"/>
        <w:tab w:val="right" w:leader="dot" w:pos="8505"/>
      </w:tabs>
      <w:spacing w:before="240"/>
      <w:ind w:left="1276" w:right="397" w:hanging="1276"/>
      <w:outlineLvl w:val="0"/>
    </w:pPr>
    <w:rPr>
      <w:b/>
    </w:rPr>
  </w:style>
  <w:style w:type="paragraph" w:styleId="Obsah2">
    <w:name w:val="toc 2"/>
    <w:basedOn w:val="Normln"/>
    <w:next w:val="Normln"/>
    <w:autoRedefine/>
    <w:uiPriority w:val="39"/>
    <w:qFormat/>
    <w:rsid w:val="00344B0E"/>
    <w:pPr>
      <w:tabs>
        <w:tab w:val="left" w:pos="1276"/>
        <w:tab w:val="right" w:leader="dot" w:pos="8505"/>
      </w:tabs>
      <w:ind w:left="1276" w:right="397" w:hanging="1276"/>
    </w:pPr>
  </w:style>
  <w:style w:type="paragraph" w:styleId="Obsah3">
    <w:name w:val="toc 3"/>
    <w:basedOn w:val="Normln"/>
    <w:next w:val="Normln"/>
    <w:autoRedefine/>
    <w:uiPriority w:val="39"/>
    <w:qFormat/>
    <w:rsid w:val="00344B0E"/>
    <w:pPr>
      <w:tabs>
        <w:tab w:val="left" w:pos="1276"/>
        <w:tab w:val="right" w:leader="dot" w:pos="8505"/>
      </w:tabs>
      <w:ind w:left="1276" w:right="397" w:hanging="1276"/>
    </w:pPr>
  </w:style>
  <w:style w:type="paragraph" w:styleId="Obsah4">
    <w:name w:val="toc 4"/>
    <w:basedOn w:val="Normln"/>
    <w:next w:val="Normln"/>
    <w:autoRedefine/>
    <w:uiPriority w:val="39"/>
    <w:rsid w:val="00344B0E"/>
    <w:pPr>
      <w:tabs>
        <w:tab w:val="left" w:pos="1276"/>
        <w:tab w:val="right" w:leader="dot" w:pos="8505"/>
      </w:tabs>
      <w:ind w:left="1276" w:right="397" w:hanging="1276"/>
    </w:pPr>
  </w:style>
  <w:style w:type="paragraph" w:styleId="Obsah5">
    <w:name w:val="toc 5"/>
    <w:basedOn w:val="Normln"/>
    <w:next w:val="Normln"/>
    <w:autoRedefine/>
    <w:uiPriority w:val="39"/>
    <w:rsid w:val="00344B0E"/>
    <w:pPr>
      <w:tabs>
        <w:tab w:val="left" w:pos="1276"/>
        <w:tab w:val="right" w:leader="dot" w:pos="8505"/>
      </w:tabs>
      <w:ind w:left="1276" w:right="397" w:hanging="1276"/>
    </w:pPr>
  </w:style>
  <w:style w:type="paragraph" w:styleId="Obsah6">
    <w:name w:val="toc 6"/>
    <w:basedOn w:val="Normln"/>
    <w:next w:val="Normln"/>
    <w:autoRedefine/>
    <w:uiPriority w:val="39"/>
    <w:rsid w:val="00344B0E"/>
    <w:pPr>
      <w:tabs>
        <w:tab w:val="left" w:pos="1276"/>
        <w:tab w:val="right" w:leader="dot" w:pos="8505"/>
      </w:tabs>
      <w:ind w:left="1276" w:right="397" w:hanging="1276"/>
    </w:pPr>
  </w:style>
  <w:style w:type="paragraph" w:styleId="Obsah7">
    <w:name w:val="toc 7"/>
    <w:basedOn w:val="Normln"/>
    <w:next w:val="Normln"/>
    <w:autoRedefine/>
    <w:uiPriority w:val="39"/>
    <w:rsid w:val="00344B0E"/>
    <w:pPr>
      <w:tabs>
        <w:tab w:val="left" w:pos="1276"/>
        <w:tab w:val="right" w:leader="dot" w:pos="8505"/>
      </w:tabs>
      <w:ind w:left="1276" w:right="397" w:hanging="1276"/>
    </w:pPr>
  </w:style>
  <w:style w:type="paragraph" w:styleId="Obsah8">
    <w:name w:val="toc 8"/>
    <w:basedOn w:val="Normln"/>
    <w:next w:val="Normln"/>
    <w:autoRedefine/>
    <w:uiPriority w:val="39"/>
    <w:rsid w:val="00344B0E"/>
    <w:pPr>
      <w:tabs>
        <w:tab w:val="left" w:pos="1276"/>
        <w:tab w:val="right" w:leader="dot" w:pos="8505"/>
      </w:tabs>
      <w:ind w:left="1276" w:right="397" w:hanging="1276"/>
    </w:pPr>
  </w:style>
  <w:style w:type="paragraph" w:styleId="Obsah9">
    <w:name w:val="toc 9"/>
    <w:basedOn w:val="Normln"/>
    <w:next w:val="Normln"/>
    <w:autoRedefine/>
    <w:uiPriority w:val="39"/>
    <w:rsid w:val="00344B0E"/>
    <w:pPr>
      <w:tabs>
        <w:tab w:val="left" w:pos="1276"/>
        <w:tab w:val="right" w:leader="dot" w:pos="8505"/>
      </w:tabs>
      <w:ind w:left="1276" w:right="397" w:hanging="1276"/>
    </w:pPr>
    <w:rPr>
      <w:noProof/>
    </w:rPr>
  </w:style>
  <w:style w:type="paragraph" w:customStyle="1" w:styleId="Odrky1">
    <w:name w:val="Odrážky 1"/>
    <w:basedOn w:val="Normlnodsazen"/>
    <w:rsid w:val="00033F1B"/>
    <w:pPr>
      <w:numPr>
        <w:numId w:val="1"/>
      </w:numPr>
    </w:pPr>
  </w:style>
  <w:style w:type="paragraph" w:styleId="Normlnodsazen">
    <w:name w:val="Normal Indent"/>
    <w:basedOn w:val="Normln"/>
    <w:semiHidden/>
    <w:rsid w:val="00033F1B"/>
    <w:pPr>
      <w:ind w:left="708"/>
    </w:pPr>
  </w:style>
  <w:style w:type="paragraph" w:styleId="Zkladntextodsazen">
    <w:name w:val="Body Text Indent"/>
    <w:basedOn w:val="Normln"/>
    <w:link w:val="ZkladntextodsazenChar"/>
    <w:semiHidden/>
    <w:rsid w:val="00033F1B"/>
    <w:pPr>
      <w:ind w:left="340"/>
    </w:p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952B1F"/>
  </w:style>
  <w:style w:type="paragraph" w:styleId="Zkladntextodsazen2">
    <w:name w:val="Body Text Indent 2"/>
    <w:basedOn w:val="Normln"/>
    <w:rsid w:val="00033F1B"/>
    <w:pPr>
      <w:ind w:left="680"/>
    </w:pPr>
  </w:style>
  <w:style w:type="paragraph" w:styleId="Zkladntextodsazen3">
    <w:name w:val="Body Text Indent 3"/>
    <w:basedOn w:val="Normln"/>
    <w:semiHidden/>
    <w:rsid w:val="00033F1B"/>
    <w:pPr>
      <w:ind w:left="1440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A123C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123C1"/>
    <w:rPr>
      <w:rFonts w:ascii="Tahoma" w:hAnsi="Tahoma" w:cs="Tahoma"/>
      <w:sz w:val="16"/>
      <w:szCs w:val="16"/>
    </w:rPr>
  </w:style>
  <w:style w:type="paragraph" w:styleId="Seznam">
    <w:name w:val="List"/>
    <w:basedOn w:val="Normln"/>
    <w:semiHidden/>
    <w:rsid w:val="00207A11"/>
    <w:pPr>
      <w:keepLines/>
      <w:tabs>
        <w:tab w:val="left" w:pos="284"/>
        <w:tab w:val="left" w:pos="567"/>
        <w:tab w:val="left" w:pos="851"/>
        <w:tab w:val="left" w:pos="1134"/>
        <w:tab w:val="right" w:leader="dot" w:pos="9639"/>
      </w:tabs>
      <w:suppressAutoHyphens/>
      <w:spacing w:after="60" w:line="300" w:lineRule="auto"/>
    </w:pPr>
    <w:rPr>
      <w:spacing w:val="4"/>
    </w:rPr>
  </w:style>
  <w:style w:type="paragraph" w:customStyle="1" w:styleId="popis">
    <w:name w:val="popis"/>
    <w:basedOn w:val="Normln"/>
    <w:semiHidden/>
    <w:rsid w:val="00207A11"/>
    <w:pPr>
      <w:keepLines/>
      <w:suppressAutoHyphens/>
      <w:spacing w:before="160" w:line="300" w:lineRule="auto"/>
      <w:jc w:val="center"/>
    </w:pPr>
    <w:rPr>
      <w:caps/>
      <w:spacing w:val="4"/>
      <w:sz w:val="16"/>
    </w:rPr>
  </w:style>
  <w:style w:type="paragraph" w:customStyle="1" w:styleId="volndek">
    <w:name w:val="volný řádek"/>
    <w:basedOn w:val="Normln"/>
    <w:semiHidden/>
    <w:rsid w:val="00207A11"/>
    <w:pPr>
      <w:keepLines/>
      <w:tabs>
        <w:tab w:val="left" w:pos="3402"/>
        <w:tab w:val="left" w:pos="5387"/>
        <w:tab w:val="left" w:pos="7939"/>
      </w:tabs>
      <w:suppressAutoHyphens/>
    </w:pPr>
    <w:rPr>
      <w:spacing w:val="4"/>
      <w:sz w:val="8"/>
    </w:rPr>
  </w:style>
  <w:style w:type="paragraph" w:styleId="Zhlav">
    <w:name w:val="header"/>
    <w:basedOn w:val="Normln"/>
    <w:link w:val="ZhlavChar"/>
    <w:uiPriority w:val="99"/>
    <w:rsid w:val="00207A1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37D5F"/>
    <w:rPr>
      <w:rFonts w:ascii="Arial" w:hAnsi="Arial"/>
    </w:rPr>
  </w:style>
  <w:style w:type="paragraph" w:styleId="Zpat">
    <w:name w:val="footer"/>
    <w:basedOn w:val="Normln"/>
    <w:link w:val="ZpatChar"/>
    <w:semiHidden/>
    <w:rsid w:val="00207A1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semiHidden/>
    <w:rsid w:val="00137D5F"/>
    <w:rPr>
      <w:rFonts w:ascii="Arial" w:hAnsi="Arial"/>
    </w:rPr>
  </w:style>
  <w:style w:type="paragraph" w:customStyle="1" w:styleId="pata">
    <w:name w:val="pata"/>
    <w:basedOn w:val="Normln"/>
    <w:semiHidden/>
    <w:rsid w:val="00207A11"/>
    <w:pPr>
      <w:keepLines/>
      <w:tabs>
        <w:tab w:val="left" w:pos="2268"/>
        <w:tab w:val="left" w:pos="3544"/>
        <w:tab w:val="left" w:pos="5387"/>
        <w:tab w:val="left" w:pos="7088"/>
        <w:tab w:val="left" w:pos="8448"/>
        <w:tab w:val="right" w:pos="9639"/>
      </w:tabs>
      <w:suppressAutoHyphens/>
      <w:spacing w:line="300" w:lineRule="auto"/>
    </w:pPr>
    <w:rPr>
      <w:spacing w:val="4"/>
      <w:sz w:val="12"/>
    </w:rPr>
  </w:style>
  <w:style w:type="character" w:styleId="slostrnky">
    <w:name w:val="page number"/>
    <w:basedOn w:val="Standardnpsmoodstavce"/>
    <w:semiHidden/>
    <w:rsid w:val="00207A11"/>
    <w:rPr>
      <w:rFonts w:ascii="Arial Black" w:hAnsi="Arial Black"/>
      <w:sz w:val="16"/>
    </w:rPr>
  </w:style>
  <w:style w:type="paragraph" w:customStyle="1" w:styleId="zSidfotAdress1">
    <w:name w:val="zSidfotAdress1"/>
    <w:basedOn w:val="Zpat"/>
    <w:next w:val="zSidfotAdress2"/>
    <w:semiHidden/>
    <w:rsid w:val="00120D4A"/>
    <w:pPr>
      <w:spacing w:line="160" w:lineRule="atLeast"/>
      <w:jc w:val="left"/>
    </w:pPr>
    <w:rPr>
      <w:noProof/>
      <w:spacing w:val="16"/>
      <w:sz w:val="12"/>
      <w:lang w:val="en-GB" w:eastAsia="sv-SE"/>
    </w:rPr>
  </w:style>
  <w:style w:type="paragraph" w:customStyle="1" w:styleId="zSidfotAdress2">
    <w:name w:val="zSidfotAdress2"/>
    <w:basedOn w:val="Zpat"/>
    <w:link w:val="zSidfotAdress2Char"/>
    <w:semiHidden/>
    <w:rsid w:val="00120D4A"/>
    <w:pPr>
      <w:spacing w:line="160" w:lineRule="atLeast"/>
      <w:jc w:val="left"/>
    </w:pPr>
    <w:rPr>
      <w:noProof/>
      <w:spacing w:val="8"/>
      <w:sz w:val="12"/>
      <w:lang w:val="en-GB" w:eastAsia="sv-SE"/>
    </w:rPr>
  </w:style>
  <w:style w:type="character" w:customStyle="1" w:styleId="zSidfotAdress2Char">
    <w:name w:val="zSidfotAdress2 Char"/>
    <w:basedOn w:val="ZpatChar"/>
    <w:link w:val="zSidfotAdress2"/>
    <w:semiHidden/>
    <w:rsid w:val="00120D4A"/>
    <w:rPr>
      <w:rFonts w:ascii="Arial" w:hAnsi="Arial"/>
      <w:noProof/>
      <w:spacing w:val="8"/>
      <w:sz w:val="12"/>
      <w:lang w:val="en-GB" w:eastAsia="sv-SE"/>
    </w:rPr>
  </w:style>
  <w:style w:type="paragraph" w:customStyle="1" w:styleId="zSidfotSkvg">
    <w:name w:val="zSidfotSökväg"/>
    <w:basedOn w:val="zSidfotAdress2"/>
    <w:semiHidden/>
    <w:rsid w:val="00120D4A"/>
    <w:pPr>
      <w:jc w:val="right"/>
    </w:pPr>
  </w:style>
  <w:style w:type="paragraph" w:customStyle="1" w:styleId="zSidfotAdress1fet">
    <w:name w:val="zSidfotAdress1 fet"/>
    <w:basedOn w:val="zSidfotAdress1"/>
    <w:next w:val="zSidfotAdress2"/>
    <w:semiHidden/>
    <w:rsid w:val="00120D4A"/>
    <w:rPr>
      <w:b/>
    </w:rPr>
  </w:style>
  <w:style w:type="character" w:customStyle="1" w:styleId="zSidfotBOLAG">
    <w:name w:val="zSidfotBOLAG"/>
    <w:basedOn w:val="Standardnpsmoodstavce"/>
    <w:semiHidden/>
    <w:rsid w:val="00120D4A"/>
    <w:rPr>
      <w:noProof/>
      <w:spacing w:val="8"/>
      <w:sz w:val="14"/>
    </w:rPr>
  </w:style>
  <w:style w:type="paragraph" w:customStyle="1" w:styleId="zDokBet">
    <w:name w:val="zDokBet"/>
    <w:basedOn w:val="Normln"/>
    <w:semiHidden/>
    <w:rsid w:val="00120D4A"/>
    <w:pPr>
      <w:tabs>
        <w:tab w:val="left" w:pos="0"/>
        <w:tab w:val="left" w:pos="567"/>
        <w:tab w:val="left" w:pos="1276"/>
        <w:tab w:val="left" w:pos="2552"/>
        <w:tab w:val="left" w:pos="3828"/>
        <w:tab w:val="left" w:pos="5103"/>
        <w:tab w:val="left" w:pos="6379"/>
        <w:tab w:val="right" w:pos="8364"/>
      </w:tabs>
      <w:jc w:val="right"/>
    </w:pPr>
    <w:rPr>
      <w:noProof/>
      <w:sz w:val="10"/>
      <w:lang w:val="en-GB" w:eastAsia="sv-SE"/>
    </w:rPr>
  </w:style>
  <w:style w:type="paragraph" w:customStyle="1" w:styleId="zSidnummerH">
    <w:name w:val="zSidnummerH"/>
    <w:basedOn w:val="Normln"/>
    <w:semiHidden/>
    <w:rsid w:val="00120D4A"/>
    <w:pPr>
      <w:tabs>
        <w:tab w:val="left" w:pos="0"/>
        <w:tab w:val="left" w:pos="567"/>
        <w:tab w:val="left" w:pos="1276"/>
        <w:tab w:val="left" w:pos="2552"/>
        <w:tab w:val="left" w:pos="3828"/>
        <w:tab w:val="left" w:pos="5103"/>
        <w:tab w:val="left" w:pos="6379"/>
        <w:tab w:val="right" w:pos="8364"/>
      </w:tabs>
      <w:spacing w:line="160" w:lineRule="exact"/>
      <w:jc w:val="right"/>
    </w:pPr>
    <w:rPr>
      <w:sz w:val="16"/>
      <w:lang w:val="sv-SE" w:eastAsia="sv-SE"/>
    </w:rPr>
  </w:style>
  <w:style w:type="character" w:styleId="Hypertextovodkaz">
    <w:name w:val="Hyperlink"/>
    <w:basedOn w:val="Standardnpsmoodstavce"/>
    <w:uiPriority w:val="99"/>
    <w:unhideWhenUsed/>
    <w:rsid w:val="00372D67"/>
    <w:rPr>
      <w:color w:val="0000FF"/>
      <w:u w:val="single"/>
    </w:rPr>
  </w:style>
  <w:style w:type="paragraph" w:styleId="Zkladntext">
    <w:name w:val="Body Text"/>
    <w:basedOn w:val="Normln"/>
    <w:link w:val="ZkladntextChar"/>
    <w:rsid w:val="00952B1F"/>
    <w:pPr>
      <w:spacing w:after="130"/>
      <w:jc w:val="left"/>
    </w:pPr>
    <w:rPr>
      <w:lang w:eastAsia="sv-SE"/>
    </w:rPr>
  </w:style>
  <w:style w:type="character" w:customStyle="1" w:styleId="ZkladntextChar">
    <w:name w:val="Základní text Char"/>
    <w:basedOn w:val="Standardnpsmoodstavce"/>
    <w:link w:val="Zkladntext"/>
    <w:rsid w:val="00952B1F"/>
    <w:rPr>
      <w:lang w:eastAsia="sv-SE"/>
    </w:rPr>
  </w:style>
  <w:style w:type="paragraph" w:customStyle="1" w:styleId="Normal-extraradavstnd">
    <w:name w:val="Normal - extra radavstånd"/>
    <w:basedOn w:val="Normln"/>
    <w:semiHidden/>
    <w:rsid w:val="00304B67"/>
    <w:pPr>
      <w:tabs>
        <w:tab w:val="left" w:pos="0"/>
        <w:tab w:val="left" w:pos="567"/>
        <w:tab w:val="left" w:pos="1276"/>
        <w:tab w:val="left" w:pos="2552"/>
        <w:tab w:val="left" w:pos="3828"/>
        <w:tab w:val="left" w:pos="5103"/>
        <w:tab w:val="left" w:pos="6379"/>
        <w:tab w:val="right" w:pos="8364"/>
      </w:tabs>
      <w:jc w:val="left"/>
    </w:pPr>
    <w:rPr>
      <w:lang w:val="en-GB" w:eastAsia="sv-SE"/>
    </w:rPr>
  </w:style>
  <w:style w:type="paragraph" w:customStyle="1" w:styleId="zDatum">
    <w:name w:val="zDatum"/>
    <w:basedOn w:val="Normln"/>
    <w:link w:val="zDatumChar"/>
    <w:semiHidden/>
    <w:rsid w:val="00304B67"/>
    <w:pPr>
      <w:tabs>
        <w:tab w:val="left" w:pos="0"/>
        <w:tab w:val="left" w:pos="567"/>
        <w:tab w:val="left" w:pos="1276"/>
        <w:tab w:val="left" w:pos="2552"/>
        <w:tab w:val="left" w:pos="3828"/>
        <w:tab w:val="left" w:pos="5103"/>
        <w:tab w:val="left" w:pos="6379"/>
        <w:tab w:val="right" w:pos="8364"/>
      </w:tabs>
      <w:jc w:val="left"/>
    </w:pPr>
    <w:rPr>
      <w:sz w:val="16"/>
      <w:lang w:val="en-GB" w:eastAsia="sv-SE"/>
    </w:rPr>
  </w:style>
  <w:style w:type="character" w:customStyle="1" w:styleId="zDatumChar">
    <w:name w:val="zDatum Char"/>
    <w:basedOn w:val="Standardnpsmoodstavce"/>
    <w:link w:val="zDatum"/>
    <w:rsid w:val="00304B67"/>
    <w:rPr>
      <w:rFonts w:ascii="Arial" w:hAnsi="Arial"/>
      <w:sz w:val="16"/>
      <w:lang w:val="en-GB" w:eastAsia="sv-SE"/>
    </w:rPr>
  </w:style>
  <w:style w:type="table" w:styleId="Mkatabulky">
    <w:name w:val="Table Grid"/>
    <w:basedOn w:val="Normlntabulka"/>
    <w:uiPriority w:val="59"/>
    <w:rsid w:val="006B32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text">
    <w:name w:val="Tabelltext"/>
    <w:basedOn w:val="Normln"/>
    <w:link w:val="TabelltextChar"/>
    <w:semiHidden/>
    <w:rsid w:val="00304B67"/>
    <w:pPr>
      <w:tabs>
        <w:tab w:val="left" w:pos="0"/>
        <w:tab w:val="left" w:pos="567"/>
        <w:tab w:val="left" w:pos="1276"/>
        <w:tab w:val="left" w:pos="2552"/>
        <w:tab w:val="left" w:pos="3828"/>
        <w:tab w:val="left" w:pos="5103"/>
        <w:tab w:val="left" w:pos="6379"/>
        <w:tab w:val="right" w:pos="8364"/>
      </w:tabs>
      <w:jc w:val="left"/>
    </w:pPr>
    <w:rPr>
      <w:sz w:val="18"/>
      <w:lang w:val="en-GB" w:eastAsia="sv-SE"/>
    </w:rPr>
  </w:style>
  <w:style w:type="character" w:customStyle="1" w:styleId="TabelltextChar">
    <w:name w:val="Tabelltext Char"/>
    <w:basedOn w:val="Standardnpsmoodstavce"/>
    <w:link w:val="Tabelltext"/>
    <w:rsid w:val="00304B67"/>
    <w:rPr>
      <w:rFonts w:ascii="Arial" w:hAnsi="Arial"/>
      <w:sz w:val="18"/>
      <w:lang w:val="en-GB" w:eastAsia="sv-SE"/>
    </w:rPr>
  </w:style>
  <w:style w:type="paragraph" w:customStyle="1" w:styleId="zLedtext">
    <w:name w:val="zLedtext"/>
    <w:basedOn w:val="zDatum"/>
    <w:link w:val="zLedtextChar"/>
    <w:semiHidden/>
    <w:rsid w:val="00304B67"/>
    <w:pPr>
      <w:spacing w:line="250" w:lineRule="atLeast"/>
    </w:pPr>
    <w:rPr>
      <w:caps/>
      <w:sz w:val="12"/>
    </w:rPr>
  </w:style>
  <w:style w:type="character" w:customStyle="1" w:styleId="zLedtextChar">
    <w:name w:val="zLedtext Char"/>
    <w:basedOn w:val="zDatumChar"/>
    <w:link w:val="zLedtext"/>
    <w:rsid w:val="00304B67"/>
    <w:rPr>
      <w:rFonts w:ascii="Arial" w:hAnsi="Arial"/>
      <w:caps/>
      <w:sz w:val="12"/>
      <w:lang w:val="en-GB" w:eastAsia="sv-SE"/>
    </w:rPr>
  </w:style>
  <w:style w:type="paragraph" w:customStyle="1" w:styleId="zDokumenttyp">
    <w:name w:val="zDokumenttyp"/>
    <w:basedOn w:val="Normln"/>
    <w:next w:val="Zkladntext"/>
    <w:semiHidden/>
    <w:rsid w:val="00304B67"/>
    <w:pPr>
      <w:tabs>
        <w:tab w:val="left" w:pos="0"/>
        <w:tab w:val="left" w:pos="567"/>
        <w:tab w:val="left" w:pos="1276"/>
        <w:tab w:val="left" w:pos="2552"/>
        <w:tab w:val="left" w:pos="3828"/>
        <w:tab w:val="left" w:pos="5103"/>
        <w:tab w:val="left" w:pos="6379"/>
        <w:tab w:val="right" w:pos="8364"/>
      </w:tabs>
      <w:spacing w:line="360" w:lineRule="exact"/>
      <w:jc w:val="left"/>
    </w:pPr>
    <w:rPr>
      <w:caps/>
      <w:spacing w:val="20"/>
      <w:kern w:val="30"/>
      <w:sz w:val="30"/>
      <w:lang w:val="en-GB" w:eastAsia="sv-SE"/>
    </w:rPr>
  </w:style>
  <w:style w:type="paragraph" w:customStyle="1" w:styleId="zUppdragsbenmning">
    <w:name w:val="zUppdragsbenämning"/>
    <w:basedOn w:val="Normal-extraradavstnd"/>
    <w:semiHidden/>
    <w:rsid w:val="00304B67"/>
    <w:rPr>
      <w:sz w:val="18"/>
    </w:rPr>
  </w:style>
  <w:style w:type="paragraph" w:customStyle="1" w:styleId="Siffra">
    <w:name w:val="Siffra"/>
    <w:basedOn w:val="Zkladntext"/>
    <w:semiHidden/>
    <w:rsid w:val="00304B67"/>
    <w:rPr>
      <w:b/>
    </w:rPr>
  </w:style>
  <w:style w:type="paragraph" w:customStyle="1" w:styleId="Tabelltextsiffror">
    <w:name w:val="Tabelltext siffror"/>
    <w:basedOn w:val="Tabelltext"/>
    <w:semiHidden/>
    <w:rsid w:val="00304B67"/>
    <w:rPr>
      <w:sz w:val="16"/>
    </w:rPr>
  </w:style>
  <w:style w:type="paragraph" w:customStyle="1" w:styleId="Sidfotfastradavst">
    <w:name w:val="Sidfot fast radavst"/>
    <w:basedOn w:val="Zpat"/>
    <w:semiHidden/>
    <w:rsid w:val="003D404F"/>
    <w:pPr>
      <w:spacing w:line="160" w:lineRule="atLeast"/>
      <w:jc w:val="left"/>
    </w:pPr>
    <w:rPr>
      <w:noProof/>
      <w:sz w:val="18"/>
      <w:lang w:val="en-GB" w:eastAsia="sv-SE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7C488A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7C488A"/>
    <w:rPr>
      <w:rFonts w:ascii="Arial" w:hAnsi="Arial"/>
      <w:sz w:val="22"/>
      <w:szCs w:val="24"/>
    </w:rPr>
  </w:style>
  <w:style w:type="character" w:styleId="Siln">
    <w:name w:val="Strong"/>
    <w:basedOn w:val="Standardnpsmoodstavce"/>
    <w:semiHidden/>
    <w:qFormat/>
    <w:rsid w:val="007C488A"/>
    <w:rPr>
      <w:b/>
      <w:bCs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A73AAA"/>
    <w:pPr>
      <w:keepLines/>
      <w:spacing w:before="480" w:after="0" w:line="276" w:lineRule="auto"/>
      <w:ind w:left="0" w:firstLine="0"/>
      <w:jc w:val="left"/>
      <w:outlineLvl w:val="9"/>
    </w:pPr>
    <w:rPr>
      <w:rFonts w:ascii="Cambria" w:hAnsi="Cambria"/>
      <w:caps w:val="0"/>
      <w:color w:val="365F91"/>
      <w:sz w:val="28"/>
      <w:szCs w:val="28"/>
      <w:lang w:eastAsia="en-US"/>
    </w:rPr>
  </w:style>
  <w:style w:type="character" w:styleId="Zstupntext">
    <w:name w:val="Placeholder Text"/>
    <w:basedOn w:val="Standardnpsmoodstavce"/>
    <w:uiPriority w:val="99"/>
    <w:semiHidden/>
    <w:rsid w:val="00FD3AF7"/>
    <w:rPr>
      <w:color w:val="808080"/>
    </w:rPr>
  </w:style>
  <w:style w:type="paragraph" w:styleId="Nzev">
    <w:name w:val="Title"/>
    <w:basedOn w:val="Normln"/>
    <w:next w:val="Normln"/>
    <w:link w:val="NzevChar"/>
    <w:uiPriority w:val="10"/>
    <w:qFormat/>
    <w:rsid w:val="00083CDD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083CD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Desky1">
    <w:name w:val="Desky1"/>
    <w:basedOn w:val="Normln"/>
    <w:qFormat/>
    <w:rsid w:val="00080C04"/>
    <w:pPr>
      <w:spacing w:line="360" w:lineRule="auto"/>
      <w:ind w:left="567" w:right="567"/>
      <w:jc w:val="center"/>
    </w:pPr>
    <w:rPr>
      <w:sz w:val="40"/>
    </w:rPr>
  </w:style>
  <w:style w:type="paragraph" w:customStyle="1" w:styleId="Desky2">
    <w:name w:val="Desky2"/>
    <w:basedOn w:val="Desky1"/>
    <w:qFormat/>
    <w:rsid w:val="00FB5259"/>
    <w:rPr>
      <w:sz w:val="32"/>
    </w:rPr>
  </w:style>
  <w:style w:type="paragraph" w:styleId="Normlnweb">
    <w:name w:val="Normal (Web)"/>
    <w:basedOn w:val="Normln"/>
    <w:uiPriority w:val="99"/>
    <w:semiHidden/>
    <w:unhideWhenUsed/>
    <w:rsid w:val="00870C8D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</w:rPr>
  </w:style>
  <w:style w:type="paragraph" w:styleId="Seznamsodrkami">
    <w:name w:val="List Bullet"/>
    <w:basedOn w:val="Normln"/>
    <w:uiPriority w:val="99"/>
    <w:semiHidden/>
    <w:unhideWhenUsed/>
    <w:rsid w:val="00870C8D"/>
    <w:pPr>
      <w:numPr>
        <w:numId w:val="2"/>
      </w:numPr>
      <w:contextualSpacing/>
    </w:pPr>
  </w:style>
  <w:style w:type="paragraph" w:styleId="slovanseznam">
    <w:name w:val="List Number"/>
    <w:basedOn w:val="Normln"/>
    <w:uiPriority w:val="99"/>
    <w:semiHidden/>
    <w:unhideWhenUsed/>
    <w:rsid w:val="00870C8D"/>
    <w:pPr>
      <w:numPr>
        <w:numId w:val="3"/>
      </w:numPr>
      <w:contextualSpacing/>
    </w:pPr>
  </w:style>
  <w:style w:type="character" w:customStyle="1" w:styleId="Nevyeenzmnka1">
    <w:name w:val="Nevyřešená zmínka1"/>
    <w:basedOn w:val="Standardnpsmoodstavce"/>
    <w:uiPriority w:val="99"/>
    <w:unhideWhenUsed/>
    <w:rsid w:val="00870C8D"/>
    <w:rPr>
      <w:color w:val="605E5C"/>
      <w:shd w:val="clear" w:color="auto" w:fill="E1DFDD"/>
    </w:rPr>
  </w:style>
  <w:style w:type="paragraph" w:styleId="Odstavecseseznamem">
    <w:name w:val="List Paragraph"/>
    <w:aliases w:val="Odstavec"/>
    <w:basedOn w:val="Normln"/>
    <w:uiPriority w:val="34"/>
    <w:qFormat/>
    <w:rsid w:val="00870C8D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rsid w:val="00417AB2"/>
    <w:rPr>
      <w:rFonts w:cs="Arial"/>
      <w:b/>
      <w:bCs/>
      <w:caps/>
      <w:color w:val="000000" w:themeColor="text1"/>
      <w:szCs w:val="26"/>
    </w:rPr>
  </w:style>
  <w:style w:type="character" w:customStyle="1" w:styleId="Nadpis4Char">
    <w:name w:val="Nadpis 4 Char"/>
    <w:basedOn w:val="Standardnpsmoodstavce"/>
    <w:link w:val="Nadpis4"/>
    <w:rsid w:val="00417AB2"/>
    <w:rPr>
      <w:b/>
      <w:bCs/>
      <w:caps/>
      <w:color w:val="000000" w:themeColor="text1"/>
      <w:szCs w:val="28"/>
    </w:rPr>
  </w:style>
  <w:style w:type="character" w:styleId="Odkaznakoment">
    <w:name w:val="annotation reference"/>
    <w:basedOn w:val="Standardnpsmoodstavce"/>
    <w:uiPriority w:val="99"/>
    <w:semiHidden/>
    <w:unhideWhenUsed/>
    <w:rsid w:val="0066431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664317"/>
  </w:style>
  <w:style w:type="character" w:customStyle="1" w:styleId="TextkomenteChar">
    <w:name w:val="Text komentáře Char"/>
    <w:basedOn w:val="Standardnpsmoodstavce"/>
    <w:link w:val="Textkomente"/>
    <w:uiPriority w:val="99"/>
    <w:rsid w:val="00664317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6431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64317"/>
    <w:rPr>
      <w:b/>
      <w:bCs/>
    </w:rPr>
  </w:style>
  <w:style w:type="paragraph" w:customStyle="1" w:styleId="paragraph">
    <w:name w:val="paragraph"/>
    <w:basedOn w:val="Normln"/>
    <w:rsid w:val="00511864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</w:rPr>
  </w:style>
  <w:style w:type="character" w:customStyle="1" w:styleId="contextualspellingandgrammarerror">
    <w:name w:val="contextualspellingandgrammarerror"/>
    <w:basedOn w:val="Standardnpsmoodstavce"/>
    <w:rsid w:val="00511864"/>
  </w:style>
  <w:style w:type="character" w:customStyle="1" w:styleId="eop">
    <w:name w:val="eop"/>
    <w:basedOn w:val="Standardnpsmoodstavce"/>
    <w:rsid w:val="00511864"/>
  </w:style>
  <w:style w:type="character" w:customStyle="1" w:styleId="normaltextrun">
    <w:name w:val="normaltextrun"/>
    <w:basedOn w:val="Standardnpsmoodstavce"/>
    <w:rsid w:val="00511864"/>
  </w:style>
  <w:style w:type="character" w:customStyle="1" w:styleId="Nevyeenzmnka10">
    <w:name w:val="Nevyřešená zmínka1"/>
    <w:basedOn w:val="Standardnpsmoodstavce"/>
    <w:uiPriority w:val="99"/>
    <w:semiHidden/>
    <w:unhideWhenUsed/>
    <w:rsid w:val="00E259D7"/>
    <w:rPr>
      <w:color w:val="605E5C"/>
      <w:shd w:val="clear" w:color="auto" w:fill="E1DFDD"/>
    </w:rPr>
  </w:style>
  <w:style w:type="character" w:customStyle="1" w:styleId="Zmnka1">
    <w:name w:val="Zmínka1"/>
    <w:basedOn w:val="Standardnpsmoodstavce"/>
    <w:uiPriority w:val="99"/>
    <w:unhideWhenUsed/>
    <w:rsid w:val="00E259D7"/>
    <w:rPr>
      <w:color w:val="2B579A"/>
      <w:shd w:val="clear" w:color="auto" w:fill="E1DFDD"/>
    </w:rPr>
  </w:style>
  <w:style w:type="paragraph" w:styleId="Revize">
    <w:name w:val="Revision"/>
    <w:hidden/>
    <w:uiPriority w:val="99"/>
    <w:semiHidden/>
    <w:rsid w:val="00E259D7"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114856"/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14856"/>
  </w:style>
  <w:style w:type="character" w:styleId="Znakapoznpodarou">
    <w:name w:val="footnote reference"/>
    <w:basedOn w:val="Standardnpsmoodstavce"/>
    <w:uiPriority w:val="99"/>
    <w:semiHidden/>
    <w:unhideWhenUsed/>
    <w:rsid w:val="0011485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289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03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87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23825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1214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313674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2365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760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2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3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0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64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3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58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0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0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6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50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8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46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9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2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30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9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20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795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850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961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010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3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07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642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44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981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128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0034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5526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4367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916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793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5861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4496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576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28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6294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8475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4257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8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0346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7229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4014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7291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0607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838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5386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408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7158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847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4216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6839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7906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652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1649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45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8391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4554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137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293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4355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2416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8014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336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9713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5517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0656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6437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3569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3509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093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5788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0137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350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9896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2698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3685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879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763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4547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1973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7453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6757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9429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1884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6155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8868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642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4575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3576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0101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0406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1507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9306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0685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2932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2714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304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6180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0365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7812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138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4315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749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5863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8909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2365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3643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3258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9469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446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959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7269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20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1971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402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220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225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4853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7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6959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9501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433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5023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0302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7797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0613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9913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6309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951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6939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560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4580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9659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3794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5429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6881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412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9915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5483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804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8456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0230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8739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6557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8679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7749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36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770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9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66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25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96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9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7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header" Target="header4.xml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footer" Target="footer5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23" Type="http://schemas.openxmlformats.org/officeDocument/2006/relationships/footer" Target="footer6.xml"/><Relationship Id="rId10" Type="http://schemas.openxmlformats.org/officeDocument/2006/relationships/endnotes" Target="endnotes.xml"/><Relationship Id="rId19" Type="http://schemas.openxmlformats.org/officeDocument/2006/relationships/header" Target="header5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Relationship Id="rId22" Type="http://schemas.openxmlformats.org/officeDocument/2006/relationships/header" Target="header6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Sablony\Hot\Minutes%20en%20x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4455A44B058644D2A53573B7138F8EC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2FE73C8-20A9-4896-9229-68A5B9D4ED40}"/>
      </w:docPartPr>
      <w:docPartBody>
        <w:p w:rsidR="00D13942" w:rsidRDefault="00C15348" w:rsidP="00C15348">
          <w:r w:rsidRPr="0005706C">
            <w:rPr>
              <w:color w:val="000000" w:themeColor="text1"/>
              <w:sz w:val="14"/>
            </w:rPr>
            <w:t xml:space="preserve"> </w:t>
          </w:r>
        </w:p>
      </w:docPartBody>
    </w:docPart>
    <w:docPart>
      <w:docPartPr>
        <w:name w:val="0DFCD2D10C0C4F45892D11C61214D8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CB9CD2-00B5-4CA9-ACE1-E345A771D863}"/>
      </w:docPartPr>
      <w:docPartBody>
        <w:p w:rsidR="00D13942" w:rsidRDefault="00C15348" w:rsidP="00C15348"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9D873DE55F594146AF036837467F0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B87DBE3-AFCE-4A89-9950-4873080BB644}"/>
      </w:docPartPr>
      <w:docPartBody>
        <w:p w:rsidR="00D13942" w:rsidRDefault="00C15348" w:rsidP="00C15348"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BB5140E1D2BB415595063D327FB48D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0341DA-14E6-4CA6-B345-69F30B801203}"/>
      </w:docPartPr>
      <w:docPartBody>
        <w:p w:rsidR="00D13942" w:rsidRDefault="00C15348" w:rsidP="00C15348"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8CF145A31CE84D5FB5872EF400C52AD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48F5D0-DB71-4618-BE3B-8D9EECF46C1B}"/>
      </w:docPartPr>
      <w:docPartBody>
        <w:p w:rsidR="00D13942" w:rsidRDefault="00C15348" w:rsidP="00C15348"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2DC4F3AF62B64394972D5BCD2CBCBB9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EE51253-B725-419D-9D80-A8AB4E1112B2}"/>
      </w:docPartPr>
      <w:docPartBody>
        <w:p w:rsidR="00D13942" w:rsidRDefault="00C15348" w:rsidP="00C15348"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A8A0D4CD5BEC4B0D92761194ED8D362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1FF300-DB44-488A-969F-1E5FAC97138C}"/>
      </w:docPartPr>
      <w:docPartBody>
        <w:p w:rsidR="00D13942" w:rsidRDefault="00C15348" w:rsidP="00C15348"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4ED01243361B45EBA4ACA7825CE7AC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3F6078-0A62-49AB-999B-1E29457316B4}"/>
      </w:docPartPr>
      <w:docPartBody>
        <w:p w:rsidR="00D13942" w:rsidRDefault="00C15348" w:rsidP="00C15348"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325AC45C362E49618859C7A5C3DBA5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8F6E4E-D371-4227-8184-314198632C03}"/>
      </w:docPartPr>
      <w:docPartBody>
        <w:p w:rsidR="00D13942" w:rsidRDefault="00C15348" w:rsidP="00C15348"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D86FB1FD1B6A4447B8D835C6CA67D1A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342444-FC7E-4105-8444-E0AE142341D9}"/>
      </w:docPartPr>
      <w:docPartBody>
        <w:p w:rsidR="00D13942" w:rsidRDefault="00C15348" w:rsidP="00C15348"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C5ADEDC169C042E58045EEBBC7B648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0C8F2-4DD1-45B3-97D6-612974105798}"/>
      </w:docPartPr>
      <w:docPartBody>
        <w:p w:rsidR="00D13942" w:rsidRDefault="00C15348" w:rsidP="00C15348"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4CF8D92AFC1D4C658603E21C732313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78D9402-DB86-47D1-BCCB-23CB3BDB04FD}"/>
      </w:docPartPr>
      <w:docPartBody>
        <w:p w:rsidR="00D13942" w:rsidRDefault="00C15348" w:rsidP="00C15348"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9B31CFBF72D0433A9687AA8F38FF2D1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6CFDE3-ECA0-4446-B099-36ACD805EFFB}"/>
      </w:docPartPr>
      <w:docPartBody>
        <w:p w:rsidR="00D13942" w:rsidRDefault="00C15348" w:rsidP="00C15348"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D7E767A543FB49ECB116B02362C08A4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4433A8C-154E-4B5D-A3AE-90647A8151E5}"/>
      </w:docPartPr>
      <w:docPartBody>
        <w:p w:rsidR="00D13942" w:rsidRDefault="00C15348" w:rsidP="00C15348"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FA2EDAF59F2B44689D1C4569A81DAF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E9E95-811D-48AE-918A-0E5078F47964}"/>
      </w:docPartPr>
      <w:docPartBody>
        <w:p w:rsidR="00D13942" w:rsidRDefault="00C15348" w:rsidP="00C15348"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5A8565E9D62C4EB4B7868765CE501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1630746-52E4-4747-B7B7-80B684103C93}"/>
      </w:docPartPr>
      <w:docPartBody>
        <w:p w:rsidR="00D13942" w:rsidRDefault="00C15348" w:rsidP="00C15348"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E80E9193088F4781A8919098822434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09E6024-A93A-46B8-8792-6C8163B6A105}"/>
      </w:docPartPr>
      <w:docPartBody>
        <w:p w:rsidR="00D13942" w:rsidRDefault="00C15348" w:rsidP="00C15348"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1F16EF84CFD745F8B83C94148968609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A4C06EA-336B-4DAF-8980-E1FEE2EC7678}"/>
      </w:docPartPr>
      <w:docPartBody>
        <w:p w:rsidR="00D13942" w:rsidRDefault="00C15348" w:rsidP="00C15348"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C551B125A0AB4E45988684B1CCB230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508692-B0C3-42E2-8C92-52A67EC3858F}"/>
      </w:docPartPr>
      <w:docPartBody>
        <w:p w:rsidR="00D13942" w:rsidRDefault="00C15348" w:rsidP="00C15348"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B0F88486065F4C78833A88EC9572F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30FDA66-E586-4C93-9604-16DC75A42BBD}"/>
      </w:docPartPr>
      <w:docPartBody>
        <w:p w:rsidR="00D13942" w:rsidRDefault="00C15348" w:rsidP="00C15348"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52413C6E8A564A21B3AD39BEECD8898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F2B88E-5F67-4D0B-94A0-EACF6FC1CD28}"/>
      </w:docPartPr>
      <w:docPartBody>
        <w:p w:rsidR="00D13942" w:rsidRDefault="00C15348" w:rsidP="00C15348"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EF3E8C238E4D4C25AEC16594179475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EC616E-7677-4914-942C-08A76D8F3642}"/>
      </w:docPartPr>
      <w:docPartBody>
        <w:p w:rsidR="00D13942" w:rsidRDefault="00C15348" w:rsidP="00C15348"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77529019E2A642A990A622591BA2FA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9197B7F-53AB-4670-95A2-1370A24D7DDC}"/>
      </w:docPartPr>
      <w:docPartBody>
        <w:p w:rsidR="00D13942" w:rsidRDefault="00C15348" w:rsidP="00C15348"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72C4041A107D45C197C66720C0B47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5F0E63-19F3-4904-9FDA-8E67753210C6}"/>
      </w:docPartPr>
      <w:docPartBody>
        <w:p w:rsidR="00D13942" w:rsidRDefault="00C15348" w:rsidP="00C15348"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9AEBE97ACAC0479D8FF7A077D1827D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DDB610E-F1CF-4E06-880C-E066185AD4A1}"/>
      </w:docPartPr>
      <w:docPartBody>
        <w:p w:rsidR="00D13942" w:rsidRDefault="00C15348" w:rsidP="00C15348"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182ECDBA034742C2AEE89D1E899ADA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A07D5AF-1258-403A-B2BB-43B3F3274F24}"/>
      </w:docPartPr>
      <w:docPartBody>
        <w:p w:rsidR="00D13942" w:rsidRDefault="00C15348" w:rsidP="00C15348"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1F72009A793D44D69F275E72E39A41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08D2144-5C3D-4533-81A5-D1C96FBD325A}"/>
      </w:docPartPr>
      <w:docPartBody>
        <w:p w:rsidR="004C2305" w:rsidRDefault="00531921" w:rsidP="00531921"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6EBF239F87024C759225D9CCE42449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C88BE7-6729-4ABD-AF26-EDACF3C90E4A}"/>
      </w:docPartPr>
      <w:docPartBody>
        <w:p w:rsidR="004C2305" w:rsidRDefault="00531921" w:rsidP="00531921"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334C278F48E24E3081F0225913D0B53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6E16C7-7B26-4797-9492-607B6D42BCE1}"/>
      </w:docPartPr>
      <w:docPartBody>
        <w:p w:rsidR="004C2305" w:rsidRDefault="00531921" w:rsidP="00531921"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4C7CB446A0094AFDB350BBA0773E71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431F8C-3EED-4782-AC09-22AAC95D3E5D}"/>
      </w:docPartPr>
      <w:docPartBody>
        <w:p w:rsidR="002768C4" w:rsidRDefault="004C2305" w:rsidP="004C2305"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55E885F254ED4A4197B2BE5DD9CB95C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6CD7C-A93A-4B3B-82F6-48FD46050CDC}"/>
      </w:docPartPr>
      <w:docPartBody>
        <w:p w:rsidR="00E64EBC" w:rsidRDefault="00E64EBC" w:rsidP="00E64EBC"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C05BD8020C634B5DACFBBF223B422D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141F6E-456D-49A1-AF70-9DC0BE2134A9}"/>
      </w:docPartPr>
      <w:docPartBody>
        <w:p w:rsidR="00135958" w:rsidRDefault="00C15348">
          <w:pPr>
            <w:pStyle w:val="C05BD8020C634B5DACFBBF223B422D15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D0BBF8CE1028417498EBCDB7CCF3F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3D88418-2A39-4440-8043-D9C7F9244153}"/>
      </w:docPartPr>
      <w:docPartBody>
        <w:p w:rsidR="00135958" w:rsidRDefault="00C15348">
          <w:pPr>
            <w:pStyle w:val="D0BBF8CE1028417498EBCDB7CCF3F1C2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CFE7886D83204BA7B5F62B39EFF40E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D9581EE-941E-47F1-8DDF-D005FB3EA65D}"/>
      </w:docPartPr>
      <w:docPartBody>
        <w:p w:rsidR="00BE236A" w:rsidRDefault="00C15348">
          <w:pPr>
            <w:pStyle w:val="CFE7886D83204BA7B5F62B39EFF40EFE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BF458BDF49D043ADB8D41591C98DE8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56DCC1-4D24-4AB8-8DEC-4F788B500CE2}"/>
      </w:docPartPr>
      <w:docPartBody>
        <w:p w:rsidR="00BE236A" w:rsidRDefault="00C15348">
          <w:pPr>
            <w:pStyle w:val="BF458BDF49D043ADB8D41591C98DE8E4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55D440A4923647E195FBD81C20F0566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B012F7-204F-47F2-A70E-DC90E96D81AB}"/>
      </w:docPartPr>
      <w:docPartBody>
        <w:p w:rsidR="00BE236A" w:rsidRDefault="00C15348">
          <w:pPr>
            <w:pStyle w:val="55D440A4923647E195FBD81C20F05660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6036A77F96E544148D3D051D8926FFE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9C2100-0C16-49CB-BC1B-C62CB027FC1E}"/>
      </w:docPartPr>
      <w:docPartBody>
        <w:p w:rsidR="00BE236A" w:rsidRDefault="00C15348">
          <w:pPr>
            <w:pStyle w:val="6036A77F96E544148D3D051D8926FFEA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9604C"/>
    <w:rsid w:val="00013D0C"/>
    <w:rsid w:val="00066B26"/>
    <w:rsid w:val="000714EB"/>
    <w:rsid w:val="00095F5B"/>
    <w:rsid w:val="000A08CA"/>
    <w:rsid w:val="000F5151"/>
    <w:rsid w:val="001227DF"/>
    <w:rsid w:val="00135958"/>
    <w:rsid w:val="001571A9"/>
    <w:rsid w:val="001716BF"/>
    <w:rsid w:val="00171B18"/>
    <w:rsid w:val="00175401"/>
    <w:rsid w:val="001F7E00"/>
    <w:rsid w:val="00205F9C"/>
    <w:rsid w:val="00216FF3"/>
    <w:rsid w:val="00226DA4"/>
    <w:rsid w:val="002615C8"/>
    <w:rsid w:val="00274F63"/>
    <w:rsid w:val="002768C4"/>
    <w:rsid w:val="0029444C"/>
    <w:rsid w:val="002A1B07"/>
    <w:rsid w:val="002B60F4"/>
    <w:rsid w:val="002D6666"/>
    <w:rsid w:val="003915D8"/>
    <w:rsid w:val="003C09C3"/>
    <w:rsid w:val="003E1285"/>
    <w:rsid w:val="00414C35"/>
    <w:rsid w:val="00415E84"/>
    <w:rsid w:val="0042617A"/>
    <w:rsid w:val="00492E18"/>
    <w:rsid w:val="004C2305"/>
    <w:rsid w:val="004F4720"/>
    <w:rsid w:val="00531921"/>
    <w:rsid w:val="005653D6"/>
    <w:rsid w:val="005D2A83"/>
    <w:rsid w:val="005E5560"/>
    <w:rsid w:val="005F0742"/>
    <w:rsid w:val="00624961"/>
    <w:rsid w:val="006274C6"/>
    <w:rsid w:val="00632E6A"/>
    <w:rsid w:val="00634106"/>
    <w:rsid w:val="006C650F"/>
    <w:rsid w:val="006D21A9"/>
    <w:rsid w:val="006E2FFC"/>
    <w:rsid w:val="00722E72"/>
    <w:rsid w:val="007231B2"/>
    <w:rsid w:val="007356CB"/>
    <w:rsid w:val="007362DE"/>
    <w:rsid w:val="00787986"/>
    <w:rsid w:val="007F5AEA"/>
    <w:rsid w:val="00833ADC"/>
    <w:rsid w:val="0085063C"/>
    <w:rsid w:val="008A6D27"/>
    <w:rsid w:val="008B6E63"/>
    <w:rsid w:val="009068F1"/>
    <w:rsid w:val="0092184C"/>
    <w:rsid w:val="00930776"/>
    <w:rsid w:val="00930D8E"/>
    <w:rsid w:val="00933783"/>
    <w:rsid w:val="009732F2"/>
    <w:rsid w:val="00992DC5"/>
    <w:rsid w:val="009A5BC1"/>
    <w:rsid w:val="009B45BF"/>
    <w:rsid w:val="009C601C"/>
    <w:rsid w:val="009D5B11"/>
    <w:rsid w:val="009E6BD6"/>
    <w:rsid w:val="00A2046A"/>
    <w:rsid w:val="00A97ACE"/>
    <w:rsid w:val="00AA5B36"/>
    <w:rsid w:val="00B227C6"/>
    <w:rsid w:val="00B973D1"/>
    <w:rsid w:val="00BB5795"/>
    <w:rsid w:val="00BD4F13"/>
    <w:rsid w:val="00BE236A"/>
    <w:rsid w:val="00BF6C21"/>
    <w:rsid w:val="00C02180"/>
    <w:rsid w:val="00C10AD9"/>
    <w:rsid w:val="00C15348"/>
    <w:rsid w:val="00C22723"/>
    <w:rsid w:val="00C37CD9"/>
    <w:rsid w:val="00C60556"/>
    <w:rsid w:val="00C849EC"/>
    <w:rsid w:val="00CD4DC2"/>
    <w:rsid w:val="00D13942"/>
    <w:rsid w:val="00D912AC"/>
    <w:rsid w:val="00DA4E6A"/>
    <w:rsid w:val="00DD0D3D"/>
    <w:rsid w:val="00DD7042"/>
    <w:rsid w:val="00E077B6"/>
    <w:rsid w:val="00E32A7D"/>
    <w:rsid w:val="00E364A5"/>
    <w:rsid w:val="00E603DD"/>
    <w:rsid w:val="00E64EBC"/>
    <w:rsid w:val="00E9604C"/>
    <w:rsid w:val="00EA2982"/>
    <w:rsid w:val="00EF174F"/>
    <w:rsid w:val="00F332BF"/>
    <w:rsid w:val="00F337C3"/>
    <w:rsid w:val="00F55DCF"/>
    <w:rsid w:val="00F76F13"/>
    <w:rsid w:val="00FA03E1"/>
    <w:rsid w:val="00FA4C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64EBC"/>
    <w:rPr>
      <w:color w:val="808080"/>
    </w:rPr>
  </w:style>
  <w:style w:type="paragraph" w:customStyle="1" w:styleId="C05BD8020C634B5DACFBBF223B422D15">
    <w:name w:val="C05BD8020C634B5DACFBBF223B422D15"/>
    <w:pPr>
      <w:spacing w:after="160" w:line="259" w:lineRule="auto"/>
    </w:pPr>
  </w:style>
  <w:style w:type="paragraph" w:customStyle="1" w:styleId="D0BBF8CE1028417498EBCDB7CCF3F1C2">
    <w:name w:val="D0BBF8CE1028417498EBCDB7CCF3F1C2"/>
    <w:pPr>
      <w:spacing w:after="160" w:line="259" w:lineRule="auto"/>
    </w:pPr>
  </w:style>
  <w:style w:type="paragraph" w:customStyle="1" w:styleId="CFE7886D83204BA7B5F62B39EFF40EFE">
    <w:name w:val="CFE7886D83204BA7B5F62B39EFF40EFE"/>
    <w:pPr>
      <w:spacing w:after="160" w:line="259" w:lineRule="auto"/>
    </w:pPr>
  </w:style>
  <w:style w:type="paragraph" w:customStyle="1" w:styleId="BF458BDF49D043ADB8D41591C98DE8E4">
    <w:name w:val="BF458BDF49D043ADB8D41591C98DE8E4"/>
    <w:pPr>
      <w:spacing w:after="160" w:line="259" w:lineRule="auto"/>
    </w:pPr>
  </w:style>
  <w:style w:type="paragraph" w:customStyle="1" w:styleId="55D440A4923647E195FBD81C20F05660">
    <w:name w:val="55D440A4923647E195FBD81C20F05660"/>
    <w:pPr>
      <w:spacing w:after="160" w:line="259" w:lineRule="auto"/>
    </w:pPr>
  </w:style>
  <w:style w:type="paragraph" w:customStyle="1" w:styleId="6036A77F96E544148D3D051D8926FFEA">
    <w:name w:val="6036A77F96E544148D3D051D8926FFEA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4CD74A902729D4C9B8888271949BAA9" ma:contentTypeVersion="18" ma:contentTypeDescription="Create a new document." ma:contentTypeScope="" ma:versionID="27a13898e0a4b86e3f87f6e55dd5da01">
  <xsd:schema xmlns:xsd="http://www.w3.org/2001/XMLSchema" xmlns:xs="http://www.w3.org/2001/XMLSchema" xmlns:p="http://schemas.microsoft.com/office/2006/metadata/properties" xmlns:ns2="fc3dc6dc-1d59-4c8c-8d3c-24f06266975d" xmlns:ns3="2d833277-0b38-4b3a-8158-1894cb92cedb" targetNamespace="http://schemas.microsoft.com/office/2006/metadata/properties" ma:root="true" ma:fieldsID="57145d26c3ff53e3af31bf33e52d6649" ns2:_="" ns3:_="">
    <xsd:import namespace="fc3dc6dc-1d59-4c8c-8d3c-24f06266975d"/>
    <xsd:import namespace="2d833277-0b38-4b3a-8158-1894cb92ce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Odkaz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3dc6dc-1d59-4c8c-8d3c-24f06266975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Odkaz" ma:index="16" nillable="true" ma:displayName="Odkaz" ma:format="Hyperlink" ma:internalName="Odkaz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9dd7e011-bb30-4412-ae0c-25ab964016f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ServiceAutoKeyPoints" ma:index="2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833277-0b38-4b3a-8158-1894cb92ced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49bf8dfb-a81e-4293-a8ce-79483852c45c}" ma:internalName="TaxCatchAll" ma:showField="CatchAllData" ma:web="2d833277-0b38-4b3a-8158-1894cb92ce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dkaz xmlns="fc3dc6dc-1d59-4c8c-8d3c-24f06266975d">
      <Url xsi:nil="true"/>
      <Description xsi:nil="true"/>
    </Odkaz>
    <lcf76f155ced4ddcb4097134ff3c332f xmlns="fc3dc6dc-1d59-4c8c-8d3c-24f06266975d">
      <Terms xmlns="http://schemas.microsoft.com/office/infopath/2007/PartnerControls"/>
    </lcf76f155ced4ddcb4097134ff3c332f>
    <TaxCatchAll xmlns="2d833277-0b38-4b3a-8158-1894cb92cedb" xsi:nil="true"/>
  </documentManagement>
</p:properties>
</file>

<file path=customXml/itemProps1.xml><?xml version="1.0" encoding="utf-8"?>
<ds:datastoreItem xmlns:ds="http://schemas.openxmlformats.org/officeDocument/2006/customXml" ds:itemID="{A869F449-C268-439D-BF53-75EB06C0B8B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BC35675-6C1D-4EFF-A21D-C1A11733BD1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B737CE6-A4E4-493E-B63B-DFC29A975D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3dc6dc-1d59-4c8c-8d3c-24f06266975d"/>
    <ds:schemaRef ds:uri="2d833277-0b38-4b3a-8158-1894cb92ce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9C22C6E-9FAE-46D2-AE15-58E694AD363D}">
  <ds:schemaRefs>
    <ds:schemaRef ds:uri="http://schemas.microsoft.com/office/2006/metadata/properties"/>
    <ds:schemaRef ds:uri="http://schemas.microsoft.com/office/infopath/2007/PartnerControls"/>
    <ds:schemaRef ds:uri="fc3dc6dc-1d59-4c8c-8d3c-24f06266975d"/>
    <ds:schemaRef ds:uri="2d833277-0b38-4b3a-8158-1894cb92ced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Minutes en x.dot</Template>
  <TotalTime>23</TotalTime>
  <Pages>4</Pages>
  <Words>834</Words>
  <Characters>4923</Characters>
  <Application>Microsoft Office Word</Application>
  <DocSecurity>0</DocSecurity>
  <Lines>41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Zpráva - rozpiska (obecná)</vt:lpstr>
    </vt:vector>
  </TitlesOfParts>
  <Company>Sweco Hydroprojekt a.s.</Company>
  <LinksUpToDate>false</LinksUpToDate>
  <CharactersWithSpaces>5746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Zpráva - rozpiska (obecná)</dc:title>
  <dc:subject/>
  <dc:creator>Sweco Hydroprojekt a.s.</dc:creator>
  <cp:keywords/>
  <cp:lastModifiedBy>Kuba, Petr</cp:lastModifiedBy>
  <cp:revision>14</cp:revision>
  <cp:lastPrinted>2023-01-20T15:35:00Z</cp:lastPrinted>
  <dcterms:created xsi:type="dcterms:W3CDTF">2023-01-16T17:00:00Z</dcterms:created>
  <dcterms:modified xsi:type="dcterms:W3CDTF">2023-01-20T15:35:00Z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3f08ec5-d6d9-4227-8387-ccbfcb3632c4_Enabled">
    <vt:lpwstr>true</vt:lpwstr>
  </property>
  <property fmtid="{D5CDD505-2E9C-101B-9397-08002B2CF9AE}" pid="3" name="MSIP_Label_43f08ec5-d6d9-4227-8387-ccbfcb3632c4_SetDate">
    <vt:lpwstr>2022-08-01T11:33:54Z</vt:lpwstr>
  </property>
  <property fmtid="{D5CDD505-2E9C-101B-9397-08002B2CF9AE}" pid="4" name="MSIP_Label_43f08ec5-d6d9-4227-8387-ccbfcb3632c4_Method">
    <vt:lpwstr>Standard</vt:lpwstr>
  </property>
  <property fmtid="{D5CDD505-2E9C-101B-9397-08002B2CF9AE}" pid="5" name="MSIP_Label_43f08ec5-d6d9-4227-8387-ccbfcb3632c4_Name">
    <vt:lpwstr>Sweco Restricted</vt:lpwstr>
  </property>
  <property fmtid="{D5CDD505-2E9C-101B-9397-08002B2CF9AE}" pid="6" name="MSIP_Label_43f08ec5-d6d9-4227-8387-ccbfcb3632c4_SiteId">
    <vt:lpwstr>b7872ef0-9a00-4c18-8a4a-c7d25c778a9e</vt:lpwstr>
  </property>
  <property fmtid="{D5CDD505-2E9C-101B-9397-08002B2CF9AE}" pid="7" name="MSIP_Label_43f08ec5-d6d9-4227-8387-ccbfcb3632c4_ActionId">
    <vt:lpwstr>62b8e3ad-4ca7-4d2a-9c12-6c7966127607</vt:lpwstr>
  </property>
  <property fmtid="{D5CDD505-2E9C-101B-9397-08002B2CF9AE}" pid="8" name="MSIP_Label_43f08ec5-d6d9-4227-8387-ccbfcb3632c4_ContentBits">
    <vt:lpwstr>0</vt:lpwstr>
  </property>
  <property fmtid="{D5CDD505-2E9C-101B-9397-08002B2CF9AE}" pid="9" name="ContentTypeId">
    <vt:lpwstr>0x01010024CD74A902729D4C9B8888271949BAA9</vt:lpwstr>
  </property>
  <property fmtid="{D5CDD505-2E9C-101B-9397-08002B2CF9AE}" pid="10" name="MediaServiceImageTags">
    <vt:lpwstr/>
  </property>
</Properties>
</file>