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32BDC" w14:textId="77777777" w:rsidR="00083CDD" w:rsidRDefault="00083CDD" w:rsidP="009B3BA2"/>
    <w:p w14:paraId="6296909B" w14:textId="77777777" w:rsidR="005554BE" w:rsidRDefault="005554BE" w:rsidP="009B3BA2"/>
    <w:p w14:paraId="4536638C" w14:textId="77777777" w:rsidR="005554BE" w:rsidRDefault="005554BE" w:rsidP="009B3BA2"/>
    <w:p w14:paraId="5295D883" w14:textId="77777777" w:rsidR="005554BE" w:rsidRDefault="005554BE" w:rsidP="009B3BA2"/>
    <w:p w14:paraId="599FED95" w14:textId="77777777" w:rsidR="005554BE" w:rsidRDefault="005554BE" w:rsidP="009B3BA2"/>
    <w:p w14:paraId="676A5EB8" w14:textId="77777777" w:rsidR="005554BE" w:rsidRDefault="005554BE" w:rsidP="009B3BA2"/>
    <w:p w14:paraId="76C0A0C4" w14:textId="77777777" w:rsidR="005554BE" w:rsidRDefault="005554BE" w:rsidP="009B3BA2"/>
    <w:p w14:paraId="56E47CEF" w14:textId="77777777" w:rsidR="005554BE" w:rsidRDefault="005554BE" w:rsidP="009B3BA2"/>
    <w:p w14:paraId="1699AEE0" w14:textId="77777777" w:rsidR="005554BE" w:rsidRDefault="005554BE" w:rsidP="009B3BA2"/>
    <w:p w14:paraId="20D676E2" w14:textId="77777777" w:rsidR="005554BE" w:rsidRDefault="005554BE" w:rsidP="009B3BA2"/>
    <w:p w14:paraId="5E9B75B8" w14:textId="77777777" w:rsidR="005554BE" w:rsidRDefault="005554BE" w:rsidP="009B3BA2"/>
    <w:p w14:paraId="0D0007D6" w14:textId="77777777" w:rsidR="005554BE" w:rsidRDefault="005554BE" w:rsidP="009B3BA2"/>
    <w:p w14:paraId="5539571C" w14:textId="77777777" w:rsidR="005554BE" w:rsidRDefault="005554BE" w:rsidP="009B3BA2"/>
    <w:p w14:paraId="13CFBA1F" w14:textId="77777777" w:rsidR="005554BE" w:rsidRDefault="005554BE" w:rsidP="009B3BA2"/>
    <w:p w14:paraId="2323EEC9" w14:textId="77777777" w:rsidR="00217069" w:rsidRDefault="00217069" w:rsidP="009B3BA2"/>
    <w:p w14:paraId="348C5F59" w14:textId="77777777" w:rsidR="00217069" w:rsidRDefault="00217069" w:rsidP="009B3BA2"/>
    <w:p w14:paraId="0832BA5E" w14:textId="77777777" w:rsidR="005554BE" w:rsidRDefault="005554BE" w:rsidP="009B3BA2"/>
    <w:p w14:paraId="1D24643E" w14:textId="77777777" w:rsidR="00C81FAB" w:rsidRDefault="00C81FAB" w:rsidP="009B3BA2"/>
    <w:p w14:paraId="18266BED" w14:textId="77777777" w:rsidR="005554BE" w:rsidRDefault="005554BE" w:rsidP="009B3BA2"/>
    <w:p w14:paraId="15072EEE" w14:textId="77777777" w:rsidR="005554BE" w:rsidRDefault="005554BE" w:rsidP="009B3BA2"/>
    <w:p w14:paraId="4FA00D0B" w14:textId="77777777" w:rsidR="005554BE" w:rsidRDefault="005554BE" w:rsidP="009B3BA2"/>
    <w:p w14:paraId="4A213BC2" w14:textId="77777777" w:rsidR="005554BE" w:rsidRDefault="005554BE" w:rsidP="009B3BA2"/>
    <w:p w14:paraId="77FE565E" w14:textId="77777777" w:rsidR="00213EE5" w:rsidRDefault="00213EE5" w:rsidP="009B3BA2"/>
    <w:p w14:paraId="73444CA1" w14:textId="77777777"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14:paraId="52E3892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1E3CBFB1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6</w:t>
            </w:r>
          </w:p>
        </w:tc>
        <w:sdt>
          <w:sdtPr>
            <w:rPr>
              <w:color w:val="000000" w:themeColor="text1"/>
              <w:sz w:val="14"/>
            </w:rPr>
            <w:alias w:val="Popis revize č.6"/>
            <w:tag w:val="Pz6"/>
            <w:id w:val="787498064"/>
            <w:placeholder>
              <w:docPart w:val="4455A44B058644D2A53573B7138F8EC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B929EE1" w14:textId="3212DFEA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6"/>
            <w:tag w:val="Dz6"/>
            <w:id w:val="787498093"/>
            <w:placeholder>
              <w:docPart w:val="0DFCD2D10C0C4F45892D11C61214D8BD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62E5CC58" w14:textId="290E87DA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6"/>
            <w:tag w:val="Kz6"/>
            <w:id w:val="787498099"/>
            <w:placeholder>
              <w:docPart w:val="9D873DE55F594146AF036837467F035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4DD250F" w14:textId="7E7C8EB9" w:rsidR="005554BE" w:rsidRPr="005554BE" w:rsidRDefault="00696766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A6C3BDA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11EC7E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5</w:t>
            </w:r>
          </w:p>
        </w:tc>
        <w:sdt>
          <w:sdtPr>
            <w:rPr>
              <w:color w:val="000000" w:themeColor="text1"/>
              <w:sz w:val="14"/>
            </w:rPr>
            <w:alias w:val="Popis revize č.5"/>
            <w:tag w:val="Pz5"/>
            <w:id w:val="787498063"/>
            <w:placeholder>
              <w:docPart w:val="BB5140E1D2BB415595063D327FB48DA2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10AA8E9E" w14:textId="6C43F33F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5"/>
            <w:tag w:val="Dz5"/>
            <w:id w:val="787498092"/>
            <w:placeholder>
              <w:docPart w:val="8CF145A31CE84D5FB5872EF400C52ADA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A2E0C27" w14:textId="2A893524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5"/>
            <w:tag w:val="Kz5"/>
            <w:id w:val="787498098"/>
            <w:placeholder>
              <w:docPart w:val="2DC4F3AF62B64394972D5BCD2CBCBB98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53951C51" w14:textId="7203F7EC" w:rsidR="005554BE" w:rsidRPr="005554BE" w:rsidRDefault="00696766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3514E9C2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540C74D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4</w:t>
            </w:r>
          </w:p>
        </w:tc>
        <w:sdt>
          <w:sdtPr>
            <w:rPr>
              <w:color w:val="000000" w:themeColor="text1"/>
              <w:sz w:val="14"/>
            </w:rPr>
            <w:alias w:val="Popis revize č.4"/>
            <w:tag w:val="Pz4"/>
            <w:id w:val="787498062"/>
            <w:placeholder>
              <w:docPart w:val="A8A0D4CD5BEC4B0D92761194ED8D3621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12ABC26" w14:textId="7E68D5B2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4"/>
            <w:tag w:val="Dz4"/>
            <w:id w:val="787498091"/>
            <w:placeholder>
              <w:docPart w:val="4ED01243361B45EBA4ACA7825CE7AC55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3F80DC37" w14:textId="5CF3A8C3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4"/>
            <w:tag w:val="Kz4"/>
            <w:id w:val="787498097"/>
            <w:placeholder>
              <w:docPart w:val="325AC45C362E49618859C7A5C3DBA529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4D8CFEB9" w14:textId="089CD49A" w:rsidR="005554BE" w:rsidRPr="005554BE" w:rsidRDefault="00696766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7449FD66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E587630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22BB10EA" w14:textId="1E51CAB4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7D84B60C" w14:textId="51E618E2" w:rsidR="005554BE" w:rsidRPr="005554BE" w:rsidRDefault="00696766" w:rsidP="005554BE">
                <w:pPr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748F0C7" w14:textId="723E65D2" w:rsidR="005554BE" w:rsidRPr="005554BE" w:rsidRDefault="00696766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14:paraId="1C7663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58B1C9A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4D5252C" w14:textId="4366D989" w:rsidR="005554BE" w:rsidRPr="005554BE" w:rsidRDefault="002342B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14:paraId="0FFFF209" w14:textId="1FE1732F" w:rsidR="005554BE" w:rsidRPr="005554BE" w:rsidRDefault="002342B4" w:rsidP="005554BE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08.09.2022</w:t>
                </w:r>
              </w:p>
            </w:tc>
          </w:sdtContent>
        </w:sdt>
        <w:tc>
          <w:tcPr>
            <w:tcW w:w="1874" w:type="dxa"/>
            <w:gridSpan w:val="2"/>
            <w:noWrap/>
            <w:vAlign w:val="center"/>
          </w:tcPr>
          <w:p w14:paraId="68F51012" w14:textId="436A6086" w:rsidR="005554BE" w:rsidRPr="005554BE" w:rsidRDefault="007D5D8D" w:rsidP="00916646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  <w:sdt>
              <w:sdtPr>
                <w:rPr>
                  <w:color w:val="000000" w:themeColor="text1"/>
                  <w:sz w:val="14"/>
                </w:rPr>
                <w:alias w:val="Schválil revizi č.2"/>
                <w:tag w:val="Kz2"/>
                <w:id w:val="787498095"/>
                <w:placeholder>
                  <w:docPart w:val="680FD3CCD2DD446FBB1C0923F02C12CC"/>
                </w:placeholder>
                <w:text/>
              </w:sdtPr>
              <w:sdtEndPr/>
              <w:sdtContent>
                <w:r w:rsidR="002342B4">
                  <w:rPr>
                    <w:color w:val="000000" w:themeColor="text1"/>
                    <w:sz w:val="14"/>
                  </w:rPr>
                  <w:t>Ing. Kuba, Ph.D.</w:t>
                </w:r>
              </w:sdtContent>
            </w:sdt>
          </w:p>
        </w:tc>
      </w:tr>
      <w:tr w:rsidR="005554BE" w:rsidRPr="005554BE" w14:paraId="5ADDE4F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04CE1AE3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1EA29DD" w14:textId="42D68ADF" w:rsidR="005554BE" w:rsidRPr="005554BE" w:rsidRDefault="0027199C" w:rsidP="00C81FAB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PRVNÍ VYDÁNÍ PRO KONTROLU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text/>
            </w:sdtPr>
            <w:sdtEndPr/>
            <w:sdtContent>
              <w:p w14:paraId="3F54F45A" w14:textId="2007848F" w:rsidR="005554BE" w:rsidRPr="005554BE" w:rsidRDefault="0027199C" w:rsidP="00916646">
                <w:pPr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09.08.2022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392EFE48" w14:textId="02BF0D57" w:rsidR="005554BE" w:rsidRPr="005554BE" w:rsidRDefault="0027199C" w:rsidP="00916646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>
                  <w:rPr>
                    <w:color w:val="000000" w:themeColor="text1"/>
                    <w:sz w:val="14"/>
                  </w:rPr>
                  <w:t>Ing. Kuba, Ph.D.</w:t>
                </w:r>
              </w:p>
            </w:tc>
          </w:sdtContent>
        </w:sdt>
      </w:tr>
      <w:tr w:rsidR="005554BE" w:rsidRPr="005554BE" w14:paraId="4C335759" w14:textId="77777777" w:rsidTr="0005499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0DA615FA" w14:textId="77777777"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37A5D26A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F8607FE" w14:textId="77777777"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03ED932A" w14:textId="77777777"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14:paraId="3CBD0604" w14:textId="77777777" w:rsidTr="0005499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8AAC7CC" w14:textId="77777777"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ABFCE79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B60F158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41177A56" w14:textId="77777777"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14:paraId="14E4067A" w14:textId="77777777" w:rsidTr="00213E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3A9C99F3" w14:textId="77777777" w:rsidR="005554BE" w:rsidRPr="005554BE" w:rsidRDefault="005554BE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9FD666" wp14:editId="1DF0E49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43EBD0" w14:textId="77777777" w:rsidR="005554BE" w:rsidRPr="00E566A0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1EBA5DBC" w14:textId="77777777" w:rsidR="005554BE" w:rsidRPr="00880E2C" w:rsidRDefault="005554BE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FD6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4E43EBD0" w14:textId="77777777" w:rsidR="005554BE" w:rsidRPr="00E566A0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1EBA5DBC" w14:textId="77777777" w:rsidR="005554BE" w:rsidRPr="00880E2C" w:rsidRDefault="005554BE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24CAD898" w14:textId="77777777"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3D7D5C87" wp14:editId="0D537652">
                  <wp:extent cx="1440000" cy="417243"/>
                  <wp:effectExtent l="0" t="0" r="8255" b="1905"/>
                  <wp:docPr id="18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54BE" w:rsidRPr="005554BE" w14:paraId="2BB257C8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D94633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5A8565E9D62C4EB4B7868765CE501DFA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C66B7C4" w14:textId="676EE8B8" w:rsidR="005554BE" w:rsidRPr="005554BE" w:rsidRDefault="0069676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4BE9C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A312970" w14:textId="3F097739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Rinn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0F5B1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47268468" w14:textId="4F89AC5D" w:rsidR="005554BE" w:rsidRPr="005554BE" w:rsidRDefault="0069676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Holuša</w:t>
                </w:r>
              </w:p>
            </w:tc>
          </w:sdtContent>
        </w:sdt>
      </w:tr>
      <w:tr w:rsidR="005554BE" w:rsidRPr="005554BE" w14:paraId="75C487F7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DE70D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79CCCFD" w14:textId="7E6F3E5A" w:rsidR="005554BE" w:rsidRPr="005554BE" w:rsidRDefault="0069676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Trnka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70E5B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2A9014" w14:textId="1E7EB0D0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E611E1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348AA92" w14:textId="45D4BC04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09/2022</w:t>
                </w:r>
              </w:p>
            </w:tc>
          </w:sdtContent>
        </w:sdt>
      </w:tr>
      <w:tr w:rsidR="005554BE" w:rsidRPr="005554BE" w14:paraId="139E1BD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A102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EE0EE81" w14:textId="397E1D56" w:rsidR="005554BE" w:rsidRPr="005554BE" w:rsidRDefault="0027199C" w:rsidP="00916646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>
                  <w:rPr>
                    <w:color w:val="000000" w:themeColor="text1"/>
                    <w:sz w:val="18"/>
                    <w:szCs w:val="18"/>
                  </w:rPr>
                  <w:t>Brněnské vodárny a kanalizace, a.s.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A91C0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A261FC9" w14:textId="020BCE9D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Brno Modřice</w:t>
                </w:r>
              </w:p>
            </w:tc>
          </w:sdtContent>
        </w:sdt>
      </w:tr>
      <w:tr w:rsidR="005554BE" w:rsidRPr="005554BE" w14:paraId="0756367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339FCFD1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14:paraId="14F4594C" w14:textId="77777777"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1F72009A793D44D69F275E72E39A4155"/>
              </w:placeholder>
              <w:text/>
            </w:sdtPr>
            <w:sdtEndPr/>
            <w:sdtContent>
              <w:p w14:paraId="7D128050" w14:textId="4B8FF689" w:rsidR="00AE0D9D" w:rsidRPr="005554BE" w:rsidRDefault="0027199C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Kalové hospodářství ČOV Brno - Modřice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_"/>
              <w:id w:val="787498111"/>
              <w:placeholder>
                <w:docPart w:val="6EBF239F87024C759225D9CCE4244952"/>
              </w:placeholder>
              <w:showingPlcHdr/>
              <w:text/>
            </w:sdtPr>
            <w:sdtEndPr/>
            <w:sdtContent>
              <w:p w14:paraId="49D176BF" w14:textId="32F1753F" w:rsidR="00AE0D9D" w:rsidRPr="005554BE" w:rsidRDefault="00696766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_"/>
              <w:id w:val="787498114"/>
              <w:placeholder>
                <w:docPart w:val="334C278F48E24E3081F0225913D0B53F"/>
              </w:placeholder>
              <w:showingPlcHdr/>
              <w:text/>
            </w:sdtPr>
            <w:sdtEndPr/>
            <w:sdtContent>
              <w:p w14:paraId="03C556A1" w14:textId="66F5A4B5" w:rsidR="00AE0D9D" w:rsidRPr="005554BE" w:rsidRDefault="00696766" w:rsidP="00AE0D9D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14:paraId="44991EC7" w14:textId="77777777" w:rsidR="005554BE" w:rsidRPr="00ED46E2" w:rsidRDefault="005554BE" w:rsidP="00AE0D9D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14:paraId="413E8C4A" w14:textId="4031B272" w:rsidR="005554BE" w:rsidRPr="005554BE" w:rsidRDefault="00696766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98BE1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C22019" w14:textId="4812F233" w:rsidR="005554BE" w:rsidRPr="00217069" w:rsidRDefault="007D5D8D" w:rsidP="00916646">
            <w:pPr>
              <w:jc w:val="left"/>
              <w:rPr>
                <w:color w:val="000000" w:themeColor="text1"/>
                <w:sz w:val="16"/>
              </w:rPr>
            </w:pPr>
            <w:sdt>
              <w:sdtPr>
                <w:rPr>
                  <w:color w:val="000000" w:themeColor="text1"/>
                  <w:sz w:val="16"/>
                </w:rPr>
                <w:alias w:val="Číslo zakázky"/>
                <w:tag w:val="CisloZak"/>
                <w:id w:val="787498143"/>
                <w:placeholder>
                  <w:docPart w:val="4C7CB446A0094AFDB350BBA0773E71AC"/>
                </w:placeholder>
                <w:text/>
              </w:sdtPr>
              <w:sdtEndPr/>
              <w:sdtContent>
                <w:r w:rsidR="0027199C">
                  <w:rPr>
                    <w:color w:val="000000" w:themeColor="text1"/>
                    <w:sz w:val="16"/>
                  </w:rPr>
                  <w:t>12 2127 01 01</w:t>
                </w:r>
              </w:sdtContent>
            </w:sdt>
          </w:p>
        </w:tc>
      </w:tr>
      <w:tr w:rsidR="005554BE" w:rsidRPr="005554BE" w14:paraId="2763F83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73ABAD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8DD3C8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65026184" w14:textId="47E81C38" w:rsidR="005554BE" w:rsidRPr="005554BE" w:rsidRDefault="0027199C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DSP</w:t>
                </w:r>
              </w:p>
            </w:tc>
          </w:sdtContent>
        </w:sdt>
      </w:tr>
      <w:tr w:rsidR="005554BE" w:rsidRPr="005554BE" w14:paraId="055E1186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1355794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D9232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8E624E" w14:textId="19A0490D" w:rsidR="005554BE" w:rsidRPr="005554BE" w:rsidRDefault="00696766" w:rsidP="005554BE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>3</w:t>
            </w:r>
            <w:r w:rsidR="00111921" w:rsidRPr="00111921">
              <w:rPr>
                <w:color w:val="000000" w:themeColor="text1"/>
                <w:sz w:val="16"/>
              </w:rPr>
              <w:t>x A4</w:t>
            </w:r>
          </w:p>
        </w:tc>
      </w:tr>
      <w:tr w:rsidR="005554BE" w:rsidRPr="005554BE" w14:paraId="446C778E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4D2E43A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8A2E6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2415FE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14:paraId="110EF912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0336AF7" w14:textId="77777777"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9B3A2F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113D63F" w14:textId="403CECD9" w:rsidR="005554BE" w:rsidRPr="005554BE" w:rsidRDefault="00696766" w:rsidP="0091664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007261/22/1</w:t>
                </w:r>
              </w:p>
            </w:tc>
          </w:sdtContent>
        </w:sdt>
      </w:tr>
      <w:tr w:rsidR="005554BE" w:rsidRPr="005554BE" w14:paraId="3FA1E1A0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5D446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5D45C3" w14:textId="1849FC29" w:rsidR="005554BE" w:rsidRPr="005554BE" w:rsidRDefault="002342B4" w:rsidP="00916646">
                <w:pPr>
                  <w:jc w:val="left"/>
                  <w:rPr>
                    <w:color w:val="000000" w:themeColor="text1"/>
                    <w:sz w:val="18"/>
                  </w:rPr>
                </w:pPr>
                <w:r>
                  <w:rPr>
                    <w:color w:val="000000" w:themeColor="text1"/>
                    <w:sz w:val="18"/>
                  </w:rPr>
                  <w:t>SPOJOVACÍ POTRUBÍ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4A3CDB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50D7082" w14:textId="383739DF" w:rsidR="005554BE" w:rsidRPr="005554BE" w:rsidRDefault="002342B4" w:rsidP="00916646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SO 2300</w:t>
                </w:r>
              </w:p>
            </w:tc>
          </w:sdtContent>
        </w:sdt>
      </w:tr>
      <w:tr w:rsidR="005554BE" w:rsidRPr="005554BE" w14:paraId="4B414DD9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0598C05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AEBE97ACAC0479D8FF7A077D1827D07"/>
              </w:placeholder>
              <w:text/>
            </w:sdtPr>
            <w:sdtEndPr/>
            <w:sdtContent>
              <w:p w14:paraId="465D6DF0" w14:textId="38787E11" w:rsidR="005554BE" w:rsidRPr="005554BE" w:rsidRDefault="00696766" w:rsidP="00916646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STATICKÉ POSOUZENÍ - ČÁST 2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4F6D07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47165B0B" w14:textId="61D825A9" w:rsidR="005554BE" w:rsidRPr="005554BE" w:rsidRDefault="00696766" w:rsidP="00916646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D1.2.2300.2.2</w:t>
                </w:r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3FAF82FF" w14:textId="6DD71DDD" w:rsidR="005554BE" w:rsidRPr="005554BE" w:rsidRDefault="00696766" w:rsidP="0091664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</w:t>
                </w:r>
              </w:p>
            </w:tc>
          </w:sdtContent>
        </w:sdt>
      </w:tr>
      <w:tr w:rsidR="005554BE" w:rsidRPr="005554BE" w14:paraId="4E6822AF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354562D" w14:textId="77777777"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AB5BD" w14:textId="77777777"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B191B" w14:textId="77777777"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7C1F0DFA" w14:textId="6275D0D4" w:rsidR="005554BE" w:rsidRPr="005554BE" w:rsidRDefault="00696766" w:rsidP="0091664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1</w:t>
                </w:r>
              </w:p>
            </w:tc>
          </w:sdtContent>
        </w:sdt>
      </w:tr>
      <w:tr w:rsidR="005554BE" w:rsidRPr="005554BE" w14:paraId="43E38184" w14:textId="77777777" w:rsidTr="00054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77EF3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Pr="005554BE">
              <w:rPr>
                <w:color w:val="000000" w:themeColor="text1"/>
                <w:sz w:val="14"/>
              </w:rPr>
              <w:t>Sweco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</w:t>
            </w:r>
            <w:proofErr w:type="spellStart"/>
            <w:r w:rsidRPr="005554BE">
              <w:rPr>
                <w:color w:val="000000" w:themeColor="text1"/>
                <w:sz w:val="14"/>
              </w:rPr>
              <w:t>Hydroprojekt</w:t>
            </w:r>
            <w:proofErr w:type="spellEnd"/>
            <w:r w:rsidRPr="005554BE">
              <w:rPr>
                <w:color w:val="000000" w:themeColor="text1"/>
                <w:sz w:val="14"/>
              </w:rPr>
              <w:t xml:space="preserve">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1204F8">
              <w:rPr>
                <w:color w:val="000000" w:themeColor="text1"/>
                <w:sz w:val="14"/>
              </w:rPr>
              <w:t>nebo zpřístupnit dalším osobám.</w:t>
            </w:r>
          </w:p>
          <w:p w14:paraId="169DEEEC" w14:textId="77777777"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14:paraId="50AF2495" w14:textId="77777777" w:rsidR="00C81FAB" w:rsidRPr="00F81B53" w:rsidRDefault="00C81FAB">
      <w:pPr>
        <w:rPr>
          <w:color w:val="000000" w:themeColor="text1"/>
        </w:rPr>
        <w:sectPr w:rsidR="00C81FAB" w:rsidRPr="00F81B53" w:rsidSect="005554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p w14:paraId="1865369C" w14:textId="0474D317" w:rsidR="007D12C0" w:rsidRDefault="007D12C0" w:rsidP="00C26F7D">
      <w:pPr>
        <w:pStyle w:val="Nadpis1"/>
        <w:numPr>
          <w:ilvl w:val="0"/>
          <w:numId w:val="0"/>
        </w:numPr>
      </w:pPr>
    </w:p>
    <w:sectPr w:rsidR="007D12C0" w:rsidSect="00C81FA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898D" w14:textId="77777777" w:rsidR="00280DCE" w:rsidRDefault="00280DCE" w:rsidP="00207A11">
      <w:r>
        <w:separator/>
      </w:r>
    </w:p>
  </w:endnote>
  <w:endnote w:type="continuationSeparator" w:id="0">
    <w:p w14:paraId="63E3E1A5" w14:textId="77777777" w:rsidR="00280DCE" w:rsidRDefault="00280DCE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772D5" w14:textId="77777777" w:rsidR="000F60E2" w:rsidRDefault="000F6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5669" w14:textId="77777777" w:rsidR="000F60E2" w:rsidRDefault="000F60E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F086" w14:textId="77777777" w:rsidR="000F60E2" w:rsidRDefault="000F60E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13D2D7AD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386C37D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4066162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36067272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1AA8D0FB" w14:textId="05DD015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988051664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965EB73" w14:textId="255A0D1D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2086183935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C81FAB" w14:paraId="15FDDCCF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306146D2" w14:textId="5C0CAF03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709574234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007261/22/1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E6C41A" w14:textId="1340FAEF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704211276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470CAFFD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44E763A8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3DF10732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2ADE998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7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512325">
            <w:rPr>
              <w:noProof/>
              <w:color w:val="000000" w:themeColor="text1"/>
              <w:sz w:val="16"/>
              <w:szCs w:val="16"/>
            </w:rPr>
            <w:t>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668A11FC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7BE6EC09" w14:textId="210C89D6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007592005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64FA0476" w14:textId="674A1D71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627210608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C81FAB" w14:paraId="12248CB9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E0D8B2" w14:textId="04E1C5BE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564686338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007261/22/1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E610F0" w14:textId="41A906BB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647124311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1F375E44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14:paraId="5E9DB46E" w14:textId="77777777" w:rsidTr="00CE562B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14:paraId="4292761A" w14:textId="77777777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C9AA7A" w14:textId="7777777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9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11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C81FAB" w14:paraId="4E6A273D" w14:textId="77777777" w:rsidTr="00CE562B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14:paraId="631FBCF2" w14:textId="40B2FF85" w:rsidR="00C81FAB" w:rsidRDefault="00C81FAB" w:rsidP="00CE562B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-1107491290"/>
              <w:text/>
            </w:sdtPr>
            <w:sdtEndPr/>
            <w:sdtContent>
              <w:r w:rsidR="0027199C">
                <w:rPr>
                  <w:caps/>
                  <w:color w:val="000000" w:themeColor="text1"/>
                  <w:sz w:val="12"/>
                  <w:szCs w:val="12"/>
                </w:rPr>
                <w:t>12 2127 01 01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14:paraId="53A079B6" w14:textId="13D31C18" w:rsidR="00C81FAB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455600096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d</w:t>
              </w:r>
            </w:sdtContent>
          </w:sdt>
        </w:p>
      </w:tc>
    </w:tr>
    <w:tr w:rsidR="00C81FAB" w14:paraId="254A7DDD" w14:textId="77777777" w:rsidTr="00CE562B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14:paraId="59702D1E" w14:textId="67E100D0" w:rsidR="00C81FAB" w:rsidRDefault="00C81FAB" w:rsidP="00CE562B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343855727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007261/22/1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7FCF8F" w14:textId="59FDB937" w:rsidR="00C81FAB" w:rsidRPr="00B40E75" w:rsidRDefault="00C81FAB" w:rsidP="00CE562B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1803579162"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</w:tbl>
  <w:p w14:paraId="35CB43C1" w14:textId="77777777" w:rsidR="00C81FAB" w:rsidRPr="00F81B53" w:rsidRDefault="00C81FAB" w:rsidP="00C81FAB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7D3DE" w14:textId="77777777" w:rsidR="00280DCE" w:rsidRDefault="00280DCE" w:rsidP="00207A11">
      <w:r>
        <w:separator/>
      </w:r>
    </w:p>
  </w:footnote>
  <w:footnote w:type="continuationSeparator" w:id="0">
    <w:p w14:paraId="21AF6BCB" w14:textId="77777777" w:rsidR="00280DCE" w:rsidRDefault="00280DCE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784D" w14:textId="77777777" w:rsidR="000F60E2" w:rsidRDefault="000F60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4D57" w14:textId="77777777" w:rsidR="000F60E2" w:rsidRDefault="000F60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D400" w14:textId="77777777" w:rsidR="0066347D" w:rsidRDefault="0066347D" w:rsidP="0093354C">
    <w:pPr>
      <w:pStyle w:val="Zhlav"/>
      <w:tabs>
        <w:tab w:val="clear" w:pos="4536"/>
        <w:tab w:val="clear" w:pos="9072"/>
      </w:tabs>
    </w:pPr>
  </w:p>
  <w:p w14:paraId="1421BEAA" w14:textId="77777777" w:rsidR="0066347D" w:rsidRPr="0093354C" w:rsidRDefault="0066347D" w:rsidP="0093354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046B7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AFD536D" wp14:editId="1376655A">
              <wp:extent cx="683895" cy="199390"/>
              <wp:effectExtent l="1905" t="6985" r="0" b="3175"/>
              <wp:docPr id="345" name="Plátno 3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3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138BF42" id="Plátno 34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59FB0BF1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559454" w14:textId="1B4D7F30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2029212298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046912558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1510200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612816AE" w14:textId="23C5B6A0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18462500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D1.2.2300.2.2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333880763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STATICKÉ POSOUZENÍ - ČÁST 2</w:t>
              </w:r>
            </w:sdtContent>
          </w:sdt>
        </w:p>
      </w:tc>
    </w:tr>
    <w:tr w:rsidR="00C81FAB" w:rsidRPr="00AE3921" w14:paraId="1F4A83DF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0F060AA0" w14:textId="5479275C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766803730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75D24914" w14:textId="50191C79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2055886956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B1C261" w14:textId="4CCE74D0" w:rsidR="00C81FAB" w:rsidRDefault="007D5D8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17105503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501395581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267AB7D7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51EC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01ADEC6" wp14:editId="61E12ACB">
              <wp:extent cx="683895" cy="199390"/>
              <wp:effectExtent l="1905" t="6985" r="0" b="3175"/>
              <wp:docPr id="397" name="Plátno 3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6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C591B6B" id="Plátno 39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0085777D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39F7837" w14:textId="6EA19E14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124617007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252330203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552653704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7D3B9A3" w14:textId="599D7275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63532606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D1.2.2300.2.2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580916663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STATICKÉ POSOUZENÍ - ČÁST 2</w:t>
              </w:r>
            </w:sdtContent>
          </w:sdt>
        </w:p>
      </w:tc>
    </w:tr>
    <w:tr w:rsidR="00C81FAB" w:rsidRPr="00AE3921" w14:paraId="400E8702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1B459EA6" w14:textId="69986286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558281639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58E40E89" w14:textId="191AFC75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709575584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085E22CF" w14:textId="4797F7BC" w:rsidR="00C81FAB" w:rsidRDefault="007D5D8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9778306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973217331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1E6A12D4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F1C9" w14:textId="77777777" w:rsidR="00C81FAB" w:rsidRPr="00AE3921" w:rsidRDefault="00C81FAB" w:rsidP="00C81FAB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163397EC" wp14:editId="5457FAF8">
              <wp:extent cx="683895" cy="199390"/>
              <wp:effectExtent l="1905" t="6985" r="0" b="3175"/>
              <wp:docPr id="332" name="Plátno 3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2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8FBF1EC" id="Plátno 3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C81FAB" w:rsidRPr="00AE3921" w14:paraId="25E80826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75219969" w14:textId="0408C0C9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6289712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Kalové hospodářství ČOV Brno - Modřice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174235114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  <w:r w:rsidR="00C81FAB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85194623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250758D7" w14:textId="53E55D0B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546564126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D1.2.2300.2.2</w:t>
              </w:r>
            </w:sdtContent>
          </w:sdt>
          <w:r w:rsidR="00C81FAB">
            <w:rPr>
              <w:bCs/>
              <w:color w:val="000000" w:themeColor="text1"/>
              <w:sz w:val="12"/>
              <w:szCs w:val="12"/>
            </w:rPr>
            <w:t xml:space="preserve">  </w:t>
          </w:r>
          <w:r w:rsidR="00C81FAB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727661618"/>
              <w:text/>
            </w:sdtPr>
            <w:sdtEndPr/>
            <w:sdtContent>
              <w:r w:rsidR="00696766">
                <w:rPr>
                  <w:bCs/>
                  <w:color w:val="000000" w:themeColor="text1"/>
                  <w:sz w:val="12"/>
                  <w:szCs w:val="12"/>
                </w:rPr>
                <w:t>STATICKÉ POSOUZENÍ - ČÁST 2</w:t>
              </w:r>
            </w:sdtContent>
          </w:sdt>
        </w:p>
      </w:tc>
    </w:tr>
    <w:tr w:rsidR="00C81FAB" w:rsidRPr="00AE3921" w14:paraId="16C8F877" w14:textId="77777777" w:rsidTr="00CE562B">
      <w:trPr>
        <w:trHeight w:val="227"/>
        <w:jc w:val="center"/>
      </w:trPr>
      <w:tc>
        <w:tcPr>
          <w:tcW w:w="5103" w:type="dxa"/>
          <w:vAlign w:val="center"/>
        </w:tcPr>
        <w:p w14:paraId="518D5DB0" w14:textId="32045A94" w:rsidR="00C81FAB" w:rsidRPr="00AE3921" w:rsidRDefault="007D5D8D" w:rsidP="00CE562B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647814830"/>
              <w:showingPlcHdr/>
              <w:text/>
            </w:sdtPr>
            <w:sdtEndPr/>
            <w:sdtContent>
              <w:r w:rsidR="00696766">
                <w:rPr>
                  <w:color w:val="000000" w:themeColor="text1"/>
                  <w:sz w:val="12"/>
                  <w:szCs w:val="12"/>
                </w:rPr>
                <w:t xml:space="preserve">    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14:paraId="37501882" w14:textId="6E80528E" w:rsidR="00C81FAB" w:rsidRPr="00AE3921" w:rsidRDefault="007D5D8D" w:rsidP="00CE562B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31129509"/>
              <w:text/>
            </w:sdtPr>
            <w:sdtEndPr/>
            <w:sdtContent>
              <w:r w:rsidR="0027199C">
                <w:rPr>
                  <w:color w:val="000000" w:themeColor="text1"/>
                  <w:sz w:val="12"/>
                  <w:szCs w:val="12"/>
                </w:rPr>
                <w:t>DSP</w:t>
              </w:r>
            </w:sdtContent>
          </w:sdt>
        </w:p>
      </w:tc>
    </w:tr>
  </w:tbl>
  <w:p w14:paraId="36F09A6A" w14:textId="6B19E41F" w:rsidR="00C81FAB" w:rsidRDefault="007D5D8D" w:rsidP="00C81FAB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518387514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SPOJOVACÍ POTRUBÍ</w:t>
        </w:r>
      </w:sdtContent>
    </w:sdt>
    <w:r w:rsidR="00C81FAB" w:rsidRPr="00CA337C">
      <w:rPr>
        <w:bCs/>
        <w:color w:val="000000" w:themeColor="text1"/>
        <w:sz w:val="12"/>
        <w:szCs w:val="12"/>
      </w:rPr>
      <w:t xml:space="preserve"> </w:t>
    </w:r>
    <w:r w:rsidR="00C81FAB">
      <w:rPr>
        <w:bCs/>
        <w:color w:val="000000" w:themeColor="text1"/>
        <w:sz w:val="12"/>
        <w:szCs w:val="12"/>
      </w:rPr>
      <w:t xml:space="preserve"> </w:t>
    </w:r>
    <w:r w:rsidR="00C81FAB" w:rsidRPr="00CA337C">
      <w:rPr>
        <w:bCs/>
        <w:color w:val="000000" w:themeColor="text1"/>
        <w:sz w:val="12"/>
        <w:szCs w:val="12"/>
      </w:rPr>
      <w:t xml:space="preserve">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584993945"/>
        <w:text/>
      </w:sdtPr>
      <w:sdtEndPr/>
      <w:sdtContent>
        <w:r w:rsidR="002342B4">
          <w:rPr>
            <w:bCs/>
            <w:color w:val="000000" w:themeColor="text1"/>
            <w:sz w:val="12"/>
            <w:szCs w:val="12"/>
          </w:rPr>
          <w:t>SO 2300</w:t>
        </w:r>
      </w:sdtContent>
    </w:sdt>
  </w:p>
  <w:p w14:paraId="47609C4A" w14:textId="77777777" w:rsidR="00C81FAB" w:rsidRPr="00AE3921" w:rsidRDefault="00C81FAB" w:rsidP="00C81FAB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64BCF"/>
    <w:multiLevelType w:val="hybridMultilevel"/>
    <w:tmpl w:val="EF4E46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9156C"/>
    <w:multiLevelType w:val="hybridMultilevel"/>
    <w:tmpl w:val="2AF417C4"/>
    <w:lvl w:ilvl="0" w:tplc="0FC42524">
      <w:start w:val="4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D4880"/>
    <w:multiLevelType w:val="multilevel"/>
    <w:tmpl w:val="D53ABC2C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EB732AB"/>
    <w:multiLevelType w:val="hybridMultilevel"/>
    <w:tmpl w:val="5D68DD30"/>
    <w:lvl w:ilvl="0" w:tplc="9956130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02050"/>
    <w:multiLevelType w:val="hybridMultilevel"/>
    <w:tmpl w:val="EF9E4366"/>
    <w:lvl w:ilvl="0" w:tplc="2B88862A">
      <w:start w:val="1"/>
      <w:numFmt w:val="decimal"/>
      <w:pStyle w:val="Odstavecseseznamemliteratury"/>
      <w:lvlText w:val="[%1]"/>
      <w:lvlJc w:val="left"/>
      <w:pPr>
        <w:ind w:left="1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4" w:hanging="360"/>
      </w:pPr>
    </w:lvl>
    <w:lvl w:ilvl="2" w:tplc="0405001B" w:tentative="1">
      <w:start w:val="1"/>
      <w:numFmt w:val="lowerRoman"/>
      <w:lvlText w:val="%3."/>
      <w:lvlJc w:val="right"/>
      <w:pPr>
        <w:ind w:left="3084" w:hanging="180"/>
      </w:pPr>
    </w:lvl>
    <w:lvl w:ilvl="3" w:tplc="0405000F" w:tentative="1">
      <w:start w:val="1"/>
      <w:numFmt w:val="decimal"/>
      <w:lvlText w:val="%4."/>
      <w:lvlJc w:val="left"/>
      <w:pPr>
        <w:ind w:left="3804" w:hanging="360"/>
      </w:pPr>
    </w:lvl>
    <w:lvl w:ilvl="4" w:tplc="04050019" w:tentative="1">
      <w:start w:val="1"/>
      <w:numFmt w:val="lowerLetter"/>
      <w:lvlText w:val="%5."/>
      <w:lvlJc w:val="left"/>
      <w:pPr>
        <w:ind w:left="4524" w:hanging="360"/>
      </w:pPr>
    </w:lvl>
    <w:lvl w:ilvl="5" w:tplc="0405001B" w:tentative="1">
      <w:start w:val="1"/>
      <w:numFmt w:val="lowerRoman"/>
      <w:lvlText w:val="%6."/>
      <w:lvlJc w:val="right"/>
      <w:pPr>
        <w:ind w:left="5244" w:hanging="180"/>
      </w:pPr>
    </w:lvl>
    <w:lvl w:ilvl="6" w:tplc="0405000F" w:tentative="1">
      <w:start w:val="1"/>
      <w:numFmt w:val="decimal"/>
      <w:lvlText w:val="%7."/>
      <w:lvlJc w:val="left"/>
      <w:pPr>
        <w:ind w:left="5964" w:hanging="360"/>
      </w:pPr>
    </w:lvl>
    <w:lvl w:ilvl="7" w:tplc="04050019" w:tentative="1">
      <w:start w:val="1"/>
      <w:numFmt w:val="lowerLetter"/>
      <w:lvlText w:val="%8."/>
      <w:lvlJc w:val="left"/>
      <w:pPr>
        <w:ind w:left="6684" w:hanging="360"/>
      </w:pPr>
    </w:lvl>
    <w:lvl w:ilvl="8" w:tplc="040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5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4"/>
  </w:num>
  <w:num w:numId="30">
    <w:abstractNumId w:val="13"/>
  </w:num>
  <w:num w:numId="31">
    <w:abstractNumId w:val="11"/>
  </w:num>
  <w:num w:numId="32">
    <w:abstractNumId w:val="10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121"/>
    <w:rsid w:val="00003015"/>
    <w:rsid w:val="00006DA2"/>
    <w:rsid w:val="000106AE"/>
    <w:rsid w:val="00016561"/>
    <w:rsid w:val="00017045"/>
    <w:rsid w:val="0002044B"/>
    <w:rsid w:val="000204C9"/>
    <w:rsid w:val="00027AA7"/>
    <w:rsid w:val="00033F1B"/>
    <w:rsid w:val="000353DC"/>
    <w:rsid w:val="000354D4"/>
    <w:rsid w:val="000400F2"/>
    <w:rsid w:val="0004114A"/>
    <w:rsid w:val="00041FB1"/>
    <w:rsid w:val="00043156"/>
    <w:rsid w:val="00044026"/>
    <w:rsid w:val="0005134C"/>
    <w:rsid w:val="00051E1B"/>
    <w:rsid w:val="000522C1"/>
    <w:rsid w:val="00054DE5"/>
    <w:rsid w:val="00056E0B"/>
    <w:rsid w:val="00060E4B"/>
    <w:rsid w:val="00072B7C"/>
    <w:rsid w:val="00072C77"/>
    <w:rsid w:val="000745EB"/>
    <w:rsid w:val="00074B10"/>
    <w:rsid w:val="000760A0"/>
    <w:rsid w:val="00077945"/>
    <w:rsid w:val="00080905"/>
    <w:rsid w:val="00080C04"/>
    <w:rsid w:val="000827E5"/>
    <w:rsid w:val="0008305C"/>
    <w:rsid w:val="00083A5C"/>
    <w:rsid w:val="00083CDD"/>
    <w:rsid w:val="0008416F"/>
    <w:rsid w:val="00084204"/>
    <w:rsid w:val="000870DC"/>
    <w:rsid w:val="000906F1"/>
    <w:rsid w:val="00090A08"/>
    <w:rsid w:val="000935FB"/>
    <w:rsid w:val="0009420B"/>
    <w:rsid w:val="000A14C3"/>
    <w:rsid w:val="000A2B50"/>
    <w:rsid w:val="000A3C59"/>
    <w:rsid w:val="000A458E"/>
    <w:rsid w:val="000A7177"/>
    <w:rsid w:val="000B01AD"/>
    <w:rsid w:val="000B1C39"/>
    <w:rsid w:val="000B2ACA"/>
    <w:rsid w:val="000B469B"/>
    <w:rsid w:val="000B49E2"/>
    <w:rsid w:val="000C4F75"/>
    <w:rsid w:val="000C4FB8"/>
    <w:rsid w:val="000C6A0F"/>
    <w:rsid w:val="000C6F9B"/>
    <w:rsid w:val="000D307B"/>
    <w:rsid w:val="000D420E"/>
    <w:rsid w:val="000D64FE"/>
    <w:rsid w:val="000D76E5"/>
    <w:rsid w:val="000E15D2"/>
    <w:rsid w:val="000E2410"/>
    <w:rsid w:val="000E28FA"/>
    <w:rsid w:val="000E349F"/>
    <w:rsid w:val="000E6247"/>
    <w:rsid w:val="000E6A9E"/>
    <w:rsid w:val="000F2972"/>
    <w:rsid w:val="000F414C"/>
    <w:rsid w:val="000F60E2"/>
    <w:rsid w:val="000F646E"/>
    <w:rsid w:val="000F6FC0"/>
    <w:rsid w:val="000F75BA"/>
    <w:rsid w:val="00100BEC"/>
    <w:rsid w:val="00101988"/>
    <w:rsid w:val="00102C76"/>
    <w:rsid w:val="00105288"/>
    <w:rsid w:val="00105FEA"/>
    <w:rsid w:val="0010737E"/>
    <w:rsid w:val="00107EF0"/>
    <w:rsid w:val="001112E9"/>
    <w:rsid w:val="00111921"/>
    <w:rsid w:val="001131F5"/>
    <w:rsid w:val="00113C96"/>
    <w:rsid w:val="00113F31"/>
    <w:rsid w:val="001142D2"/>
    <w:rsid w:val="00116872"/>
    <w:rsid w:val="001204F8"/>
    <w:rsid w:val="00120D4A"/>
    <w:rsid w:val="00121CBD"/>
    <w:rsid w:val="001234BA"/>
    <w:rsid w:val="00123AEA"/>
    <w:rsid w:val="00125FE1"/>
    <w:rsid w:val="001271AD"/>
    <w:rsid w:val="00127A89"/>
    <w:rsid w:val="00130C10"/>
    <w:rsid w:val="0013143A"/>
    <w:rsid w:val="001316EB"/>
    <w:rsid w:val="00132271"/>
    <w:rsid w:val="00132F21"/>
    <w:rsid w:val="00133AB2"/>
    <w:rsid w:val="00133E82"/>
    <w:rsid w:val="0013463C"/>
    <w:rsid w:val="00137D5F"/>
    <w:rsid w:val="00140210"/>
    <w:rsid w:val="00141411"/>
    <w:rsid w:val="00141863"/>
    <w:rsid w:val="00141F34"/>
    <w:rsid w:val="00143180"/>
    <w:rsid w:val="00143261"/>
    <w:rsid w:val="00146817"/>
    <w:rsid w:val="0014777D"/>
    <w:rsid w:val="00150676"/>
    <w:rsid w:val="00150790"/>
    <w:rsid w:val="00150B4D"/>
    <w:rsid w:val="00151FED"/>
    <w:rsid w:val="001527E4"/>
    <w:rsid w:val="00163321"/>
    <w:rsid w:val="00165F82"/>
    <w:rsid w:val="00170241"/>
    <w:rsid w:val="001709FF"/>
    <w:rsid w:val="001746F2"/>
    <w:rsid w:val="00174A45"/>
    <w:rsid w:val="0017502D"/>
    <w:rsid w:val="0017619C"/>
    <w:rsid w:val="00177B1D"/>
    <w:rsid w:val="00180A47"/>
    <w:rsid w:val="00181C1E"/>
    <w:rsid w:val="001820BE"/>
    <w:rsid w:val="00182969"/>
    <w:rsid w:val="0018296C"/>
    <w:rsid w:val="00182D7F"/>
    <w:rsid w:val="0018623B"/>
    <w:rsid w:val="00186466"/>
    <w:rsid w:val="001867AD"/>
    <w:rsid w:val="001868DA"/>
    <w:rsid w:val="00186953"/>
    <w:rsid w:val="001954A7"/>
    <w:rsid w:val="001964FD"/>
    <w:rsid w:val="001A25D2"/>
    <w:rsid w:val="001A36AA"/>
    <w:rsid w:val="001A3930"/>
    <w:rsid w:val="001A5F2F"/>
    <w:rsid w:val="001A72EC"/>
    <w:rsid w:val="001B0384"/>
    <w:rsid w:val="001B1C7F"/>
    <w:rsid w:val="001B2EF3"/>
    <w:rsid w:val="001B3CA2"/>
    <w:rsid w:val="001B5626"/>
    <w:rsid w:val="001B640D"/>
    <w:rsid w:val="001C1267"/>
    <w:rsid w:val="001C212E"/>
    <w:rsid w:val="001C4D2E"/>
    <w:rsid w:val="001C56BF"/>
    <w:rsid w:val="001D089A"/>
    <w:rsid w:val="001D0906"/>
    <w:rsid w:val="001D1AD3"/>
    <w:rsid w:val="001D2DDD"/>
    <w:rsid w:val="001D4102"/>
    <w:rsid w:val="001D557C"/>
    <w:rsid w:val="001D7AF8"/>
    <w:rsid w:val="001E070C"/>
    <w:rsid w:val="001E1505"/>
    <w:rsid w:val="001E2C23"/>
    <w:rsid w:val="001E4AA8"/>
    <w:rsid w:val="001E5F0B"/>
    <w:rsid w:val="001F07A5"/>
    <w:rsid w:val="001F2999"/>
    <w:rsid w:val="001F350F"/>
    <w:rsid w:val="001F3E7C"/>
    <w:rsid w:val="001F5E50"/>
    <w:rsid w:val="00200EB0"/>
    <w:rsid w:val="00202A5B"/>
    <w:rsid w:val="00202DB8"/>
    <w:rsid w:val="002056D0"/>
    <w:rsid w:val="00207A11"/>
    <w:rsid w:val="00213EE5"/>
    <w:rsid w:val="0021565A"/>
    <w:rsid w:val="00215B03"/>
    <w:rsid w:val="00217069"/>
    <w:rsid w:val="0021751B"/>
    <w:rsid w:val="0022378F"/>
    <w:rsid w:val="002243E1"/>
    <w:rsid w:val="00224400"/>
    <w:rsid w:val="0022457B"/>
    <w:rsid w:val="00224E41"/>
    <w:rsid w:val="002258BA"/>
    <w:rsid w:val="0022680C"/>
    <w:rsid w:val="00226929"/>
    <w:rsid w:val="0023264A"/>
    <w:rsid w:val="002342B4"/>
    <w:rsid w:val="002350FC"/>
    <w:rsid w:val="00235C30"/>
    <w:rsid w:val="002378F7"/>
    <w:rsid w:val="00241AEB"/>
    <w:rsid w:val="00243A96"/>
    <w:rsid w:val="00243FC9"/>
    <w:rsid w:val="002441B8"/>
    <w:rsid w:val="00246A18"/>
    <w:rsid w:val="002478AA"/>
    <w:rsid w:val="002512A5"/>
    <w:rsid w:val="002514D5"/>
    <w:rsid w:val="00254BB5"/>
    <w:rsid w:val="00254DE7"/>
    <w:rsid w:val="00254F07"/>
    <w:rsid w:val="00256CEA"/>
    <w:rsid w:val="0025754E"/>
    <w:rsid w:val="00261B2D"/>
    <w:rsid w:val="00262A79"/>
    <w:rsid w:val="0026692B"/>
    <w:rsid w:val="00267541"/>
    <w:rsid w:val="00270DA8"/>
    <w:rsid w:val="00271646"/>
    <w:rsid w:val="0027199C"/>
    <w:rsid w:val="00277BC4"/>
    <w:rsid w:val="00280DCE"/>
    <w:rsid w:val="0028495E"/>
    <w:rsid w:val="00285F45"/>
    <w:rsid w:val="00297627"/>
    <w:rsid w:val="002A130B"/>
    <w:rsid w:val="002A31B9"/>
    <w:rsid w:val="002A52DF"/>
    <w:rsid w:val="002A59A4"/>
    <w:rsid w:val="002A6738"/>
    <w:rsid w:val="002A7029"/>
    <w:rsid w:val="002A7915"/>
    <w:rsid w:val="002B4B0A"/>
    <w:rsid w:val="002B5B02"/>
    <w:rsid w:val="002B6616"/>
    <w:rsid w:val="002B777D"/>
    <w:rsid w:val="002C0D51"/>
    <w:rsid w:val="002C1E82"/>
    <w:rsid w:val="002D11D2"/>
    <w:rsid w:val="002D17ED"/>
    <w:rsid w:val="002D48D1"/>
    <w:rsid w:val="002D5315"/>
    <w:rsid w:val="002D614C"/>
    <w:rsid w:val="002E4141"/>
    <w:rsid w:val="002E4E7D"/>
    <w:rsid w:val="002E58D1"/>
    <w:rsid w:val="002E6E2D"/>
    <w:rsid w:val="002F0DC2"/>
    <w:rsid w:val="002F3E9C"/>
    <w:rsid w:val="002F47C3"/>
    <w:rsid w:val="002F59AF"/>
    <w:rsid w:val="002F5DEE"/>
    <w:rsid w:val="002F6438"/>
    <w:rsid w:val="00300ACD"/>
    <w:rsid w:val="0030259C"/>
    <w:rsid w:val="00302BC8"/>
    <w:rsid w:val="00304B67"/>
    <w:rsid w:val="00304FC7"/>
    <w:rsid w:val="00306DBC"/>
    <w:rsid w:val="00310618"/>
    <w:rsid w:val="00311B4E"/>
    <w:rsid w:val="00314A4A"/>
    <w:rsid w:val="0031572A"/>
    <w:rsid w:val="00317466"/>
    <w:rsid w:val="0032304A"/>
    <w:rsid w:val="00325829"/>
    <w:rsid w:val="00326F84"/>
    <w:rsid w:val="0033100D"/>
    <w:rsid w:val="0033331A"/>
    <w:rsid w:val="00337764"/>
    <w:rsid w:val="00340F3B"/>
    <w:rsid w:val="0034121C"/>
    <w:rsid w:val="0034179D"/>
    <w:rsid w:val="00342C24"/>
    <w:rsid w:val="00344A63"/>
    <w:rsid w:val="00344B0E"/>
    <w:rsid w:val="00345D8D"/>
    <w:rsid w:val="00345DCB"/>
    <w:rsid w:val="00346670"/>
    <w:rsid w:val="00347A6A"/>
    <w:rsid w:val="00351687"/>
    <w:rsid w:val="003519D5"/>
    <w:rsid w:val="00352790"/>
    <w:rsid w:val="00353F89"/>
    <w:rsid w:val="003548FF"/>
    <w:rsid w:val="00356A53"/>
    <w:rsid w:val="00361121"/>
    <w:rsid w:val="0036209F"/>
    <w:rsid w:val="003646C9"/>
    <w:rsid w:val="003652A9"/>
    <w:rsid w:val="00365550"/>
    <w:rsid w:val="0037186F"/>
    <w:rsid w:val="00371876"/>
    <w:rsid w:val="00372D67"/>
    <w:rsid w:val="00377463"/>
    <w:rsid w:val="003777CC"/>
    <w:rsid w:val="003778E8"/>
    <w:rsid w:val="00380D98"/>
    <w:rsid w:val="003824FE"/>
    <w:rsid w:val="00382974"/>
    <w:rsid w:val="00382FE8"/>
    <w:rsid w:val="00385179"/>
    <w:rsid w:val="003901C2"/>
    <w:rsid w:val="00391957"/>
    <w:rsid w:val="0039201A"/>
    <w:rsid w:val="00392107"/>
    <w:rsid w:val="0039217B"/>
    <w:rsid w:val="003921B2"/>
    <w:rsid w:val="003934CC"/>
    <w:rsid w:val="0039395F"/>
    <w:rsid w:val="003942E8"/>
    <w:rsid w:val="00397192"/>
    <w:rsid w:val="003A0119"/>
    <w:rsid w:val="003A2229"/>
    <w:rsid w:val="003A31E8"/>
    <w:rsid w:val="003A4B1F"/>
    <w:rsid w:val="003A56E8"/>
    <w:rsid w:val="003B0BB3"/>
    <w:rsid w:val="003B112F"/>
    <w:rsid w:val="003B20D8"/>
    <w:rsid w:val="003B378D"/>
    <w:rsid w:val="003B3C02"/>
    <w:rsid w:val="003B3E87"/>
    <w:rsid w:val="003B5B1D"/>
    <w:rsid w:val="003B69EE"/>
    <w:rsid w:val="003B6D19"/>
    <w:rsid w:val="003B757B"/>
    <w:rsid w:val="003B7F95"/>
    <w:rsid w:val="003C004F"/>
    <w:rsid w:val="003C1C31"/>
    <w:rsid w:val="003C27A4"/>
    <w:rsid w:val="003C29E9"/>
    <w:rsid w:val="003C342E"/>
    <w:rsid w:val="003C40DA"/>
    <w:rsid w:val="003C4C79"/>
    <w:rsid w:val="003C51BC"/>
    <w:rsid w:val="003C6906"/>
    <w:rsid w:val="003C6D2A"/>
    <w:rsid w:val="003C7F92"/>
    <w:rsid w:val="003D404F"/>
    <w:rsid w:val="003D55D7"/>
    <w:rsid w:val="003D5690"/>
    <w:rsid w:val="003E113F"/>
    <w:rsid w:val="003E18CD"/>
    <w:rsid w:val="003E23BE"/>
    <w:rsid w:val="003E6E7B"/>
    <w:rsid w:val="003E729A"/>
    <w:rsid w:val="003F03DF"/>
    <w:rsid w:val="003F0443"/>
    <w:rsid w:val="003F0D47"/>
    <w:rsid w:val="003F45FC"/>
    <w:rsid w:val="003F57B8"/>
    <w:rsid w:val="003F714B"/>
    <w:rsid w:val="0040221E"/>
    <w:rsid w:val="00402268"/>
    <w:rsid w:val="00402EF1"/>
    <w:rsid w:val="00403619"/>
    <w:rsid w:val="00403E27"/>
    <w:rsid w:val="00403EFE"/>
    <w:rsid w:val="0040472E"/>
    <w:rsid w:val="00404F75"/>
    <w:rsid w:val="004075F3"/>
    <w:rsid w:val="00407D44"/>
    <w:rsid w:val="0041251B"/>
    <w:rsid w:val="004135C0"/>
    <w:rsid w:val="00415656"/>
    <w:rsid w:val="0041638B"/>
    <w:rsid w:val="00416DCC"/>
    <w:rsid w:val="00425E6E"/>
    <w:rsid w:val="004306D2"/>
    <w:rsid w:val="00430D69"/>
    <w:rsid w:val="004311DB"/>
    <w:rsid w:val="00432C3E"/>
    <w:rsid w:val="0043476E"/>
    <w:rsid w:val="00437E07"/>
    <w:rsid w:val="00440B9B"/>
    <w:rsid w:val="004430D2"/>
    <w:rsid w:val="0044351B"/>
    <w:rsid w:val="004435A5"/>
    <w:rsid w:val="004439F0"/>
    <w:rsid w:val="004448EF"/>
    <w:rsid w:val="0044568C"/>
    <w:rsid w:val="00445FFF"/>
    <w:rsid w:val="00451CEA"/>
    <w:rsid w:val="00452B24"/>
    <w:rsid w:val="00452F84"/>
    <w:rsid w:val="00453AC1"/>
    <w:rsid w:val="00461031"/>
    <w:rsid w:val="00463548"/>
    <w:rsid w:val="00463728"/>
    <w:rsid w:val="004656C2"/>
    <w:rsid w:val="00467540"/>
    <w:rsid w:val="004676B9"/>
    <w:rsid w:val="00467FA6"/>
    <w:rsid w:val="0047230D"/>
    <w:rsid w:val="00472C69"/>
    <w:rsid w:val="00472D5D"/>
    <w:rsid w:val="00472DFF"/>
    <w:rsid w:val="004731E1"/>
    <w:rsid w:val="0047496D"/>
    <w:rsid w:val="0047581E"/>
    <w:rsid w:val="00475A0E"/>
    <w:rsid w:val="004760BC"/>
    <w:rsid w:val="00477E8A"/>
    <w:rsid w:val="00483AB1"/>
    <w:rsid w:val="0048594E"/>
    <w:rsid w:val="0048662D"/>
    <w:rsid w:val="00487BAC"/>
    <w:rsid w:val="004911ED"/>
    <w:rsid w:val="004918D7"/>
    <w:rsid w:val="00491C0C"/>
    <w:rsid w:val="00492CC8"/>
    <w:rsid w:val="00494722"/>
    <w:rsid w:val="0049514D"/>
    <w:rsid w:val="004961F7"/>
    <w:rsid w:val="004A0419"/>
    <w:rsid w:val="004A1EC7"/>
    <w:rsid w:val="004A4597"/>
    <w:rsid w:val="004A6C17"/>
    <w:rsid w:val="004A6D48"/>
    <w:rsid w:val="004B0E5D"/>
    <w:rsid w:val="004B1161"/>
    <w:rsid w:val="004B2FCB"/>
    <w:rsid w:val="004B3CBD"/>
    <w:rsid w:val="004B3F22"/>
    <w:rsid w:val="004B61E0"/>
    <w:rsid w:val="004C1301"/>
    <w:rsid w:val="004C21FD"/>
    <w:rsid w:val="004C235B"/>
    <w:rsid w:val="004C3505"/>
    <w:rsid w:val="004C3CA6"/>
    <w:rsid w:val="004C4EFA"/>
    <w:rsid w:val="004C5A8D"/>
    <w:rsid w:val="004C6AA3"/>
    <w:rsid w:val="004D0495"/>
    <w:rsid w:val="004D2987"/>
    <w:rsid w:val="004D335E"/>
    <w:rsid w:val="004D3B58"/>
    <w:rsid w:val="004D5505"/>
    <w:rsid w:val="004E0944"/>
    <w:rsid w:val="004E191E"/>
    <w:rsid w:val="004E1A0F"/>
    <w:rsid w:val="004E5437"/>
    <w:rsid w:val="004F0E96"/>
    <w:rsid w:val="004F25A2"/>
    <w:rsid w:val="004F410A"/>
    <w:rsid w:val="004F4D2A"/>
    <w:rsid w:val="004F4E67"/>
    <w:rsid w:val="004F529A"/>
    <w:rsid w:val="004F71B0"/>
    <w:rsid w:val="00500C31"/>
    <w:rsid w:val="005016CA"/>
    <w:rsid w:val="00505CC7"/>
    <w:rsid w:val="00510D7B"/>
    <w:rsid w:val="00512325"/>
    <w:rsid w:val="00512DB9"/>
    <w:rsid w:val="00514EAF"/>
    <w:rsid w:val="00516F70"/>
    <w:rsid w:val="00517E24"/>
    <w:rsid w:val="00520291"/>
    <w:rsid w:val="00520B8D"/>
    <w:rsid w:val="005268F2"/>
    <w:rsid w:val="005275A9"/>
    <w:rsid w:val="005277E6"/>
    <w:rsid w:val="0053153D"/>
    <w:rsid w:val="0053245D"/>
    <w:rsid w:val="00532923"/>
    <w:rsid w:val="00533B32"/>
    <w:rsid w:val="00534B30"/>
    <w:rsid w:val="00534B7C"/>
    <w:rsid w:val="00536801"/>
    <w:rsid w:val="00537349"/>
    <w:rsid w:val="00540555"/>
    <w:rsid w:val="00540576"/>
    <w:rsid w:val="0054388D"/>
    <w:rsid w:val="00543D66"/>
    <w:rsid w:val="0054490A"/>
    <w:rsid w:val="00550C7E"/>
    <w:rsid w:val="00551C4A"/>
    <w:rsid w:val="00553927"/>
    <w:rsid w:val="005550F0"/>
    <w:rsid w:val="005554BE"/>
    <w:rsid w:val="00555C85"/>
    <w:rsid w:val="00557C08"/>
    <w:rsid w:val="00560EE0"/>
    <w:rsid w:val="0056373F"/>
    <w:rsid w:val="00565268"/>
    <w:rsid w:val="0056705D"/>
    <w:rsid w:val="005707C0"/>
    <w:rsid w:val="00572868"/>
    <w:rsid w:val="0057432B"/>
    <w:rsid w:val="00574F4B"/>
    <w:rsid w:val="005760E6"/>
    <w:rsid w:val="0057655D"/>
    <w:rsid w:val="0058005B"/>
    <w:rsid w:val="0058062A"/>
    <w:rsid w:val="0058189B"/>
    <w:rsid w:val="00583344"/>
    <w:rsid w:val="0058469C"/>
    <w:rsid w:val="0058487D"/>
    <w:rsid w:val="00590104"/>
    <w:rsid w:val="005902A5"/>
    <w:rsid w:val="005909E0"/>
    <w:rsid w:val="00597DF9"/>
    <w:rsid w:val="005A416A"/>
    <w:rsid w:val="005A6BC0"/>
    <w:rsid w:val="005A7D77"/>
    <w:rsid w:val="005B09A8"/>
    <w:rsid w:val="005B1605"/>
    <w:rsid w:val="005B26CE"/>
    <w:rsid w:val="005B275A"/>
    <w:rsid w:val="005B56DA"/>
    <w:rsid w:val="005B5C50"/>
    <w:rsid w:val="005B601D"/>
    <w:rsid w:val="005C0C04"/>
    <w:rsid w:val="005C1D21"/>
    <w:rsid w:val="005C2F58"/>
    <w:rsid w:val="005C4991"/>
    <w:rsid w:val="005C4E4A"/>
    <w:rsid w:val="005C651C"/>
    <w:rsid w:val="005D454F"/>
    <w:rsid w:val="005D55B1"/>
    <w:rsid w:val="005D62CE"/>
    <w:rsid w:val="005D6A4A"/>
    <w:rsid w:val="005E00D0"/>
    <w:rsid w:val="005E1A93"/>
    <w:rsid w:val="005E2DD8"/>
    <w:rsid w:val="005E3FA7"/>
    <w:rsid w:val="005E4A70"/>
    <w:rsid w:val="005E584A"/>
    <w:rsid w:val="005E7073"/>
    <w:rsid w:val="005F6679"/>
    <w:rsid w:val="005F67A6"/>
    <w:rsid w:val="005F7380"/>
    <w:rsid w:val="006003E3"/>
    <w:rsid w:val="00600EAE"/>
    <w:rsid w:val="0060380D"/>
    <w:rsid w:val="00605966"/>
    <w:rsid w:val="00610A5F"/>
    <w:rsid w:val="006119FD"/>
    <w:rsid w:val="006135BD"/>
    <w:rsid w:val="0061365A"/>
    <w:rsid w:val="00613E9B"/>
    <w:rsid w:val="006152FC"/>
    <w:rsid w:val="00616DFF"/>
    <w:rsid w:val="0061707B"/>
    <w:rsid w:val="0061713D"/>
    <w:rsid w:val="00620476"/>
    <w:rsid w:val="006234FB"/>
    <w:rsid w:val="006247C7"/>
    <w:rsid w:val="00624BFA"/>
    <w:rsid w:val="0062614B"/>
    <w:rsid w:val="006333BA"/>
    <w:rsid w:val="006354F9"/>
    <w:rsid w:val="006368ED"/>
    <w:rsid w:val="006404D2"/>
    <w:rsid w:val="00641958"/>
    <w:rsid w:val="00643D4C"/>
    <w:rsid w:val="00645080"/>
    <w:rsid w:val="00646D7F"/>
    <w:rsid w:val="00651F5E"/>
    <w:rsid w:val="00653226"/>
    <w:rsid w:val="00653D94"/>
    <w:rsid w:val="00654E97"/>
    <w:rsid w:val="00656A8E"/>
    <w:rsid w:val="00656BCE"/>
    <w:rsid w:val="006613F8"/>
    <w:rsid w:val="0066347D"/>
    <w:rsid w:val="00665A7F"/>
    <w:rsid w:val="00672A3B"/>
    <w:rsid w:val="006744BF"/>
    <w:rsid w:val="0067735D"/>
    <w:rsid w:val="00677C03"/>
    <w:rsid w:val="006801E7"/>
    <w:rsid w:val="00680241"/>
    <w:rsid w:val="00680CF1"/>
    <w:rsid w:val="006817D2"/>
    <w:rsid w:val="00687329"/>
    <w:rsid w:val="00693245"/>
    <w:rsid w:val="006947B1"/>
    <w:rsid w:val="006954F6"/>
    <w:rsid w:val="00696766"/>
    <w:rsid w:val="006970C1"/>
    <w:rsid w:val="006A0343"/>
    <w:rsid w:val="006A0772"/>
    <w:rsid w:val="006A16AE"/>
    <w:rsid w:val="006A204D"/>
    <w:rsid w:val="006A44CF"/>
    <w:rsid w:val="006A44F1"/>
    <w:rsid w:val="006A4CDF"/>
    <w:rsid w:val="006B05F3"/>
    <w:rsid w:val="006B0C28"/>
    <w:rsid w:val="006B0F39"/>
    <w:rsid w:val="006B1842"/>
    <w:rsid w:val="006B3223"/>
    <w:rsid w:val="006B3452"/>
    <w:rsid w:val="006B37F0"/>
    <w:rsid w:val="006B66E1"/>
    <w:rsid w:val="006B6C2B"/>
    <w:rsid w:val="006C13CF"/>
    <w:rsid w:val="006C1E87"/>
    <w:rsid w:val="006C3044"/>
    <w:rsid w:val="006C4415"/>
    <w:rsid w:val="006C49EF"/>
    <w:rsid w:val="006C63B0"/>
    <w:rsid w:val="006C6C50"/>
    <w:rsid w:val="006D28E0"/>
    <w:rsid w:val="006D3A70"/>
    <w:rsid w:val="006D3EDD"/>
    <w:rsid w:val="006D4B5D"/>
    <w:rsid w:val="006D6D6C"/>
    <w:rsid w:val="006D70E4"/>
    <w:rsid w:val="006D746B"/>
    <w:rsid w:val="006D77B9"/>
    <w:rsid w:val="006E08C4"/>
    <w:rsid w:val="006E1E93"/>
    <w:rsid w:val="006E4DE4"/>
    <w:rsid w:val="006F3303"/>
    <w:rsid w:val="006F364E"/>
    <w:rsid w:val="006F3B58"/>
    <w:rsid w:val="006F4A91"/>
    <w:rsid w:val="006F508D"/>
    <w:rsid w:val="006F513C"/>
    <w:rsid w:val="006F5D12"/>
    <w:rsid w:val="006F726D"/>
    <w:rsid w:val="00701C20"/>
    <w:rsid w:val="007021B3"/>
    <w:rsid w:val="007028F2"/>
    <w:rsid w:val="00703EC0"/>
    <w:rsid w:val="00704D55"/>
    <w:rsid w:val="00706100"/>
    <w:rsid w:val="00707C40"/>
    <w:rsid w:val="0071408A"/>
    <w:rsid w:val="00714508"/>
    <w:rsid w:val="007154B6"/>
    <w:rsid w:val="00716DD0"/>
    <w:rsid w:val="00721573"/>
    <w:rsid w:val="00722E33"/>
    <w:rsid w:val="00725946"/>
    <w:rsid w:val="00726D54"/>
    <w:rsid w:val="00727CE4"/>
    <w:rsid w:val="007303D4"/>
    <w:rsid w:val="007306C1"/>
    <w:rsid w:val="00730D33"/>
    <w:rsid w:val="007339A8"/>
    <w:rsid w:val="00735764"/>
    <w:rsid w:val="00735A9D"/>
    <w:rsid w:val="00736DD1"/>
    <w:rsid w:val="0073762D"/>
    <w:rsid w:val="00740E47"/>
    <w:rsid w:val="007415D0"/>
    <w:rsid w:val="00742FFA"/>
    <w:rsid w:val="00743368"/>
    <w:rsid w:val="007447DF"/>
    <w:rsid w:val="00747BCF"/>
    <w:rsid w:val="00750045"/>
    <w:rsid w:val="00753477"/>
    <w:rsid w:val="007538BF"/>
    <w:rsid w:val="00763E72"/>
    <w:rsid w:val="00766035"/>
    <w:rsid w:val="007660DB"/>
    <w:rsid w:val="0077112B"/>
    <w:rsid w:val="007714F8"/>
    <w:rsid w:val="00771D5B"/>
    <w:rsid w:val="00773380"/>
    <w:rsid w:val="00773A8D"/>
    <w:rsid w:val="00773DC3"/>
    <w:rsid w:val="0077490E"/>
    <w:rsid w:val="00780169"/>
    <w:rsid w:val="00780A01"/>
    <w:rsid w:val="00780FA2"/>
    <w:rsid w:val="00781441"/>
    <w:rsid w:val="00782CD4"/>
    <w:rsid w:val="007841AD"/>
    <w:rsid w:val="00790C78"/>
    <w:rsid w:val="00791B4B"/>
    <w:rsid w:val="00792440"/>
    <w:rsid w:val="00792D88"/>
    <w:rsid w:val="00792FEC"/>
    <w:rsid w:val="00795018"/>
    <w:rsid w:val="007A4B25"/>
    <w:rsid w:val="007A4D7F"/>
    <w:rsid w:val="007A59FF"/>
    <w:rsid w:val="007B215A"/>
    <w:rsid w:val="007B246E"/>
    <w:rsid w:val="007B38B4"/>
    <w:rsid w:val="007B5436"/>
    <w:rsid w:val="007B68CB"/>
    <w:rsid w:val="007C348D"/>
    <w:rsid w:val="007C3CD9"/>
    <w:rsid w:val="007C488A"/>
    <w:rsid w:val="007C584B"/>
    <w:rsid w:val="007C6648"/>
    <w:rsid w:val="007D020C"/>
    <w:rsid w:val="007D0A76"/>
    <w:rsid w:val="007D12C0"/>
    <w:rsid w:val="007D3B13"/>
    <w:rsid w:val="007D5D8D"/>
    <w:rsid w:val="007E20DE"/>
    <w:rsid w:val="007E461D"/>
    <w:rsid w:val="007E68C8"/>
    <w:rsid w:val="007F030A"/>
    <w:rsid w:val="007F149A"/>
    <w:rsid w:val="007F28FB"/>
    <w:rsid w:val="007F624E"/>
    <w:rsid w:val="007F6B75"/>
    <w:rsid w:val="0080113E"/>
    <w:rsid w:val="00801BC8"/>
    <w:rsid w:val="008045B4"/>
    <w:rsid w:val="008061F7"/>
    <w:rsid w:val="00807E4D"/>
    <w:rsid w:val="008111CA"/>
    <w:rsid w:val="00811BA8"/>
    <w:rsid w:val="0081299A"/>
    <w:rsid w:val="00813C2D"/>
    <w:rsid w:val="00814282"/>
    <w:rsid w:val="00815DA6"/>
    <w:rsid w:val="00822C9B"/>
    <w:rsid w:val="00822DC8"/>
    <w:rsid w:val="00822E85"/>
    <w:rsid w:val="008266CC"/>
    <w:rsid w:val="00831C67"/>
    <w:rsid w:val="00832189"/>
    <w:rsid w:val="00832FF0"/>
    <w:rsid w:val="008334D7"/>
    <w:rsid w:val="00834D54"/>
    <w:rsid w:val="00834E34"/>
    <w:rsid w:val="00835D3E"/>
    <w:rsid w:val="00837373"/>
    <w:rsid w:val="008404DB"/>
    <w:rsid w:val="00841247"/>
    <w:rsid w:val="00843618"/>
    <w:rsid w:val="00845552"/>
    <w:rsid w:val="00850712"/>
    <w:rsid w:val="00851D29"/>
    <w:rsid w:val="00852712"/>
    <w:rsid w:val="008528C2"/>
    <w:rsid w:val="00852D82"/>
    <w:rsid w:val="0085379B"/>
    <w:rsid w:val="00856F6B"/>
    <w:rsid w:val="00871149"/>
    <w:rsid w:val="00871FFA"/>
    <w:rsid w:val="008725EF"/>
    <w:rsid w:val="008734FC"/>
    <w:rsid w:val="0087533B"/>
    <w:rsid w:val="00875478"/>
    <w:rsid w:val="008811B3"/>
    <w:rsid w:val="00881618"/>
    <w:rsid w:val="00881E0F"/>
    <w:rsid w:val="00881E85"/>
    <w:rsid w:val="008828CD"/>
    <w:rsid w:val="00886307"/>
    <w:rsid w:val="0088743C"/>
    <w:rsid w:val="00887538"/>
    <w:rsid w:val="00894B3A"/>
    <w:rsid w:val="008A0325"/>
    <w:rsid w:val="008A0D4C"/>
    <w:rsid w:val="008A0D7A"/>
    <w:rsid w:val="008A1767"/>
    <w:rsid w:val="008A3D21"/>
    <w:rsid w:val="008A4C22"/>
    <w:rsid w:val="008A758D"/>
    <w:rsid w:val="008A76CB"/>
    <w:rsid w:val="008B1247"/>
    <w:rsid w:val="008B1388"/>
    <w:rsid w:val="008B2D59"/>
    <w:rsid w:val="008B37A5"/>
    <w:rsid w:val="008B3917"/>
    <w:rsid w:val="008B3E95"/>
    <w:rsid w:val="008B445E"/>
    <w:rsid w:val="008B77F6"/>
    <w:rsid w:val="008B7CC2"/>
    <w:rsid w:val="008C03D8"/>
    <w:rsid w:val="008C1C7D"/>
    <w:rsid w:val="008C2C37"/>
    <w:rsid w:val="008C4825"/>
    <w:rsid w:val="008C71A8"/>
    <w:rsid w:val="008D1229"/>
    <w:rsid w:val="008D2427"/>
    <w:rsid w:val="008D62C0"/>
    <w:rsid w:val="008E0D26"/>
    <w:rsid w:val="008E3607"/>
    <w:rsid w:val="008E4718"/>
    <w:rsid w:val="008E5821"/>
    <w:rsid w:val="008E65FE"/>
    <w:rsid w:val="008F08BE"/>
    <w:rsid w:val="008F1465"/>
    <w:rsid w:val="008F1679"/>
    <w:rsid w:val="008F1C39"/>
    <w:rsid w:val="008F748C"/>
    <w:rsid w:val="008F78B1"/>
    <w:rsid w:val="00900A84"/>
    <w:rsid w:val="00900EC1"/>
    <w:rsid w:val="0090113E"/>
    <w:rsid w:val="009035D2"/>
    <w:rsid w:val="0090412E"/>
    <w:rsid w:val="00905CFB"/>
    <w:rsid w:val="0090657F"/>
    <w:rsid w:val="009110E7"/>
    <w:rsid w:val="00911309"/>
    <w:rsid w:val="00912E45"/>
    <w:rsid w:val="009144AB"/>
    <w:rsid w:val="00915308"/>
    <w:rsid w:val="00916646"/>
    <w:rsid w:val="00920A53"/>
    <w:rsid w:val="0092405D"/>
    <w:rsid w:val="00924E6B"/>
    <w:rsid w:val="00924E95"/>
    <w:rsid w:val="00926A89"/>
    <w:rsid w:val="009305E2"/>
    <w:rsid w:val="00931D9B"/>
    <w:rsid w:val="0093354C"/>
    <w:rsid w:val="00933F50"/>
    <w:rsid w:val="0093472C"/>
    <w:rsid w:val="00934A4C"/>
    <w:rsid w:val="00934AFC"/>
    <w:rsid w:val="00936E52"/>
    <w:rsid w:val="00937A24"/>
    <w:rsid w:val="009422B8"/>
    <w:rsid w:val="009441D2"/>
    <w:rsid w:val="009457B4"/>
    <w:rsid w:val="00952B1F"/>
    <w:rsid w:val="00954D2C"/>
    <w:rsid w:val="00954F41"/>
    <w:rsid w:val="0095549F"/>
    <w:rsid w:val="009566A0"/>
    <w:rsid w:val="00957046"/>
    <w:rsid w:val="00957A0A"/>
    <w:rsid w:val="009619A3"/>
    <w:rsid w:val="00962683"/>
    <w:rsid w:val="00963FE7"/>
    <w:rsid w:val="009651BD"/>
    <w:rsid w:val="0096603B"/>
    <w:rsid w:val="0096648A"/>
    <w:rsid w:val="00971A92"/>
    <w:rsid w:val="009725E3"/>
    <w:rsid w:val="00973AD3"/>
    <w:rsid w:val="00976DF4"/>
    <w:rsid w:val="00977285"/>
    <w:rsid w:val="009805BC"/>
    <w:rsid w:val="00980E7A"/>
    <w:rsid w:val="00983C4F"/>
    <w:rsid w:val="009857E8"/>
    <w:rsid w:val="00987966"/>
    <w:rsid w:val="00990327"/>
    <w:rsid w:val="00990B75"/>
    <w:rsid w:val="00994D6E"/>
    <w:rsid w:val="0099605E"/>
    <w:rsid w:val="009A28B0"/>
    <w:rsid w:val="009A30BE"/>
    <w:rsid w:val="009A5B15"/>
    <w:rsid w:val="009A6551"/>
    <w:rsid w:val="009B1B4B"/>
    <w:rsid w:val="009B3BA2"/>
    <w:rsid w:val="009B5966"/>
    <w:rsid w:val="009B5FA1"/>
    <w:rsid w:val="009B65E2"/>
    <w:rsid w:val="009C2BF2"/>
    <w:rsid w:val="009C30C8"/>
    <w:rsid w:val="009C37AD"/>
    <w:rsid w:val="009C51A9"/>
    <w:rsid w:val="009C54C4"/>
    <w:rsid w:val="009C5B94"/>
    <w:rsid w:val="009C613E"/>
    <w:rsid w:val="009C691C"/>
    <w:rsid w:val="009C7B62"/>
    <w:rsid w:val="009D079C"/>
    <w:rsid w:val="009D11E8"/>
    <w:rsid w:val="009D1E7A"/>
    <w:rsid w:val="009D422F"/>
    <w:rsid w:val="009D58C7"/>
    <w:rsid w:val="009D6D22"/>
    <w:rsid w:val="009E0E8C"/>
    <w:rsid w:val="009E145B"/>
    <w:rsid w:val="009E2355"/>
    <w:rsid w:val="009E4D0E"/>
    <w:rsid w:val="009E4E26"/>
    <w:rsid w:val="009F01F7"/>
    <w:rsid w:val="009F4052"/>
    <w:rsid w:val="009F5485"/>
    <w:rsid w:val="009F7F91"/>
    <w:rsid w:val="00A013A6"/>
    <w:rsid w:val="00A01A03"/>
    <w:rsid w:val="00A01A5D"/>
    <w:rsid w:val="00A02688"/>
    <w:rsid w:val="00A03638"/>
    <w:rsid w:val="00A041DD"/>
    <w:rsid w:val="00A05216"/>
    <w:rsid w:val="00A063F8"/>
    <w:rsid w:val="00A0734B"/>
    <w:rsid w:val="00A075BA"/>
    <w:rsid w:val="00A07F5F"/>
    <w:rsid w:val="00A1031C"/>
    <w:rsid w:val="00A123C1"/>
    <w:rsid w:val="00A123EC"/>
    <w:rsid w:val="00A14132"/>
    <w:rsid w:val="00A149A7"/>
    <w:rsid w:val="00A14F64"/>
    <w:rsid w:val="00A20560"/>
    <w:rsid w:val="00A20A66"/>
    <w:rsid w:val="00A20F00"/>
    <w:rsid w:val="00A221AE"/>
    <w:rsid w:val="00A233FF"/>
    <w:rsid w:val="00A260AD"/>
    <w:rsid w:val="00A27A83"/>
    <w:rsid w:val="00A312CB"/>
    <w:rsid w:val="00A31503"/>
    <w:rsid w:val="00A35A69"/>
    <w:rsid w:val="00A37164"/>
    <w:rsid w:val="00A37332"/>
    <w:rsid w:val="00A37517"/>
    <w:rsid w:val="00A409A2"/>
    <w:rsid w:val="00A410AE"/>
    <w:rsid w:val="00A41785"/>
    <w:rsid w:val="00A41E02"/>
    <w:rsid w:val="00A41E16"/>
    <w:rsid w:val="00A42386"/>
    <w:rsid w:val="00A42F80"/>
    <w:rsid w:val="00A44251"/>
    <w:rsid w:val="00A44644"/>
    <w:rsid w:val="00A45DEE"/>
    <w:rsid w:val="00A47A58"/>
    <w:rsid w:val="00A50AAA"/>
    <w:rsid w:val="00A51978"/>
    <w:rsid w:val="00A52FD9"/>
    <w:rsid w:val="00A55171"/>
    <w:rsid w:val="00A64C0E"/>
    <w:rsid w:val="00A66758"/>
    <w:rsid w:val="00A6779E"/>
    <w:rsid w:val="00A71ABB"/>
    <w:rsid w:val="00A73AAA"/>
    <w:rsid w:val="00A75A95"/>
    <w:rsid w:val="00A77CDA"/>
    <w:rsid w:val="00A8012F"/>
    <w:rsid w:val="00A827F5"/>
    <w:rsid w:val="00A83220"/>
    <w:rsid w:val="00A847EB"/>
    <w:rsid w:val="00A84ECC"/>
    <w:rsid w:val="00A8646C"/>
    <w:rsid w:val="00A86C70"/>
    <w:rsid w:val="00A87A2D"/>
    <w:rsid w:val="00A90F62"/>
    <w:rsid w:val="00A93624"/>
    <w:rsid w:val="00A9362F"/>
    <w:rsid w:val="00A96AD7"/>
    <w:rsid w:val="00AA14F6"/>
    <w:rsid w:val="00AA2477"/>
    <w:rsid w:val="00AA2AD6"/>
    <w:rsid w:val="00AA2BF1"/>
    <w:rsid w:val="00AA362F"/>
    <w:rsid w:val="00AA41CD"/>
    <w:rsid w:val="00AA4300"/>
    <w:rsid w:val="00AB0335"/>
    <w:rsid w:val="00AB2834"/>
    <w:rsid w:val="00AB33C1"/>
    <w:rsid w:val="00AB4B0E"/>
    <w:rsid w:val="00AB6A8E"/>
    <w:rsid w:val="00AB6D73"/>
    <w:rsid w:val="00AB7158"/>
    <w:rsid w:val="00AC109A"/>
    <w:rsid w:val="00AC1234"/>
    <w:rsid w:val="00AC3F32"/>
    <w:rsid w:val="00AC6461"/>
    <w:rsid w:val="00AD06D4"/>
    <w:rsid w:val="00AD3521"/>
    <w:rsid w:val="00AD37D0"/>
    <w:rsid w:val="00AD3E76"/>
    <w:rsid w:val="00AD7B7B"/>
    <w:rsid w:val="00AD7BF6"/>
    <w:rsid w:val="00AE00BD"/>
    <w:rsid w:val="00AE0D9D"/>
    <w:rsid w:val="00AE233B"/>
    <w:rsid w:val="00AE3921"/>
    <w:rsid w:val="00AE7A53"/>
    <w:rsid w:val="00AF1344"/>
    <w:rsid w:val="00AF35D0"/>
    <w:rsid w:val="00B00AC9"/>
    <w:rsid w:val="00B00B22"/>
    <w:rsid w:val="00B0163D"/>
    <w:rsid w:val="00B02BA6"/>
    <w:rsid w:val="00B030CF"/>
    <w:rsid w:val="00B03295"/>
    <w:rsid w:val="00B038F4"/>
    <w:rsid w:val="00B05189"/>
    <w:rsid w:val="00B05538"/>
    <w:rsid w:val="00B0601E"/>
    <w:rsid w:val="00B06C85"/>
    <w:rsid w:val="00B07729"/>
    <w:rsid w:val="00B10125"/>
    <w:rsid w:val="00B10A1E"/>
    <w:rsid w:val="00B11911"/>
    <w:rsid w:val="00B1191B"/>
    <w:rsid w:val="00B12371"/>
    <w:rsid w:val="00B13869"/>
    <w:rsid w:val="00B13904"/>
    <w:rsid w:val="00B13F95"/>
    <w:rsid w:val="00B14778"/>
    <w:rsid w:val="00B172E8"/>
    <w:rsid w:val="00B1732F"/>
    <w:rsid w:val="00B20DC0"/>
    <w:rsid w:val="00B2312B"/>
    <w:rsid w:val="00B2325C"/>
    <w:rsid w:val="00B25061"/>
    <w:rsid w:val="00B259D6"/>
    <w:rsid w:val="00B25B04"/>
    <w:rsid w:val="00B26BD1"/>
    <w:rsid w:val="00B27A6A"/>
    <w:rsid w:val="00B306D7"/>
    <w:rsid w:val="00B31279"/>
    <w:rsid w:val="00B31406"/>
    <w:rsid w:val="00B31F72"/>
    <w:rsid w:val="00B32672"/>
    <w:rsid w:val="00B32DE8"/>
    <w:rsid w:val="00B37BFD"/>
    <w:rsid w:val="00B40E75"/>
    <w:rsid w:val="00B41EF4"/>
    <w:rsid w:val="00B421F1"/>
    <w:rsid w:val="00B43569"/>
    <w:rsid w:val="00B452B3"/>
    <w:rsid w:val="00B45726"/>
    <w:rsid w:val="00B476CB"/>
    <w:rsid w:val="00B537CB"/>
    <w:rsid w:val="00B5427C"/>
    <w:rsid w:val="00B62DF0"/>
    <w:rsid w:val="00B63471"/>
    <w:rsid w:val="00B63540"/>
    <w:rsid w:val="00B64EEF"/>
    <w:rsid w:val="00B65C02"/>
    <w:rsid w:val="00B67EFE"/>
    <w:rsid w:val="00B72F64"/>
    <w:rsid w:val="00B7316A"/>
    <w:rsid w:val="00B731BA"/>
    <w:rsid w:val="00B739C6"/>
    <w:rsid w:val="00B74CA8"/>
    <w:rsid w:val="00B74E09"/>
    <w:rsid w:val="00B755F8"/>
    <w:rsid w:val="00B76C19"/>
    <w:rsid w:val="00B77238"/>
    <w:rsid w:val="00B77677"/>
    <w:rsid w:val="00B777CB"/>
    <w:rsid w:val="00B81DDE"/>
    <w:rsid w:val="00B83B6F"/>
    <w:rsid w:val="00B8421D"/>
    <w:rsid w:val="00B85B17"/>
    <w:rsid w:val="00B86ADD"/>
    <w:rsid w:val="00B91FAA"/>
    <w:rsid w:val="00B9301C"/>
    <w:rsid w:val="00B9380C"/>
    <w:rsid w:val="00BA081E"/>
    <w:rsid w:val="00BA1AD8"/>
    <w:rsid w:val="00BA2470"/>
    <w:rsid w:val="00BA326B"/>
    <w:rsid w:val="00BA3351"/>
    <w:rsid w:val="00BA3443"/>
    <w:rsid w:val="00BA39BB"/>
    <w:rsid w:val="00BA48D5"/>
    <w:rsid w:val="00BA57F2"/>
    <w:rsid w:val="00BB35D2"/>
    <w:rsid w:val="00BB3E2A"/>
    <w:rsid w:val="00BB4429"/>
    <w:rsid w:val="00BB5CB9"/>
    <w:rsid w:val="00BC17BD"/>
    <w:rsid w:val="00BC1C44"/>
    <w:rsid w:val="00BC6C1A"/>
    <w:rsid w:val="00BC7CF6"/>
    <w:rsid w:val="00BD1ED7"/>
    <w:rsid w:val="00BD2DE4"/>
    <w:rsid w:val="00BD3E41"/>
    <w:rsid w:val="00BE0EC0"/>
    <w:rsid w:val="00BE1715"/>
    <w:rsid w:val="00BE1915"/>
    <w:rsid w:val="00BE2769"/>
    <w:rsid w:val="00BF0AF6"/>
    <w:rsid w:val="00BF31F7"/>
    <w:rsid w:val="00BF7BE9"/>
    <w:rsid w:val="00C0034C"/>
    <w:rsid w:val="00C009ED"/>
    <w:rsid w:val="00C00CF2"/>
    <w:rsid w:val="00C014B3"/>
    <w:rsid w:val="00C0242B"/>
    <w:rsid w:val="00C0375E"/>
    <w:rsid w:val="00C06A78"/>
    <w:rsid w:val="00C10480"/>
    <w:rsid w:val="00C15433"/>
    <w:rsid w:val="00C20805"/>
    <w:rsid w:val="00C21250"/>
    <w:rsid w:val="00C21E39"/>
    <w:rsid w:val="00C2247A"/>
    <w:rsid w:val="00C22582"/>
    <w:rsid w:val="00C22DE2"/>
    <w:rsid w:val="00C23134"/>
    <w:rsid w:val="00C23796"/>
    <w:rsid w:val="00C252F4"/>
    <w:rsid w:val="00C2548A"/>
    <w:rsid w:val="00C26F7D"/>
    <w:rsid w:val="00C276B3"/>
    <w:rsid w:val="00C335C9"/>
    <w:rsid w:val="00C33679"/>
    <w:rsid w:val="00C35B04"/>
    <w:rsid w:val="00C35E61"/>
    <w:rsid w:val="00C36016"/>
    <w:rsid w:val="00C360BF"/>
    <w:rsid w:val="00C3617F"/>
    <w:rsid w:val="00C36853"/>
    <w:rsid w:val="00C36C15"/>
    <w:rsid w:val="00C37852"/>
    <w:rsid w:val="00C41AEA"/>
    <w:rsid w:val="00C42684"/>
    <w:rsid w:val="00C45C4E"/>
    <w:rsid w:val="00C51301"/>
    <w:rsid w:val="00C520F8"/>
    <w:rsid w:val="00C5414E"/>
    <w:rsid w:val="00C5481C"/>
    <w:rsid w:val="00C54CD6"/>
    <w:rsid w:val="00C554A9"/>
    <w:rsid w:val="00C5703F"/>
    <w:rsid w:val="00C576A0"/>
    <w:rsid w:val="00C608FC"/>
    <w:rsid w:val="00C612DF"/>
    <w:rsid w:val="00C630D2"/>
    <w:rsid w:val="00C65539"/>
    <w:rsid w:val="00C65A71"/>
    <w:rsid w:val="00C65CAA"/>
    <w:rsid w:val="00C66BB1"/>
    <w:rsid w:val="00C742A9"/>
    <w:rsid w:val="00C80E5B"/>
    <w:rsid w:val="00C817B8"/>
    <w:rsid w:val="00C81CEF"/>
    <w:rsid w:val="00C81FAB"/>
    <w:rsid w:val="00C82174"/>
    <w:rsid w:val="00C85861"/>
    <w:rsid w:val="00C86ADE"/>
    <w:rsid w:val="00C90359"/>
    <w:rsid w:val="00C90C73"/>
    <w:rsid w:val="00CA021E"/>
    <w:rsid w:val="00CA1682"/>
    <w:rsid w:val="00CA337C"/>
    <w:rsid w:val="00CA722C"/>
    <w:rsid w:val="00CA7D7F"/>
    <w:rsid w:val="00CB1239"/>
    <w:rsid w:val="00CB252B"/>
    <w:rsid w:val="00CB2B47"/>
    <w:rsid w:val="00CB42E4"/>
    <w:rsid w:val="00CB4862"/>
    <w:rsid w:val="00CB573C"/>
    <w:rsid w:val="00CB74C4"/>
    <w:rsid w:val="00CC0616"/>
    <w:rsid w:val="00CC0FCF"/>
    <w:rsid w:val="00CC22F9"/>
    <w:rsid w:val="00CC35AC"/>
    <w:rsid w:val="00CC36C9"/>
    <w:rsid w:val="00CC3A6F"/>
    <w:rsid w:val="00CC6A39"/>
    <w:rsid w:val="00CD0899"/>
    <w:rsid w:val="00CD0A42"/>
    <w:rsid w:val="00CD3A75"/>
    <w:rsid w:val="00CD4DDB"/>
    <w:rsid w:val="00CE29BF"/>
    <w:rsid w:val="00CE3E9F"/>
    <w:rsid w:val="00CE58D9"/>
    <w:rsid w:val="00CE5A92"/>
    <w:rsid w:val="00CE6BA1"/>
    <w:rsid w:val="00CE7615"/>
    <w:rsid w:val="00CF01DF"/>
    <w:rsid w:val="00CF02C8"/>
    <w:rsid w:val="00CF0415"/>
    <w:rsid w:val="00CF27C9"/>
    <w:rsid w:val="00CF2D10"/>
    <w:rsid w:val="00CF58A3"/>
    <w:rsid w:val="00D005BD"/>
    <w:rsid w:val="00D03184"/>
    <w:rsid w:val="00D032BF"/>
    <w:rsid w:val="00D04592"/>
    <w:rsid w:val="00D065E4"/>
    <w:rsid w:val="00D069A9"/>
    <w:rsid w:val="00D06B68"/>
    <w:rsid w:val="00D072EE"/>
    <w:rsid w:val="00D078EF"/>
    <w:rsid w:val="00D07C35"/>
    <w:rsid w:val="00D107B2"/>
    <w:rsid w:val="00D11841"/>
    <w:rsid w:val="00D1187B"/>
    <w:rsid w:val="00D12448"/>
    <w:rsid w:val="00D1396F"/>
    <w:rsid w:val="00D13C63"/>
    <w:rsid w:val="00D146D8"/>
    <w:rsid w:val="00D22A51"/>
    <w:rsid w:val="00D32015"/>
    <w:rsid w:val="00D32258"/>
    <w:rsid w:val="00D34E29"/>
    <w:rsid w:val="00D36FCD"/>
    <w:rsid w:val="00D403A1"/>
    <w:rsid w:val="00D40DAA"/>
    <w:rsid w:val="00D42136"/>
    <w:rsid w:val="00D421A3"/>
    <w:rsid w:val="00D457C1"/>
    <w:rsid w:val="00D46A7B"/>
    <w:rsid w:val="00D5067B"/>
    <w:rsid w:val="00D51BF9"/>
    <w:rsid w:val="00D52063"/>
    <w:rsid w:val="00D54500"/>
    <w:rsid w:val="00D54B40"/>
    <w:rsid w:val="00D5520E"/>
    <w:rsid w:val="00D60AB8"/>
    <w:rsid w:val="00D61B52"/>
    <w:rsid w:val="00D61F9C"/>
    <w:rsid w:val="00D63606"/>
    <w:rsid w:val="00D64935"/>
    <w:rsid w:val="00D64B0A"/>
    <w:rsid w:val="00D66BE7"/>
    <w:rsid w:val="00D67F91"/>
    <w:rsid w:val="00D71887"/>
    <w:rsid w:val="00D72792"/>
    <w:rsid w:val="00D77775"/>
    <w:rsid w:val="00D7785B"/>
    <w:rsid w:val="00D80FF2"/>
    <w:rsid w:val="00D8124C"/>
    <w:rsid w:val="00D81534"/>
    <w:rsid w:val="00D833E9"/>
    <w:rsid w:val="00D84954"/>
    <w:rsid w:val="00D85058"/>
    <w:rsid w:val="00D85F13"/>
    <w:rsid w:val="00D85F91"/>
    <w:rsid w:val="00D872CE"/>
    <w:rsid w:val="00D874FA"/>
    <w:rsid w:val="00D8762F"/>
    <w:rsid w:val="00D87E98"/>
    <w:rsid w:val="00D917C5"/>
    <w:rsid w:val="00D95B8E"/>
    <w:rsid w:val="00DA0015"/>
    <w:rsid w:val="00DA2F24"/>
    <w:rsid w:val="00DA4199"/>
    <w:rsid w:val="00DA6027"/>
    <w:rsid w:val="00DA6127"/>
    <w:rsid w:val="00DA66F2"/>
    <w:rsid w:val="00DA7112"/>
    <w:rsid w:val="00DB0C4D"/>
    <w:rsid w:val="00DB1BD5"/>
    <w:rsid w:val="00DB415F"/>
    <w:rsid w:val="00DB567A"/>
    <w:rsid w:val="00DB5DFE"/>
    <w:rsid w:val="00DB7356"/>
    <w:rsid w:val="00DC02E2"/>
    <w:rsid w:val="00DC2121"/>
    <w:rsid w:val="00DC2C56"/>
    <w:rsid w:val="00DC7C6F"/>
    <w:rsid w:val="00DD1187"/>
    <w:rsid w:val="00DD27AD"/>
    <w:rsid w:val="00DD3884"/>
    <w:rsid w:val="00DD3907"/>
    <w:rsid w:val="00DD3CDA"/>
    <w:rsid w:val="00DD5361"/>
    <w:rsid w:val="00DD6052"/>
    <w:rsid w:val="00DE01BF"/>
    <w:rsid w:val="00DE2CAE"/>
    <w:rsid w:val="00DE362D"/>
    <w:rsid w:val="00DE398D"/>
    <w:rsid w:val="00DE7199"/>
    <w:rsid w:val="00DE76CD"/>
    <w:rsid w:val="00DF0C14"/>
    <w:rsid w:val="00DF1C2D"/>
    <w:rsid w:val="00DF35B5"/>
    <w:rsid w:val="00DF374D"/>
    <w:rsid w:val="00DF4B70"/>
    <w:rsid w:val="00DF4EED"/>
    <w:rsid w:val="00DF6BBD"/>
    <w:rsid w:val="00E00192"/>
    <w:rsid w:val="00E01E6E"/>
    <w:rsid w:val="00E03D56"/>
    <w:rsid w:val="00E04B77"/>
    <w:rsid w:val="00E04E4F"/>
    <w:rsid w:val="00E07972"/>
    <w:rsid w:val="00E12576"/>
    <w:rsid w:val="00E12B5C"/>
    <w:rsid w:val="00E141B2"/>
    <w:rsid w:val="00E14A6F"/>
    <w:rsid w:val="00E16B85"/>
    <w:rsid w:val="00E16D38"/>
    <w:rsid w:val="00E21C73"/>
    <w:rsid w:val="00E226BE"/>
    <w:rsid w:val="00E24BC6"/>
    <w:rsid w:val="00E27037"/>
    <w:rsid w:val="00E272AA"/>
    <w:rsid w:val="00E27980"/>
    <w:rsid w:val="00E31EF0"/>
    <w:rsid w:val="00E33C9F"/>
    <w:rsid w:val="00E3576F"/>
    <w:rsid w:val="00E35FB4"/>
    <w:rsid w:val="00E40A43"/>
    <w:rsid w:val="00E461E9"/>
    <w:rsid w:val="00E4630C"/>
    <w:rsid w:val="00E50F79"/>
    <w:rsid w:val="00E51B4B"/>
    <w:rsid w:val="00E51EAD"/>
    <w:rsid w:val="00E555FF"/>
    <w:rsid w:val="00E57E0F"/>
    <w:rsid w:val="00E62903"/>
    <w:rsid w:val="00E6356F"/>
    <w:rsid w:val="00E700C8"/>
    <w:rsid w:val="00E70F59"/>
    <w:rsid w:val="00E71793"/>
    <w:rsid w:val="00E72216"/>
    <w:rsid w:val="00E75648"/>
    <w:rsid w:val="00E76357"/>
    <w:rsid w:val="00E76B89"/>
    <w:rsid w:val="00E877F7"/>
    <w:rsid w:val="00E90C7C"/>
    <w:rsid w:val="00E93A30"/>
    <w:rsid w:val="00E9624A"/>
    <w:rsid w:val="00EA000F"/>
    <w:rsid w:val="00EA22B2"/>
    <w:rsid w:val="00EA3446"/>
    <w:rsid w:val="00EA352D"/>
    <w:rsid w:val="00EA5D40"/>
    <w:rsid w:val="00EA6AE9"/>
    <w:rsid w:val="00EB0FF7"/>
    <w:rsid w:val="00EB15E2"/>
    <w:rsid w:val="00EB1AE4"/>
    <w:rsid w:val="00EB4395"/>
    <w:rsid w:val="00EB5717"/>
    <w:rsid w:val="00EC4CFD"/>
    <w:rsid w:val="00EC6B10"/>
    <w:rsid w:val="00ED3ACD"/>
    <w:rsid w:val="00ED46E2"/>
    <w:rsid w:val="00ED5EA3"/>
    <w:rsid w:val="00ED6063"/>
    <w:rsid w:val="00ED7108"/>
    <w:rsid w:val="00EE0FD0"/>
    <w:rsid w:val="00EE1596"/>
    <w:rsid w:val="00EE2556"/>
    <w:rsid w:val="00EE288D"/>
    <w:rsid w:val="00EE2E67"/>
    <w:rsid w:val="00EE5A99"/>
    <w:rsid w:val="00EF0509"/>
    <w:rsid w:val="00EF1FE0"/>
    <w:rsid w:val="00EF2A45"/>
    <w:rsid w:val="00EF5CAE"/>
    <w:rsid w:val="00F022EC"/>
    <w:rsid w:val="00F033E4"/>
    <w:rsid w:val="00F04AB1"/>
    <w:rsid w:val="00F06375"/>
    <w:rsid w:val="00F0689B"/>
    <w:rsid w:val="00F12DC4"/>
    <w:rsid w:val="00F12EA2"/>
    <w:rsid w:val="00F13544"/>
    <w:rsid w:val="00F15530"/>
    <w:rsid w:val="00F171F8"/>
    <w:rsid w:val="00F17995"/>
    <w:rsid w:val="00F17ADE"/>
    <w:rsid w:val="00F2199C"/>
    <w:rsid w:val="00F22154"/>
    <w:rsid w:val="00F23654"/>
    <w:rsid w:val="00F239B0"/>
    <w:rsid w:val="00F26266"/>
    <w:rsid w:val="00F27337"/>
    <w:rsid w:val="00F3171C"/>
    <w:rsid w:val="00F34992"/>
    <w:rsid w:val="00F40B3F"/>
    <w:rsid w:val="00F40DF2"/>
    <w:rsid w:val="00F40EE8"/>
    <w:rsid w:val="00F423B4"/>
    <w:rsid w:val="00F4264B"/>
    <w:rsid w:val="00F43620"/>
    <w:rsid w:val="00F46255"/>
    <w:rsid w:val="00F46B85"/>
    <w:rsid w:val="00F54CDD"/>
    <w:rsid w:val="00F55397"/>
    <w:rsid w:val="00F57FED"/>
    <w:rsid w:val="00F60A6D"/>
    <w:rsid w:val="00F6139C"/>
    <w:rsid w:val="00F62055"/>
    <w:rsid w:val="00F63B95"/>
    <w:rsid w:val="00F64DA0"/>
    <w:rsid w:val="00F6635F"/>
    <w:rsid w:val="00F701A8"/>
    <w:rsid w:val="00F7043C"/>
    <w:rsid w:val="00F720F7"/>
    <w:rsid w:val="00F72962"/>
    <w:rsid w:val="00F72E00"/>
    <w:rsid w:val="00F73FDD"/>
    <w:rsid w:val="00F740C2"/>
    <w:rsid w:val="00F74B89"/>
    <w:rsid w:val="00F81B53"/>
    <w:rsid w:val="00F81BEE"/>
    <w:rsid w:val="00F81FD1"/>
    <w:rsid w:val="00F846B0"/>
    <w:rsid w:val="00F84F36"/>
    <w:rsid w:val="00F852AB"/>
    <w:rsid w:val="00F85F5F"/>
    <w:rsid w:val="00F87889"/>
    <w:rsid w:val="00F9060A"/>
    <w:rsid w:val="00F91AA5"/>
    <w:rsid w:val="00F9275C"/>
    <w:rsid w:val="00F93086"/>
    <w:rsid w:val="00F935F0"/>
    <w:rsid w:val="00FA1E54"/>
    <w:rsid w:val="00FA2EF0"/>
    <w:rsid w:val="00FA3766"/>
    <w:rsid w:val="00FA3982"/>
    <w:rsid w:val="00FA5B56"/>
    <w:rsid w:val="00FA6B4C"/>
    <w:rsid w:val="00FB141E"/>
    <w:rsid w:val="00FB1E93"/>
    <w:rsid w:val="00FB3CA6"/>
    <w:rsid w:val="00FB4A1B"/>
    <w:rsid w:val="00FB5045"/>
    <w:rsid w:val="00FB5259"/>
    <w:rsid w:val="00FB6D5A"/>
    <w:rsid w:val="00FC3596"/>
    <w:rsid w:val="00FC3E24"/>
    <w:rsid w:val="00FC4F6D"/>
    <w:rsid w:val="00FC627D"/>
    <w:rsid w:val="00FC76AF"/>
    <w:rsid w:val="00FC78F8"/>
    <w:rsid w:val="00FD3AB8"/>
    <w:rsid w:val="00FD3AF7"/>
    <w:rsid w:val="00FD4253"/>
    <w:rsid w:val="00FD4C0B"/>
    <w:rsid w:val="00FD5513"/>
    <w:rsid w:val="00FE031B"/>
    <w:rsid w:val="00FE0A57"/>
    <w:rsid w:val="00FE31E9"/>
    <w:rsid w:val="00FE4D77"/>
    <w:rsid w:val="00FE78D6"/>
    <w:rsid w:val="00FE7970"/>
    <w:rsid w:val="00FF19D9"/>
    <w:rsid w:val="00FF1DB2"/>
    <w:rsid w:val="00FF3EF4"/>
    <w:rsid w:val="00FF5336"/>
    <w:rsid w:val="00FF5671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AD7F2"/>
  <w15:docId w15:val="{A8FE65FF-E072-4647-B334-3E523875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57C"/>
    <w:pPr>
      <w:jc w:val="both"/>
    </w:pPr>
  </w:style>
  <w:style w:type="paragraph" w:styleId="Nadpis1">
    <w:name w:val="heading 1"/>
    <w:basedOn w:val="Normln0"/>
    <w:next w:val="Normln0"/>
    <w:qFormat/>
    <w:rsid w:val="00AE3921"/>
    <w:pPr>
      <w:keepNext/>
      <w:numPr>
        <w:numId w:val="28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0"/>
    <w:next w:val="Normln0"/>
    <w:qFormat/>
    <w:rsid w:val="00DA2F24"/>
    <w:pPr>
      <w:keepNext/>
      <w:numPr>
        <w:ilvl w:val="1"/>
        <w:numId w:val="28"/>
      </w:numPr>
      <w:spacing w:before="240" w:after="240" w:line="288" w:lineRule="auto"/>
      <w:ind w:left="578" w:hanging="578"/>
      <w:outlineLvl w:val="1"/>
    </w:pPr>
    <w:rPr>
      <w:rFonts w:cs="Arial"/>
      <w:b/>
      <w:bCs/>
      <w:iCs/>
      <w:caps/>
      <w:color w:val="000000" w:themeColor="text1"/>
      <w:sz w:val="24"/>
      <w:szCs w:val="28"/>
    </w:rPr>
  </w:style>
  <w:style w:type="paragraph" w:styleId="Nadpis3">
    <w:name w:val="heading 3"/>
    <w:basedOn w:val="Normln0"/>
    <w:next w:val="Normln0"/>
    <w:link w:val="Nadpis3Char"/>
    <w:qFormat/>
    <w:rsid w:val="00DA2F24"/>
    <w:pPr>
      <w:keepNext/>
      <w:numPr>
        <w:ilvl w:val="2"/>
        <w:numId w:val="28"/>
      </w:numPr>
      <w:spacing w:before="200" w:after="200" w:line="288" w:lineRule="auto"/>
      <w:outlineLvl w:val="2"/>
    </w:pPr>
    <w:rPr>
      <w:rFonts w:cs="Arial"/>
      <w:b/>
      <w:bCs/>
      <w:caps/>
      <w:color w:val="000000" w:themeColor="text1"/>
      <w:szCs w:val="26"/>
    </w:rPr>
  </w:style>
  <w:style w:type="paragraph" w:styleId="Nadpis4">
    <w:name w:val="heading 4"/>
    <w:basedOn w:val="Normln0"/>
    <w:next w:val="Normln0"/>
    <w:qFormat/>
    <w:rsid w:val="00DA2F24"/>
    <w:pPr>
      <w:keepNext/>
      <w:numPr>
        <w:ilvl w:val="3"/>
        <w:numId w:val="28"/>
      </w:numPr>
      <w:spacing w:before="200" w:after="200" w:line="288" w:lineRule="auto"/>
      <w:outlineLvl w:val="3"/>
    </w:pPr>
    <w:rPr>
      <w:b/>
      <w:bCs/>
      <w:caps/>
      <w:color w:val="000000" w:themeColor="text1"/>
      <w:szCs w:val="28"/>
    </w:rPr>
  </w:style>
  <w:style w:type="paragraph" w:styleId="Nadpis5">
    <w:name w:val="heading 5"/>
    <w:basedOn w:val="Normln0"/>
    <w:next w:val="Normln0"/>
    <w:qFormat/>
    <w:rsid w:val="00DA2F24"/>
    <w:pPr>
      <w:keepNext/>
      <w:numPr>
        <w:ilvl w:val="4"/>
        <w:numId w:val="28"/>
      </w:numPr>
      <w:tabs>
        <w:tab w:val="clear" w:pos="1440"/>
        <w:tab w:val="left" w:pos="1004"/>
      </w:tabs>
      <w:spacing w:before="120" w:line="288" w:lineRule="auto"/>
      <w:outlineLvl w:val="4"/>
    </w:pPr>
    <w:rPr>
      <w:b/>
      <w:bCs/>
      <w:iCs/>
      <w:color w:val="000000" w:themeColor="text1"/>
      <w:szCs w:val="26"/>
    </w:rPr>
  </w:style>
  <w:style w:type="paragraph" w:styleId="Nadpis6">
    <w:name w:val="heading 6"/>
    <w:basedOn w:val="Normln0"/>
    <w:next w:val="Normln0"/>
    <w:qFormat/>
    <w:rsid w:val="00DA2F24"/>
    <w:pPr>
      <w:keepNext/>
      <w:numPr>
        <w:ilvl w:val="5"/>
        <w:numId w:val="28"/>
      </w:numPr>
      <w:tabs>
        <w:tab w:val="clear" w:pos="1440"/>
        <w:tab w:val="left" w:pos="1145"/>
      </w:tabs>
      <w:spacing w:before="120" w:line="288" w:lineRule="auto"/>
      <w:jc w:val="left"/>
      <w:outlineLvl w:val="5"/>
    </w:pPr>
    <w:rPr>
      <w:b/>
      <w:bCs/>
      <w:color w:val="000000" w:themeColor="text1"/>
    </w:rPr>
  </w:style>
  <w:style w:type="paragraph" w:styleId="Nadpis7">
    <w:name w:val="heading 7"/>
    <w:basedOn w:val="Normln0"/>
    <w:next w:val="Normln0"/>
    <w:qFormat/>
    <w:rsid w:val="00DA2F24"/>
    <w:pPr>
      <w:keepNext/>
      <w:numPr>
        <w:ilvl w:val="6"/>
        <w:numId w:val="28"/>
      </w:numPr>
      <w:tabs>
        <w:tab w:val="clear" w:pos="1800"/>
        <w:tab w:val="left" w:pos="1287"/>
      </w:tabs>
      <w:spacing w:before="60" w:after="60" w:line="288" w:lineRule="auto"/>
      <w:ind w:left="1298" w:hanging="1298"/>
      <w:outlineLvl w:val="6"/>
    </w:pPr>
    <w:rPr>
      <w:b/>
      <w:bCs/>
      <w:color w:val="000000" w:themeColor="text1"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28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0"/>
    <w:next w:val="Normln0"/>
    <w:qFormat/>
    <w:rsid w:val="009C691C"/>
    <w:pPr>
      <w:keepNext/>
      <w:numPr>
        <w:ilvl w:val="8"/>
        <w:numId w:val="28"/>
      </w:numPr>
      <w:tabs>
        <w:tab w:val="left" w:pos="1571"/>
      </w:tabs>
      <w:spacing w:line="288" w:lineRule="auto"/>
      <w:ind w:left="1582" w:hanging="1582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customStyle="1" w:styleId="Normln0">
    <w:name w:val="_Normální"/>
    <w:basedOn w:val="Normln"/>
    <w:link w:val="NormlnChar"/>
    <w:qFormat/>
    <w:rsid w:val="00101988"/>
    <w:pPr>
      <w:spacing w:after="120"/>
    </w:pPr>
  </w:style>
  <w:style w:type="character" w:customStyle="1" w:styleId="NormlnChar">
    <w:name w:val="_Normální Char"/>
    <w:basedOn w:val="Standardnpsmoodstavce"/>
    <w:link w:val="Normln0"/>
    <w:rsid w:val="00101988"/>
  </w:style>
  <w:style w:type="paragraph" w:customStyle="1" w:styleId="ObrzekNzev">
    <w:name w:val="_Obrázek_Název"/>
    <w:basedOn w:val="Normln0"/>
    <w:next w:val="Normln0"/>
    <w:qFormat/>
    <w:rsid w:val="00101988"/>
    <w:rPr>
      <w:b/>
    </w:rPr>
  </w:style>
  <w:style w:type="paragraph" w:customStyle="1" w:styleId="Obrzek">
    <w:name w:val="_Obrázek"/>
    <w:basedOn w:val="Normln0"/>
    <w:next w:val="ObrzekNzev"/>
    <w:qFormat/>
    <w:rsid w:val="00101988"/>
    <w:pPr>
      <w:keepNext/>
      <w:spacing w:after="0"/>
      <w:jc w:val="center"/>
    </w:pPr>
  </w:style>
  <w:style w:type="paragraph" w:customStyle="1" w:styleId="TabulkaNzev">
    <w:name w:val="_Tabulka_Název"/>
    <w:basedOn w:val="Normln0"/>
    <w:next w:val="Normln0"/>
    <w:qFormat/>
    <w:rsid w:val="00101988"/>
    <w:pPr>
      <w:keepNext/>
      <w:spacing w:after="0"/>
    </w:pPr>
    <w:rPr>
      <w:b/>
    </w:rPr>
  </w:style>
  <w:style w:type="table" w:customStyle="1" w:styleId="Svtltabulkasmkou11">
    <w:name w:val="Světlá tabulka s mřížkou 11"/>
    <w:basedOn w:val="Normlntabulka"/>
    <w:uiPriority w:val="46"/>
    <w:rsid w:val="00101988"/>
    <w:rPr>
      <w:rFonts w:ascii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vst">
    <w:name w:val="_Návěstí"/>
    <w:basedOn w:val="Normln0"/>
    <w:next w:val="Normln0"/>
    <w:link w:val="NvstChar"/>
    <w:qFormat/>
    <w:rsid w:val="00C90359"/>
    <w:pPr>
      <w:keepNext/>
      <w:spacing w:after="0"/>
    </w:pPr>
    <w:rPr>
      <w:u w:val="single"/>
    </w:rPr>
  </w:style>
  <w:style w:type="character" w:customStyle="1" w:styleId="NvstChar">
    <w:name w:val="_Návěstí Char"/>
    <w:basedOn w:val="NormlnChar"/>
    <w:link w:val="Nvst"/>
    <w:rsid w:val="00C90359"/>
    <w:rPr>
      <w:u w:val="single"/>
    </w:rPr>
  </w:style>
  <w:style w:type="character" w:styleId="Znakapoznpodarou">
    <w:name w:val="footnote reference"/>
    <w:basedOn w:val="Standardnpsmoodstavce"/>
    <w:uiPriority w:val="99"/>
    <w:unhideWhenUsed/>
    <w:rsid w:val="003B757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AB1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AB1"/>
  </w:style>
  <w:style w:type="paragraph" w:customStyle="1" w:styleId="Odstavecseseznamemliteratury">
    <w:name w:val="Odstavec se seznamem literatury"/>
    <w:basedOn w:val="Normln"/>
    <w:qFormat/>
    <w:rsid w:val="00574F4B"/>
    <w:pPr>
      <w:numPr>
        <w:numId w:val="29"/>
      </w:numPr>
      <w:spacing w:after="120"/>
      <w:jc w:val="left"/>
    </w:pPr>
    <w:rPr>
      <w:i/>
    </w:rPr>
  </w:style>
  <w:style w:type="character" w:customStyle="1" w:styleId="Nadpis3Char">
    <w:name w:val="Nadpis 3 Char"/>
    <w:basedOn w:val="Standardnpsmoodstavce"/>
    <w:link w:val="Nadpis3"/>
    <w:rsid w:val="00C0034C"/>
    <w:rPr>
      <w:rFonts w:cs="Arial"/>
      <w:b/>
      <w:bCs/>
      <w:caps/>
      <w:color w:val="000000" w:themeColor="text1"/>
      <w:szCs w:val="2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0772"/>
    <w:rPr>
      <w:color w:val="605E5C"/>
      <w:shd w:val="clear" w:color="auto" w:fill="E1DFDD"/>
    </w:rPr>
  </w:style>
  <w:style w:type="paragraph" w:customStyle="1" w:styleId="CGNormln">
    <w:name w:val="CG_Normální"/>
    <w:rsid w:val="00837373"/>
    <w:pPr>
      <w:ind w:left="1134"/>
      <w:jc w:val="both"/>
    </w:pPr>
    <w:rPr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49514D"/>
    <w:pPr>
      <w:tabs>
        <w:tab w:val="left" w:pos="0"/>
      </w:tabs>
      <w:ind w:left="720" w:right="-2" w:firstLine="567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55A44B058644D2A53573B7138F8E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FE73C8-20A9-4896-9229-68A5B9D4ED40}"/>
      </w:docPartPr>
      <w:docPartBody>
        <w:p w:rsidR="00D13942" w:rsidRDefault="00C15348" w:rsidP="00C15348">
          <w:pPr>
            <w:pStyle w:val="4455A44B058644D2A53573B7138F8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0DFCD2D10C0C4F45892D11C61214D8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B9CD2-00B5-4CA9-ACE1-E345A771D863}"/>
      </w:docPartPr>
      <w:docPartBody>
        <w:p w:rsidR="00D13942" w:rsidRDefault="00C15348" w:rsidP="00C15348">
          <w:pPr>
            <w:pStyle w:val="0DFCD2D10C0C4F45892D11C61214D8B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D873DE55F594146AF036837467F0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BE3-AFCE-4A89-9950-4873080BB644}"/>
      </w:docPartPr>
      <w:docPartBody>
        <w:p w:rsidR="00D13942" w:rsidRDefault="00C15348" w:rsidP="00C15348">
          <w:pPr>
            <w:pStyle w:val="9D873DE55F594146AF036837467F035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5140E1D2BB415595063D327FB48D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0341DA-14E6-4CA6-B345-69F30B801203}"/>
      </w:docPartPr>
      <w:docPartBody>
        <w:p w:rsidR="00D13942" w:rsidRDefault="00C15348" w:rsidP="00C15348">
          <w:pPr>
            <w:pStyle w:val="BB5140E1D2BB415595063D327FB48DA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F145A31CE84D5FB5872EF400C52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48F5D0-DB71-4618-BE3B-8D9EECF46C1B}"/>
      </w:docPartPr>
      <w:docPartBody>
        <w:p w:rsidR="00D13942" w:rsidRDefault="00C15348" w:rsidP="00C15348">
          <w:pPr>
            <w:pStyle w:val="8CF145A31CE84D5FB5872EF400C52AD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DC4F3AF62B64394972D5BCD2CBCB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51253-B725-419D-9D80-A8AB4E1112B2}"/>
      </w:docPartPr>
      <w:docPartBody>
        <w:p w:rsidR="00D13942" w:rsidRDefault="00C15348" w:rsidP="00C15348">
          <w:pPr>
            <w:pStyle w:val="2DC4F3AF62B64394972D5BCD2CBCBB9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A0D4CD5BEC4B0D92761194ED8D3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1FF300-DB44-488A-969F-1E5FAC97138C}"/>
      </w:docPartPr>
      <w:docPartBody>
        <w:p w:rsidR="00D13942" w:rsidRDefault="00C15348" w:rsidP="00C15348">
          <w:pPr>
            <w:pStyle w:val="A8A0D4CD5BEC4B0D92761194ED8D36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ED01243361B45EBA4ACA7825CE7A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F6078-0A62-49AB-999B-1E29457316B4}"/>
      </w:docPartPr>
      <w:docPartBody>
        <w:p w:rsidR="00D13942" w:rsidRDefault="00C15348" w:rsidP="00C15348">
          <w:pPr>
            <w:pStyle w:val="4ED01243361B45EBA4ACA7825CE7AC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25AC45C362E49618859C7A5C3DBA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6E4E-D371-4227-8184-314198632C03}"/>
      </w:docPartPr>
      <w:docPartBody>
        <w:p w:rsidR="00D13942" w:rsidRDefault="00C15348" w:rsidP="00C15348">
          <w:pPr>
            <w:pStyle w:val="325AC45C362E49618859C7A5C3DBA529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A8565E9D62C4EB4B7868765CE501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0746-52E4-4747-B7B7-80B684103C93}"/>
      </w:docPartPr>
      <w:docPartBody>
        <w:p w:rsidR="00D13942" w:rsidRDefault="00C15348" w:rsidP="00C15348">
          <w:pPr>
            <w:pStyle w:val="5A8565E9D62C4EB4B7868765CE501DFA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AEBE97ACAC0479D8FF7A077D1827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B610E-F1CF-4E06-880C-E066185AD4A1}"/>
      </w:docPartPr>
      <w:docPartBody>
        <w:p w:rsidR="00D13942" w:rsidRDefault="00C15348" w:rsidP="00C15348">
          <w:pPr>
            <w:pStyle w:val="9AEBE97ACAC0479D8FF7A077D1827D0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72009A793D44D69F275E72E39A4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D2144-5C3D-4533-81A5-D1C96FBD325A}"/>
      </w:docPartPr>
      <w:docPartBody>
        <w:p w:rsidR="004C2305" w:rsidRDefault="00531921" w:rsidP="00531921">
          <w:pPr>
            <w:pStyle w:val="1F72009A793D44D69F275E72E39A415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EBF239F87024C759225D9CCE4244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88BE7-6729-4ABD-AF26-EDACF3C90E4A}"/>
      </w:docPartPr>
      <w:docPartBody>
        <w:p w:rsidR="004C2305" w:rsidRDefault="00531921" w:rsidP="00531921">
          <w:pPr>
            <w:pStyle w:val="6EBF239F87024C759225D9CCE424495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334C278F48E24E3081F0225913D0B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E16C7-7B26-4797-9492-607B6D42BCE1}"/>
      </w:docPartPr>
      <w:docPartBody>
        <w:p w:rsidR="004C2305" w:rsidRDefault="00531921" w:rsidP="00531921">
          <w:pPr>
            <w:pStyle w:val="334C278F48E24E3081F0225913D0B53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7CB446A0094AFDB350BBA0773E7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31F8C-3EED-4782-AC09-22AAC95D3E5D}"/>
      </w:docPartPr>
      <w:docPartBody>
        <w:p w:rsidR="002768C4" w:rsidRDefault="004C2305" w:rsidP="004C2305">
          <w:pPr>
            <w:pStyle w:val="4C7CB446A0094AFDB350BBA0773E71A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604C"/>
    <w:rsid w:val="000132A3"/>
    <w:rsid w:val="00095F5B"/>
    <w:rsid w:val="000A08CA"/>
    <w:rsid w:val="000F5151"/>
    <w:rsid w:val="001227DF"/>
    <w:rsid w:val="001571A9"/>
    <w:rsid w:val="00205F9C"/>
    <w:rsid w:val="00216FF3"/>
    <w:rsid w:val="002615C8"/>
    <w:rsid w:val="00274F63"/>
    <w:rsid w:val="002768C4"/>
    <w:rsid w:val="0029444C"/>
    <w:rsid w:val="002A1B07"/>
    <w:rsid w:val="002B60F4"/>
    <w:rsid w:val="003915D8"/>
    <w:rsid w:val="003E1285"/>
    <w:rsid w:val="00414C35"/>
    <w:rsid w:val="00415E84"/>
    <w:rsid w:val="00470757"/>
    <w:rsid w:val="004C2305"/>
    <w:rsid w:val="004E322A"/>
    <w:rsid w:val="004F4720"/>
    <w:rsid w:val="00531921"/>
    <w:rsid w:val="0055325A"/>
    <w:rsid w:val="005666BF"/>
    <w:rsid w:val="00576F06"/>
    <w:rsid w:val="005D2A83"/>
    <w:rsid w:val="005F0742"/>
    <w:rsid w:val="00624961"/>
    <w:rsid w:val="006274C6"/>
    <w:rsid w:val="00634106"/>
    <w:rsid w:val="007231B2"/>
    <w:rsid w:val="007F5AEA"/>
    <w:rsid w:val="00833ADC"/>
    <w:rsid w:val="008B6E63"/>
    <w:rsid w:val="009068F1"/>
    <w:rsid w:val="00930776"/>
    <w:rsid w:val="00930D8E"/>
    <w:rsid w:val="00933783"/>
    <w:rsid w:val="00992DC5"/>
    <w:rsid w:val="009B45BF"/>
    <w:rsid w:val="009C601C"/>
    <w:rsid w:val="009D5B11"/>
    <w:rsid w:val="009E6BD6"/>
    <w:rsid w:val="00A2046A"/>
    <w:rsid w:val="00A97ACE"/>
    <w:rsid w:val="00AA5B36"/>
    <w:rsid w:val="00AA5CD8"/>
    <w:rsid w:val="00B227C6"/>
    <w:rsid w:val="00B33DDE"/>
    <w:rsid w:val="00B7396F"/>
    <w:rsid w:val="00BB320B"/>
    <w:rsid w:val="00BD4F13"/>
    <w:rsid w:val="00BF6C21"/>
    <w:rsid w:val="00C02180"/>
    <w:rsid w:val="00C10AD9"/>
    <w:rsid w:val="00C15348"/>
    <w:rsid w:val="00C22723"/>
    <w:rsid w:val="00C37CD9"/>
    <w:rsid w:val="00C44E2F"/>
    <w:rsid w:val="00C60556"/>
    <w:rsid w:val="00C849EC"/>
    <w:rsid w:val="00C97B2B"/>
    <w:rsid w:val="00CD4DC2"/>
    <w:rsid w:val="00D13942"/>
    <w:rsid w:val="00D912AC"/>
    <w:rsid w:val="00DD745F"/>
    <w:rsid w:val="00E12DF1"/>
    <w:rsid w:val="00E32A7D"/>
    <w:rsid w:val="00E364A5"/>
    <w:rsid w:val="00E603DD"/>
    <w:rsid w:val="00E9604C"/>
    <w:rsid w:val="00EA2982"/>
    <w:rsid w:val="00EF174F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2305"/>
    <w:rPr>
      <w:color w:val="808080"/>
    </w:rPr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1F72009A793D44D69F275E72E39A4155">
    <w:name w:val="1F72009A793D44D69F275E72E39A4155"/>
    <w:rsid w:val="00531921"/>
  </w:style>
  <w:style w:type="paragraph" w:customStyle="1" w:styleId="6EBF239F87024C759225D9CCE4244952">
    <w:name w:val="6EBF239F87024C759225D9CCE4244952"/>
    <w:rsid w:val="00531921"/>
  </w:style>
  <w:style w:type="paragraph" w:customStyle="1" w:styleId="334C278F48E24E3081F0225913D0B53F">
    <w:name w:val="334C278F48E24E3081F0225913D0B53F"/>
    <w:rsid w:val="00531921"/>
  </w:style>
  <w:style w:type="paragraph" w:customStyle="1" w:styleId="4C7CB446A0094AFDB350BBA0773E71AC">
    <w:name w:val="4C7CB446A0094AFDB350BBA0773E71AC"/>
    <w:rsid w:val="004C2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CD74A902729D4C9B8888271949BAA9" ma:contentTypeVersion="18" ma:contentTypeDescription="Vytvoří nový dokument" ma:contentTypeScope="" ma:versionID="71faa176041462df222fe4ab62165b8b">
  <xsd:schema xmlns:xsd="http://www.w3.org/2001/XMLSchema" xmlns:xs="http://www.w3.org/2001/XMLSchema" xmlns:p="http://schemas.microsoft.com/office/2006/metadata/properties" xmlns:ns2="fc3dc6dc-1d59-4c8c-8d3c-24f06266975d" xmlns:ns3="2d833277-0b38-4b3a-8158-1894cb92cedb" targetNamespace="http://schemas.microsoft.com/office/2006/metadata/properties" ma:root="true" ma:fieldsID="7ed23074842bccf4ae9988d5fe79876d" ns2:_="" ns3:_="">
    <xsd:import namespace="fc3dc6dc-1d59-4c8c-8d3c-24f06266975d"/>
    <xsd:import namespace="2d833277-0b38-4b3a-8158-1894cb92c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Odkaz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dc6dc-1d59-4c8c-8d3c-24f062669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Odkaz" ma:index="1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9dd7e011-bb30-4412-ae0c-25ab964016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33277-0b38-4b3a-8158-1894cb92c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bf8dfb-a81e-4293-a8ce-79483852c45c}" ma:internalName="TaxCatchAll" ma:showField="CatchAllData" ma:web="2d833277-0b38-4b3a-8158-1894cb92c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 xmlns="fc3dc6dc-1d59-4c8c-8d3c-24f06266975d">
      <Url xsi:nil="true"/>
      <Description xsi:nil="true"/>
    </Odkaz>
    <lcf76f155ced4ddcb4097134ff3c332f xmlns="fc3dc6dc-1d59-4c8c-8d3c-24f06266975d">
      <Terms xmlns="http://schemas.microsoft.com/office/infopath/2007/PartnerControls"/>
    </lcf76f155ced4ddcb4097134ff3c332f>
    <TaxCatchAll xmlns="2d833277-0b38-4b3a-8158-1894cb92cedb" xsi:nil="true"/>
  </documentManagement>
</p:properties>
</file>

<file path=customXml/itemProps1.xml><?xml version="1.0" encoding="utf-8"?>
<ds:datastoreItem xmlns:ds="http://schemas.openxmlformats.org/officeDocument/2006/customXml" ds:itemID="{F346CCCD-88D4-41B0-ADD9-CA2848771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894266-1660-413C-9EE0-18754C603BB8}"/>
</file>

<file path=customXml/itemProps3.xml><?xml version="1.0" encoding="utf-8"?>
<ds:datastoreItem xmlns:ds="http://schemas.openxmlformats.org/officeDocument/2006/customXml" ds:itemID="{75167718-052B-4B03-8F3F-1C59AC904A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E76976-A7D0-454D-B9BB-6F02115F0A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0</TotalTime>
  <Pages>2</Pages>
  <Words>167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- rozpiska (obecná)</vt:lpstr>
    </vt:vector>
  </TitlesOfParts>
  <Company>Sweco Hydroprojekt a.s.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- rozpiska (obecná)</dc:title>
  <dc:creator>Sweco Hydroprojekt a.s.</dc:creator>
  <cp:lastModifiedBy>Trnka, Jan</cp:lastModifiedBy>
  <cp:revision>2</cp:revision>
  <cp:lastPrinted>2012-06-08T08:19:00Z</cp:lastPrinted>
  <dcterms:created xsi:type="dcterms:W3CDTF">2022-09-26T08:22:00Z</dcterms:created>
  <dcterms:modified xsi:type="dcterms:W3CDTF">2022-09-26T08:22:00Z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2022-07-07T08:41:26Z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fcee2804-d92b-4500-b654-f7b7a56809df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0x01010024CD74A902729D4C9B8888271949BAA9</vt:lpwstr>
  </property>
</Properties>
</file>